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68F5F" w14:textId="03CDF658" w:rsidR="00AE1B0C" w:rsidRPr="00AE1B0C" w:rsidRDefault="00AE1B0C" w:rsidP="00AE1B0C">
      <w:pPr>
        <w:spacing w:after="0" w:line="240" w:lineRule="auto"/>
        <w:jc w:val="right"/>
        <w:rPr>
          <w:color w:val="0070C0"/>
          <w:sz w:val="24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48591328" wp14:editId="1C40B196">
            <wp:simplePos x="0" y="0"/>
            <wp:positionH relativeFrom="column">
              <wp:posOffset>-635</wp:posOffset>
            </wp:positionH>
            <wp:positionV relativeFrom="paragraph">
              <wp:posOffset>0</wp:posOffset>
            </wp:positionV>
            <wp:extent cx="2438400" cy="792480"/>
            <wp:effectExtent l="0" t="0" r="0" b="7620"/>
            <wp:wrapThrough wrapText="bothSides">
              <wp:wrapPolygon edited="0">
                <wp:start x="0" y="0"/>
                <wp:lineTo x="0" y="21288"/>
                <wp:lineTo x="21431" y="21288"/>
                <wp:lineTo x="21431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ZS logo 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08" t="21761" r="16649" b="37091"/>
                    <a:stretch/>
                  </pic:blipFill>
                  <pic:spPr bwMode="auto">
                    <a:xfrm>
                      <a:off x="0" y="0"/>
                      <a:ext cx="2438400" cy="7924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AE1B0C">
        <w:rPr>
          <w:rFonts w:eastAsiaTheme="minorEastAsia" w:hAnsi="Calibri" w:cs="Arial"/>
          <w:color w:val="3E6CA4"/>
          <w:kern w:val="24"/>
          <w:sz w:val="28"/>
          <w:szCs w:val="28"/>
          <w:lang w:eastAsia="hr-HR"/>
        </w:rPr>
        <w:t xml:space="preserve"> </w:t>
      </w:r>
      <w:r w:rsidRPr="00AE1B0C">
        <w:rPr>
          <w:color w:val="0070C0"/>
          <w:sz w:val="24"/>
        </w:rPr>
        <w:t>S</w:t>
      </w:r>
      <w:r w:rsidR="00EF17DA">
        <w:rPr>
          <w:color w:val="0070C0"/>
          <w:sz w:val="24"/>
        </w:rPr>
        <w:t xml:space="preserve">veučilište u Rijeci ▪ Fakultet </w:t>
      </w:r>
      <w:r w:rsidRPr="00AE1B0C">
        <w:rPr>
          <w:color w:val="0070C0"/>
          <w:sz w:val="24"/>
        </w:rPr>
        <w:t xml:space="preserve"> zdravstven</w:t>
      </w:r>
      <w:r w:rsidR="00EF17DA">
        <w:rPr>
          <w:color w:val="0070C0"/>
          <w:sz w:val="24"/>
        </w:rPr>
        <w:t>ih studija</w:t>
      </w:r>
    </w:p>
    <w:p w14:paraId="6826F3FE" w14:textId="77777777" w:rsidR="00AE1B0C" w:rsidRPr="00AE1B0C" w:rsidRDefault="00AE1B0C" w:rsidP="00AE1B0C">
      <w:pPr>
        <w:spacing w:after="0" w:line="240" w:lineRule="auto"/>
        <w:jc w:val="right"/>
        <w:rPr>
          <w:color w:val="0070C0"/>
        </w:rPr>
      </w:pPr>
      <w:r w:rsidRPr="00AE1B0C">
        <w:rPr>
          <w:color w:val="0070C0"/>
          <w:sz w:val="24"/>
        </w:rPr>
        <w:t>University of Rijeka ▪ Faculty of Helath S</w:t>
      </w:r>
      <w:r w:rsidR="00F31EDE">
        <w:rPr>
          <w:color w:val="0070C0"/>
          <w:sz w:val="24"/>
        </w:rPr>
        <w:t>tudies</w:t>
      </w:r>
    </w:p>
    <w:p w14:paraId="396B583A" w14:textId="77777777" w:rsidR="00AE1B0C" w:rsidRPr="004F4BF4" w:rsidRDefault="00AE1B0C" w:rsidP="00AE1B0C">
      <w:pPr>
        <w:spacing w:before="40" w:after="0" w:line="240" w:lineRule="auto"/>
        <w:jc w:val="right"/>
        <w:rPr>
          <w:color w:val="0070C0"/>
          <w:sz w:val="18"/>
        </w:rPr>
      </w:pPr>
      <w:r w:rsidRPr="004F4BF4">
        <w:rPr>
          <w:color w:val="0070C0"/>
          <w:sz w:val="18"/>
        </w:rPr>
        <w:t>Viktora Cara Emina 5 ▪ 51000 Rijeka ▪ CROATIA</w:t>
      </w:r>
    </w:p>
    <w:p w14:paraId="662473B2" w14:textId="77777777" w:rsidR="004F4BF4" w:rsidRPr="004F4BF4" w:rsidRDefault="00AE1B0C" w:rsidP="00AE1B0C">
      <w:pPr>
        <w:spacing w:after="0" w:line="240" w:lineRule="auto"/>
        <w:jc w:val="right"/>
        <w:rPr>
          <w:color w:val="0070C0"/>
          <w:sz w:val="18"/>
        </w:rPr>
      </w:pPr>
      <w:r w:rsidRPr="004F4BF4">
        <w:rPr>
          <w:color w:val="0070C0"/>
          <w:sz w:val="18"/>
        </w:rPr>
        <w:t>Phone: +385 51 688 266</w:t>
      </w:r>
    </w:p>
    <w:p w14:paraId="1F777092" w14:textId="77777777" w:rsidR="00AE1B0C" w:rsidRPr="004F4BF4" w:rsidRDefault="004F4BF4" w:rsidP="00AE1B0C">
      <w:pPr>
        <w:spacing w:after="0" w:line="240" w:lineRule="auto"/>
        <w:jc w:val="right"/>
        <w:rPr>
          <w:color w:val="0070C0"/>
          <w:sz w:val="20"/>
        </w:rPr>
      </w:pPr>
      <w:r w:rsidRPr="004F4BF4">
        <w:rPr>
          <w:color w:val="0070C0"/>
          <w:sz w:val="18"/>
        </w:rPr>
        <w:t>www.fzsri.uniri.hr</w:t>
      </w:r>
      <w:r w:rsidR="00AE1B0C" w:rsidRPr="004F4BF4">
        <w:rPr>
          <w:color w:val="0070C0"/>
          <w:sz w:val="18"/>
        </w:rPr>
        <w:t xml:space="preserve"> </w:t>
      </w:r>
    </w:p>
    <w:p w14:paraId="44266303" w14:textId="77777777" w:rsidR="000573D0" w:rsidRDefault="000573D0" w:rsidP="00AE1B0C">
      <w:pPr>
        <w:jc w:val="both"/>
      </w:pPr>
    </w:p>
    <w:p w14:paraId="5BCE6338" w14:textId="75DC9EF3" w:rsidR="00286277" w:rsidRPr="00003132" w:rsidRDefault="00286277" w:rsidP="002862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132">
        <w:rPr>
          <w:rFonts w:ascii="Times New Roman" w:hAnsi="Times New Roman" w:cs="Times New Roman"/>
          <w:b/>
          <w:bCs/>
          <w:sz w:val="24"/>
          <w:szCs w:val="24"/>
        </w:rPr>
        <w:t>Fakultet zdravtvenih studija</w:t>
      </w:r>
    </w:p>
    <w:p w14:paraId="2BCABD4D" w14:textId="5A3F9263" w:rsidR="00286277" w:rsidRPr="00003132" w:rsidRDefault="00286277" w:rsidP="002862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132">
        <w:rPr>
          <w:rFonts w:ascii="Times New Roman" w:hAnsi="Times New Roman" w:cs="Times New Roman"/>
          <w:b/>
          <w:bCs/>
          <w:sz w:val="24"/>
          <w:szCs w:val="24"/>
        </w:rPr>
        <w:t xml:space="preserve">RKP: </w:t>
      </w:r>
      <w:r w:rsidR="005678A0">
        <w:rPr>
          <w:rFonts w:ascii="Times New Roman" w:hAnsi="Times New Roman" w:cs="Times New Roman"/>
          <w:b/>
          <w:bCs/>
          <w:sz w:val="24"/>
          <w:szCs w:val="24"/>
        </w:rPr>
        <w:t>48023</w:t>
      </w:r>
    </w:p>
    <w:p w14:paraId="28DF3DBF" w14:textId="1C58EB09" w:rsidR="00286277" w:rsidRPr="00003132" w:rsidRDefault="00286277" w:rsidP="002862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132">
        <w:rPr>
          <w:rFonts w:ascii="Times New Roman" w:hAnsi="Times New Roman" w:cs="Times New Roman"/>
          <w:b/>
          <w:bCs/>
          <w:sz w:val="24"/>
          <w:szCs w:val="24"/>
        </w:rPr>
        <w:t>OIB: 19213484918</w:t>
      </w:r>
    </w:p>
    <w:p w14:paraId="6CCB5F18" w14:textId="77777777" w:rsidR="00286277" w:rsidRPr="00003132" w:rsidRDefault="00286277" w:rsidP="007769B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59C1A5" w14:textId="0CF669B9" w:rsidR="00875EA5" w:rsidRDefault="005A0C2D" w:rsidP="007769B9">
      <w:pPr>
        <w:jc w:val="both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>Rijeka,</w:t>
      </w:r>
      <w:r w:rsidR="00286277" w:rsidRPr="00003132">
        <w:rPr>
          <w:rFonts w:ascii="Times New Roman" w:hAnsi="Times New Roman" w:cs="Times New Roman"/>
          <w:sz w:val="24"/>
          <w:szCs w:val="24"/>
        </w:rPr>
        <w:t xml:space="preserve"> </w:t>
      </w:r>
      <w:r w:rsidR="00956946">
        <w:rPr>
          <w:rFonts w:ascii="Times New Roman" w:hAnsi="Times New Roman" w:cs="Times New Roman"/>
          <w:sz w:val="24"/>
          <w:szCs w:val="24"/>
        </w:rPr>
        <w:t>10</w:t>
      </w:r>
      <w:r w:rsidR="007D497B">
        <w:rPr>
          <w:rFonts w:ascii="Times New Roman" w:hAnsi="Times New Roman" w:cs="Times New Roman"/>
          <w:sz w:val="24"/>
          <w:szCs w:val="24"/>
        </w:rPr>
        <w:t>.12.202</w:t>
      </w:r>
      <w:r w:rsidR="00956946">
        <w:rPr>
          <w:rFonts w:ascii="Times New Roman" w:hAnsi="Times New Roman" w:cs="Times New Roman"/>
          <w:sz w:val="24"/>
          <w:szCs w:val="24"/>
        </w:rPr>
        <w:t>5</w:t>
      </w:r>
      <w:r w:rsidR="007D497B">
        <w:rPr>
          <w:rFonts w:ascii="Times New Roman" w:hAnsi="Times New Roman" w:cs="Times New Roman"/>
          <w:sz w:val="24"/>
          <w:szCs w:val="24"/>
        </w:rPr>
        <w:t>.</w:t>
      </w:r>
    </w:p>
    <w:p w14:paraId="4F9DA91F" w14:textId="7AC55BAE" w:rsidR="00F779A0" w:rsidRDefault="00F779A0" w:rsidP="007769B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5B1887" w14:textId="77777777" w:rsidR="00327074" w:rsidRPr="00003132" w:rsidRDefault="00327074" w:rsidP="007769B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66B248" w14:textId="28EDC2AA" w:rsidR="006B1860" w:rsidRPr="00003132" w:rsidRDefault="006B1860" w:rsidP="00FB1A46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3132">
        <w:rPr>
          <w:rFonts w:ascii="Times New Roman" w:hAnsi="Times New Roman" w:cs="Times New Roman"/>
          <w:b/>
          <w:sz w:val="24"/>
          <w:szCs w:val="24"/>
        </w:rPr>
        <w:t>Obrazloženje</w:t>
      </w:r>
      <w:r w:rsidR="00887D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76E8">
        <w:rPr>
          <w:rFonts w:ascii="Times New Roman" w:hAnsi="Times New Roman" w:cs="Times New Roman"/>
          <w:b/>
          <w:sz w:val="24"/>
          <w:szCs w:val="24"/>
        </w:rPr>
        <w:t>p</w:t>
      </w:r>
      <w:r w:rsidR="00887D75">
        <w:rPr>
          <w:rFonts w:ascii="Times New Roman" w:hAnsi="Times New Roman" w:cs="Times New Roman"/>
          <w:b/>
          <w:sz w:val="24"/>
          <w:szCs w:val="24"/>
        </w:rPr>
        <w:t>osebnog dijela</w:t>
      </w:r>
      <w:r w:rsidR="00527152" w:rsidRPr="000031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0CFD">
        <w:rPr>
          <w:rFonts w:ascii="Times New Roman" w:hAnsi="Times New Roman" w:cs="Times New Roman"/>
          <w:b/>
          <w:sz w:val="24"/>
          <w:szCs w:val="24"/>
        </w:rPr>
        <w:t xml:space="preserve"> izmjen</w:t>
      </w:r>
      <w:r w:rsidR="009676E8">
        <w:rPr>
          <w:rFonts w:ascii="Times New Roman" w:hAnsi="Times New Roman" w:cs="Times New Roman"/>
          <w:b/>
          <w:sz w:val="24"/>
          <w:szCs w:val="24"/>
        </w:rPr>
        <w:t>a</w:t>
      </w:r>
      <w:r w:rsidR="00D40CFD">
        <w:rPr>
          <w:rFonts w:ascii="Times New Roman" w:hAnsi="Times New Roman" w:cs="Times New Roman"/>
          <w:b/>
          <w:sz w:val="24"/>
          <w:szCs w:val="24"/>
        </w:rPr>
        <w:t xml:space="preserve"> i dopun</w:t>
      </w:r>
      <w:r w:rsidR="009676E8">
        <w:rPr>
          <w:rFonts w:ascii="Times New Roman" w:hAnsi="Times New Roman" w:cs="Times New Roman"/>
          <w:b/>
          <w:sz w:val="24"/>
          <w:szCs w:val="24"/>
        </w:rPr>
        <w:t>a</w:t>
      </w:r>
      <w:r w:rsidR="00D40C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7152" w:rsidRPr="00003132">
        <w:rPr>
          <w:rFonts w:ascii="Times New Roman" w:hAnsi="Times New Roman" w:cs="Times New Roman"/>
          <w:b/>
          <w:sz w:val="24"/>
          <w:szCs w:val="24"/>
        </w:rPr>
        <w:t>financijskog plana za 202</w:t>
      </w:r>
      <w:r w:rsidR="00D04EA1">
        <w:rPr>
          <w:rFonts w:ascii="Times New Roman" w:hAnsi="Times New Roman" w:cs="Times New Roman"/>
          <w:b/>
          <w:sz w:val="24"/>
          <w:szCs w:val="24"/>
        </w:rPr>
        <w:t>4</w:t>
      </w:r>
      <w:r w:rsidR="00FD3BFB" w:rsidRPr="00003132">
        <w:rPr>
          <w:rFonts w:ascii="Times New Roman" w:hAnsi="Times New Roman" w:cs="Times New Roman"/>
          <w:b/>
          <w:sz w:val="24"/>
          <w:szCs w:val="24"/>
        </w:rPr>
        <w:t>.</w:t>
      </w:r>
      <w:r w:rsidR="00D40CFD">
        <w:rPr>
          <w:rFonts w:ascii="Times New Roman" w:hAnsi="Times New Roman" w:cs="Times New Roman"/>
          <w:b/>
          <w:sz w:val="24"/>
          <w:szCs w:val="24"/>
        </w:rPr>
        <w:t xml:space="preserve"> godinu</w:t>
      </w:r>
    </w:p>
    <w:p w14:paraId="61D237BD" w14:textId="77777777" w:rsidR="006B1860" w:rsidRPr="00003132" w:rsidRDefault="006B1860" w:rsidP="006B186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B147B8" w14:textId="380B34A6" w:rsidR="006B1860" w:rsidRDefault="00592DF8" w:rsidP="003D7186">
      <w:pPr>
        <w:numPr>
          <w:ilvl w:val="1"/>
          <w:numId w:val="1"/>
        </w:numPr>
        <w:spacing w:after="0" w:line="360" w:lineRule="auto"/>
        <w:ind w:left="24" w:hanging="2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230FA">
        <w:rPr>
          <w:rFonts w:ascii="Times New Roman" w:hAnsi="Times New Roman" w:cs="Times New Roman"/>
          <w:b/>
          <w:sz w:val="24"/>
          <w:szCs w:val="24"/>
          <w:u w:val="single"/>
        </w:rPr>
        <w:t>Uvod -</w:t>
      </w:r>
      <w:r w:rsidR="006B1860" w:rsidRPr="005230FA">
        <w:rPr>
          <w:rFonts w:ascii="Times New Roman" w:hAnsi="Times New Roman" w:cs="Times New Roman"/>
          <w:b/>
          <w:sz w:val="24"/>
          <w:szCs w:val="24"/>
          <w:u w:val="single"/>
        </w:rPr>
        <w:t xml:space="preserve"> sažetak djelokruga rada</w:t>
      </w:r>
    </w:p>
    <w:p w14:paraId="24193390" w14:textId="77777777" w:rsidR="006B1860" w:rsidRPr="00003132" w:rsidRDefault="006B1860" w:rsidP="003D71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>Fakultet zdravstvenih studij</w:t>
      </w:r>
      <w:r w:rsidR="00AA7F31" w:rsidRPr="00003132">
        <w:rPr>
          <w:rFonts w:ascii="Times New Roman" w:hAnsi="Times New Roman" w:cs="Times New Roman"/>
          <w:sz w:val="24"/>
          <w:szCs w:val="24"/>
        </w:rPr>
        <w:t>a službeno je osnovan 13.</w:t>
      </w:r>
      <w:r w:rsidR="005D1E00" w:rsidRPr="00003132">
        <w:rPr>
          <w:rFonts w:ascii="Times New Roman" w:hAnsi="Times New Roman" w:cs="Times New Roman"/>
          <w:sz w:val="24"/>
          <w:szCs w:val="24"/>
        </w:rPr>
        <w:t xml:space="preserve"> </w:t>
      </w:r>
      <w:r w:rsidR="00AA7F31" w:rsidRPr="00003132">
        <w:rPr>
          <w:rFonts w:ascii="Times New Roman" w:hAnsi="Times New Roman" w:cs="Times New Roman"/>
          <w:sz w:val="24"/>
          <w:szCs w:val="24"/>
        </w:rPr>
        <w:t xml:space="preserve">lipnja </w:t>
      </w:r>
      <w:r w:rsidRPr="00003132">
        <w:rPr>
          <w:rFonts w:ascii="Times New Roman" w:hAnsi="Times New Roman" w:cs="Times New Roman"/>
          <w:sz w:val="24"/>
          <w:szCs w:val="24"/>
        </w:rPr>
        <w:t>2013. na poticaj zdr</w:t>
      </w:r>
      <w:r w:rsidR="003751AE" w:rsidRPr="00003132">
        <w:rPr>
          <w:rFonts w:ascii="Times New Roman" w:hAnsi="Times New Roman" w:cs="Times New Roman"/>
          <w:sz w:val="24"/>
          <w:szCs w:val="24"/>
        </w:rPr>
        <w:t>avstvenih djelatnika u Rijeci</w:t>
      </w:r>
      <w:r w:rsidRPr="00003132">
        <w:rPr>
          <w:rFonts w:ascii="Times New Roman" w:hAnsi="Times New Roman" w:cs="Times New Roman"/>
          <w:sz w:val="24"/>
          <w:szCs w:val="24"/>
        </w:rPr>
        <w:t xml:space="preserve"> uz pomoć</w:t>
      </w:r>
      <w:r w:rsidR="006F71FC" w:rsidRPr="00003132">
        <w:rPr>
          <w:rFonts w:ascii="Times New Roman" w:hAnsi="Times New Roman" w:cs="Times New Roman"/>
          <w:sz w:val="24"/>
          <w:szCs w:val="24"/>
        </w:rPr>
        <w:t xml:space="preserve"> Sveučilišta</w:t>
      </w:r>
      <w:r w:rsidR="001345BA" w:rsidRPr="00003132">
        <w:rPr>
          <w:rFonts w:ascii="Times New Roman" w:hAnsi="Times New Roman" w:cs="Times New Roman"/>
          <w:sz w:val="24"/>
          <w:szCs w:val="24"/>
        </w:rPr>
        <w:t xml:space="preserve"> u Rijeci </w:t>
      </w:r>
      <w:r w:rsidR="006F71FC" w:rsidRPr="00003132">
        <w:rPr>
          <w:rFonts w:ascii="Times New Roman" w:hAnsi="Times New Roman" w:cs="Times New Roman"/>
          <w:sz w:val="24"/>
          <w:szCs w:val="24"/>
        </w:rPr>
        <w:t xml:space="preserve"> i </w:t>
      </w:r>
      <w:r w:rsidRPr="00003132">
        <w:rPr>
          <w:rFonts w:ascii="Times New Roman" w:hAnsi="Times New Roman" w:cs="Times New Roman"/>
          <w:sz w:val="24"/>
          <w:szCs w:val="24"/>
        </w:rPr>
        <w:t xml:space="preserve"> Medicinskog fakulteta u Rijeci</w:t>
      </w:r>
      <w:r w:rsidR="006F71FC" w:rsidRPr="00003132">
        <w:rPr>
          <w:rFonts w:ascii="Times New Roman" w:hAnsi="Times New Roman" w:cs="Times New Roman"/>
          <w:sz w:val="24"/>
          <w:szCs w:val="24"/>
        </w:rPr>
        <w:t>, što je potvrđeno odlukom Senata 24. ožujka 2014. godine</w:t>
      </w:r>
      <w:r w:rsidR="001345BA" w:rsidRPr="00003132">
        <w:rPr>
          <w:rFonts w:ascii="Times New Roman" w:hAnsi="Times New Roman" w:cs="Times New Roman"/>
          <w:sz w:val="24"/>
          <w:szCs w:val="24"/>
        </w:rPr>
        <w:t>.</w:t>
      </w:r>
    </w:p>
    <w:p w14:paraId="75DBED5B" w14:textId="6A061838" w:rsidR="001345BA" w:rsidRPr="00003132" w:rsidRDefault="001345BA" w:rsidP="005C2A38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3132">
        <w:rPr>
          <w:rFonts w:ascii="Times New Roman" w:hAnsi="Times New Roman" w:cs="Times New Roman"/>
          <w:color w:val="000000" w:themeColor="text1"/>
          <w:sz w:val="24"/>
          <w:szCs w:val="24"/>
        </w:rPr>
        <w:t>Fakultet zdravstvenih studija Sveučilišta u Rijeci jedini je fakultet u Republici Hrvatskoj koji je isključivo i u potpunosti usmjeren prema pr</w:t>
      </w:r>
      <w:r w:rsidR="005444F6">
        <w:rPr>
          <w:rFonts w:ascii="Times New Roman" w:hAnsi="Times New Roman" w:cs="Times New Roman"/>
          <w:color w:val="000000" w:themeColor="text1"/>
          <w:sz w:val="24"/>
          <w:szCs w:val="24"/>
        </w:rPr>
        <w:t>ije</w:t>
      </w:r>
      <w:r w:rsidRPr="000031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diplomskom i diplomskom (sveučilišnom) obrazovanju </w:t>
      </w:r>
      <w:r w:rsidR="00794AB5">
        <w:rPr>
          <w:rFonts w:ascii="Times New Roman" w:hAnsi="Times New Roman" w:cs="Times New Roman"/>
          <w:color w:val="000000" w:themeColor="text1"/>
          <w:sz w:val="24"/>
          <w:szCs w:val="24"/>
        </w:rPr>
        <w:t>neliječničkih</w:t>
      </w:r>
      <w:r w:rsidRPr="000031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kadrova u zdravstvu.</w:t>
      </w:r>
    </w:p>
    <w:p w14:paraId="112DB84B" w14:textId="77777777" w:rsidR="006B1860" w:rsidRPr="00003132" w:rsidRDefault="006B1860" w:rsidP="005C2A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color w:val="000000" w:themeColor="text1"/>
          <w:sz w:val="24"/>
          <w:szCs w:val="24"/>
        </w:rPr>
        <w:t>Program Fakulteta zdravstvenih studija</w:t>
      </w:r>
      <w:r w:rsidR="00B56C74" w:rsidRPr="000031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</w:t>
      </w:r>
      <w:r w:rsidRPr="000031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Rijeci sukladan je s ciljem, sadržajem i misijom ustanove, a razvojne mogućnosti primjerene su</w:t>
      </w:r>
      <w:r w:rsidRPr="00003132">
        <w:rPr>
          <w:rFonts w:ascii="Times New Roman" w:hAnsi="Times New Roman" w:cs="Times New Roman"/>
          <w:sz w:val="24"/>
          <w:szCs w:val="24"/>
        </w:rPr>
        <w:t xml:space="preserve"> postavljenim ciljevima i misiji</w:t>
      </w:r>
      <w:r w:rsidR="00E75489" w:rsidRPr="00003132">
        <w:rPr>
          <w:rFonts w:ascii="Times New Roman" w:hAnsi="Times New Roman" w:cs="Times New Roman"/>
          <w:sz w:val="24"/>
          <w:szCs w:val="24"/>
        </w:rPr>
        <w:t>.</w:t>
      </w:r>
    </w:p>
    <w:p w14:paraId="2203CF05" w14:textId="77777777" w:rsidR="00DD69E9" w:rsidRPr="00684489" w:rsidRDefault="00DD69E9" w:rsidP="005C2A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84489">
        <w:rPr>
          <w:rFonts w:ascii="Times New Roman" w:hAnsi="Times New Roman" w:cs="Times New Roman"/>
          <w:sz w:val="24"/>
          <w:szCs w:val="24"/>
        </w:rPr>
        <w:t xml:space="preserve">Znanstvena misija Fakulteta zdravstvenih studija je na temelju rezultata kompetitivnih znanstvenih istraživanja omogućiti stjecanje novih i relevantnih znanja, unaprijediti obrazovanje studenata, budućih nastavnika, istraživača i stručnjaka, poboljšati zdravstvenu praksu i time pridonijeti razvoju šire društvene zajednice. </w:t>
      </w:r>
      <w:r w:rsidRPr="00684489">
        <w:rPr>
          <w:rFonts w:ascii="Times New Roman" w:hAnsi="Times New Roman" w:cs="Times New Roman"/>
          <w:sz w:val="24"/>
          <w:szCs w:val="24"/>
          <w:lang w:val="it-IT"/>
        </w:rPr>
        <w:t>Osobita misija je afirmirati sestrinstvo, fizioterapiju i primaljstvo kao samostalne znanstvene grane.</w:t>
      </w:r>
    </w:p>
    <w:p w14:paraId="0729A805" w14:textId="77777777" w:rsidR="00DD69E9" w:rsidRPr="00684489" w:rsidRDefault="00DD69E9" w:rsidP="005C2A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84489">
        <w:rPr>
          <w:rFonts w:ascii="Times New Roman" w:hAnsi="Times New Roman" w:cs="Times New Roman"/>
          <w:sz w:val="24"/>
          <w:szCs w:val="24"/>
          <w:lang w:val="it-IT"/>
        </w:rPr>
        <w:t>Sustav znanosti Fakulteta zdravstvenih studija Sveučilišta u Rijeci temelji se na načelima poštovanja znanstvene izvrsnosti i kreativnosti, znanstvenog integriteta i etičnosti, slobode u znanstvenim istraživanjima, integracije znanstvenih istraživanja, obrazovanja i medicinske prakse, kolegijalnosti i suradnje te društvene odgovornosti.</w:t>
      </w:r>
    </w:p>
    <w:p w14:paraId="633D1BD0" w14:textId="55A6D646" w:rsidR="00667314" w:rsidRDefault="00667314" w:rsidP="00787E6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772CF1" w14:textId="77777777" w:rsidR="002A0363" w:rsidRDefault="002A0363" w:rsidP="00787E6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7DAB9E" w14:textId="77777777" w:rsidR="005E7A60" w:rsidRDefault="005E7A60" w:rsidP="00787E6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34D9C9" w14:textId="2687DB85" w:rsidR="00043A4B" w:rsidRPr="003D7186" w:rsidRDefault="003D7186" w:rsidP="003D7186">
      <w:pPr>
        <w:pStyle w:val="Odlomakpopisa"/>
        <w:numPr>
          <w:ilvl w:val="1"/>
          <w:numId w:val="1"/>
        </w:numPr>
        <w:spacing w:line="360" w:lineRule="auto"/>
        <w:ind w:left="990" w:hanging="106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 </w:t>
      </w:r>
      <w:r w:rsidR="009F0AC8" w:rsidRPr="003D7186">
        <w:rPr>
          <w:rFonts w:ascii="Times New Roman" w:hAnsi="Times New Roman" w:cs="Times New Roman"/>
          <w:b/>
          <w:sz w:val="24"/>
          <w:szCs w:val="24"/>
          <w:u w:val="single"/>
        </w:rPr>
        <w:t xml:space="preserve">Obrazloženje programa </w:t>
      </w:r>
    </w:p>
    <w:p w14:paraId="2A93D9D9" w14:textId="77777777" w:rsidR="00A060E4" w:rsidRPr="00003132" w:rsidRDefault="00A060E4" w:rsidP="005C2A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>Financijsko poslovanje Fakultet zdravstvenih studija odvija se kroz program:</w:t>
      </w:r>
    </w:p>
    <w:p w14:paraId="05192DFB" w14:textId="4E828980" w:rsidR="00E877AE" w:rsidRDefault="00A060E4" w:rsidP="005C2A38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>3705 – Visoko obrazovanje</w:t>
      </w:r>
    </w:p>
    <w:p w14:paraId="00E1E240" w14:textId="452E32B3" w:rsidR="0025525F" w:rsidRPr="0025525F" w:rsidRDefault="00062C99" w:rsidP="003D718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Izmjene i dopune f</w:t>
      </w:r>
      <w:r w:rsidR="0025525F">
        <w:rPr>
          <w:rFonts w:ascii="Times New Roman" w:hAnsi="Times New Roman" w:cs="Times New Roman"/>
          <w:sz w:val="24"/>
          <w:szCs w:val="24"/>
        </w:rPr>
        <w:t>inancijsk</w:t>
      </w:r>
      <w:r>
        <w:rPr>
          <w:rFonts w:ascii="Times New Roman" w:hAnsi="Times New Roman" w:cs="Times New Roman"/>
          <w:sz w:val="24"/>
          <w:szCs w:val="24"/>
        </w:rPr>
        <w:t>og</w:t>
      </w:r>
      <w:r w:rsidR="0025525F">
        <w:rPr>
          <w:rFonts w:ascii="Times New Roman" w:hAnsi="Times New Roman" w:cs="Times New Roman"/>
          <w:sz w:val="24"/>
          <w:szCs w:val="24"/>
        </w:rPr>
        <w:t xml:space="preserve"> plan Fakulteta zdravstvenih</w:t>
      </w:r>
      <w:r w:rsidR="00DA7A74">
        <w:rPr>
          <w:rFonts w:ascii="Times New Roman" w:hAnsi="Times New Roman" w:cs="Times New Roman"/>
          <w:sz w:val="24"/>
          <w:szCs w:val="24"/>
        </w:rPr>
        <w:t xml:space="preserve"> studija </w:t>
      </w:r>
      <w:r>
        <w:rPr>
          <w:rFonts w:ascii="Times New Roman" w:hAnsi="Times New Roman" w:cs="Times New Roman"/>
          <w:sz w:val="24"/>
          <w:szCs w:val="24"/>
        </w:rPr>
        <w:t xml:space="preserve"> Sveučilište u </w:t>
      </w:r>
      <w:r w:rsidR="00DA7A74">
        <w:rPr>
          <w:rFonts w:ascii="Times New Roman" w:hAnsi="Times New Roman" w:cs="Times New Roman"/>
          <w:sz w:val="24"/>
          <w:szCs w:val="24"/>
        </w:rPr>
        <w:t>Rijeka 202</w:t>
      </w:r>
      <w:r w:rsidR="004921BB">
        <w:rPr>
          <w:rFonts w:ascii="Times New Roman" w:hAnsi="Times New Roman" w:cs="Times New Roman"/>
          <w:sz w:val="24"/>
          <w:szCs w:val="24"/>
        </w:rPr>
        <w:t>5</w:t>
      </w:r>
      <w:r w:rsidR="00DA7A74">
        <w:rPr>
          <w:rFonts w:ascii="Times New Roman" w:hAnsi="Times New Roman" w:cs="Times New Roman"/>
          <w:sz w:val="24"/>
          <w:szCs w:val="24"/>
        </w:rPr>
        <w:t>. godine sadrži prihode po vrstama (izvorima)</w:t>
      </w:r>
      <w:r w:rsidR="000112CC">
        <w:rPr>
          <w:rFonts w:ascii="Times New Roman" w:hAnsi="Times New Roman" w:cs="Times New Roman"/>
          <w:sz w:val="24"/>
          <w:szCs w:val="24"/>
        </w:rPr>
        <w:t xml:space="preserve">, </w:t>
      </w:r>
      <w:r w:rsidR="00DA7A74">
        <w:rPr>
          <w:rFonts w:ascii="Times New Roman" w:hAnsi="Times New Roman" w:cs="Times New Roman"/>
          <w:sz w:val="24"/>
          <w:szCs w:val="24"/>
        </w:rPr>
        <w:t xml:space="preserve">rashode razvrstane prema proračunskim </w:t>
      </w:r>
      <w:r w:rsidR="002A0363">
        <w:rPr>
          <w:rFonts w:ascii="Times New Roman" w:hAnsi="Times New Roman" w:cs="Times New Roman"/>
          <w:sz w:val="24"/>
          <w:szCs w:val="24"/>
        </w:rPr>
        <w:t>k</w:t>
      </w:r>
      <w:r w:rsidR="00DA7A74">
        <w:rPr>
          <w:rFonts w:ascii="Times New Roman" w:hAnsi="Times New Roman" w:cs="Times New Roman"/>
          <w:sz w:val="24"/>
          <w:szCs w:val="24"/>
        </w:rPr>
        <w:t>lasifikacijam</w:t>
      </w:r>
      <w:r w:rsidR="003D7186">
        <w:rPr>
          <w:rFonts w:ascii="Times New Roman" w:hAnsi="Times New Roman" w:cs="Times New Roman"/>
          <w:sz w:val="24"/>
          <w:szCs w:val="24"/>
        </w:rPr>
        <w:t>a</w:t>
      </w:r>
      <w:r w:rsidR="000112CC">
        <w:rPr>
          <w:rFonts w:ascii="Times New Roman" w:hAnsi="Times New Roman" w:cs="Times New Roman"/>
          <w:sz w:val="24"/>
          <w:szCs w:val="24"/>
        </w:rPr>
        <w:t xml:space="preserve">  </w:t>
      </w:r>
      <w:r w:rsidR="003D7186">
        <w:rPr>
          <w:rFonts w:ascii="Times New Roman" w:hAnsi="Times New Roman" w:cs="Times New Roman"/>
          <w:sz w:val="24"/>
          <w:szCs w:val="24"/>
        </w:rPr>
        <w:t xml:space="preserve">    </w:t>
      </w:r>
      <w:r w:rsidR="000112CC">
        <w:rPr>
          <w:rFonts w:ascii="Times New Roman" w:hAnsi="Times New Roman" w:cs="Times New Roman"/>
          <w:sz w:val="24"/>
          <w:szCs w:val="24"/>
        </w:rPr>
        <w:t xml:space="preserve"> </w:t>
      </w:r>
      <w:r w:rsidR="003D7186">
        <w:rPr>
          <w:rFonts w:ascii="Times New Roman" w:hAnsi="Times New Roman" w:cs="Times New Roman"/>
          <w:sz w:val="24"/>
          <w:szCs w:val="24"/>
        </w:rPr>
        <w:t xml:space="preserve"> </w:t>
      </w:r>
      <w:r w:rsidR="00DA7A74">
        <w:rPr>
          <w:rFonts w:ascii="Times New Roman" w:hAnsi="Times New Roman" w:cs="Times New Roman"/>
          <w:sz w:val="24"/>
          <w:szCs w:val="24"/>
        </w:rPr>
        <w:t xml:space="preserve"> </w:t>
      </w:r>
      <w:r w:rsidR="003D7186">
        <w:rPr>
          <w:rFonts w:ascii="Times New Roman" w:hAnsi="Times New Roman" w:cs="Times New Roman"/>
          <w:sz w:val="24"/>
          <w:szCs w:val="24"/>
        </w:rPr>
        <w:t>(</w:t>
      </w:r>
      <w:r w:rsidR="00DA7A74">
        <w:rPr>
          <w:rFonts w:ascii="Times New Roman" w:hAnsi="Times New Roman" w:cs="Times New Roman"/>
          <w:sz w:val="24"/>
          <w:szCs w:val="24"/>
        </w:rPr>
        <w:t>aktivnostima).</w:t>
      </w:r>
    </w:p>
    <w:p w14:paraId="48E95C3A" w14:textId="7D711B41" w:rsidR="00755C91" w:rsidRDefault="00755C91" w:rsidP="00755C91">
      <w:pPr>
        <w:pStyle w:val="Odlomakpopisa"/>
        <w:ind w:left="0"/>
        <w:rPr>
          <w:rFonts w:ascii="Times New Roman" w:hAnsi="Times New Roman" w:cs="Times New Roman"/>
          <w:b/>
          <w:sz w:val="24"/>
          <w:szCs w:val="24"/>
        </w:rPr>
      </w:pPr>
      <w:bookmarkStart w:id="0" w:name="_Hlk116554692"/>
      <w:r w:rsidRPr="003D7186">
        <w:rPr>
          <w:rFonts w:ascii="Times New Roman" w:hAnsi="Times New Roman" w:cs="Times New Roman"/>
          <w:b/>
          <w:sz w:val="24"/>
          <w:szCs w:val="24"/>
        </w:rPr>
        <w:t>PLAN PRIHODA I PRIMITA</w:t>
      </w:r>
      <w:r w:rsidR="0005767C" w:rsidRPr="003D7186">
        <w:rPr>
          <w:rFonts w:ascii="Times New Roman" w:hAnsi="Times New Roman" w:cs="Times New Roman"/>
          <w:b/>
          <w:sz w:val="24"/>
          <w:szCs w:val="24"/>
        </w:rPr>
        <w:t>KA-IZVORI</w:t>
      </w:r>
    </w:p>
    <w:bookmarkEnd w:id="0"/>
    <w:p w14:paraId="1C5EABB4" w14:textId="77777777" w:rsidR="0005767C" w:rsidRDefault="0005767C" w:rsidP="00755C91">
      <w:pPr>
        <w:pStyle w:val="Odlomakpopisa"/>
        <w:ind w:left="0"/>
        <w:rPr>
          <w:rFonts w:ascii="Times New Roman" w:hAnsi="Times New Roman" w:cs="Times New Roman"/>
          <w:sz w:val="24"/>
          <w:szCs w:val="24"/>
        </w:rPr>
      </w:pPr>
    </w:p>
    <w:p w14:paraId="772F858B" w14:textId="17B3C83C" w:rsidR="0005767C" w:rsidRDefault="0005767C" w:rsidP="000112CC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>Fakultet zdravstvenih studija</w:t>
      </w:r>
      <w:r>
        <w:rPr>
          <w:rFonts w:ascii="Times New Roman" w:hAnsi="Times New Roman" w:cs="Times New Roman"/>
          <w:sz w:val="24"/>
          <w:szCs w:val="24"/>
        </w:rPr>
        <w:t xml:space="preserve"> ostvaruje prihode iz slijedećih izvora:</w:t>
      </w:r>
    </w:p>
    <w:p w14:paraId="5D516B21" w14:textId="689F0A74" w:rsidR="008561B1" w:rsidRPr="0005767C" w:rsidRDefault="0005767C" w:rsidP="000112CC">
      <w:pPr>
        <w:pStyle w:val="Odlomakpopisa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767C">
        <w:rPr>
          <w:rFonts w:ascii="Times New Roman" w:hAnsi="Times New Roman" w:cs="Times New Roman"/>
          <w:b/>
          <w:sz w:val="24"/>
          <w:szCs w:val="24"/>
        </w:rPr>
        <w:t>Izvor 11</w:t>
      </w:r>
      <w:r w:rsidR="00684489">
        <w:rPr>
          <w:rFonts w:ascii="Times New Roman" w:hAnsi="Times New Roman" w:cs="Times New Roman"/>
          <w:b/>
          <w:sz w:val="24"/>
          <w:szCs w:val="24"/>
        </w:rPr>
        <w:t>-</w:t>
      </w:r>
      <w:r w:rsidRPr="0005767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84489" w:rsidRPr="00684489">
        <w:rPr>
          <w:rFonts w:ascii="Times New Roman" w:hAnsi="Times New Roman" w:cs="Times New Roman"/>
          <w:b/>
          <w:sz w:val="24"/>
          <w:szCs w:val="24"/>
        </w:rPr>
        <w:t>Državni proračun</w:t>
      </w:r>
      <w:r w:rsidR="00684489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za financiranje redovne djelatnosti fakulteta, programsko financiranje nastavne i znanstvene djelatnosti.</w:t>
      </w:r>
    </w:p>
    <w:p w14:paraId="4C3C83A9" w14:textId="61AA7735" w:rsidR="0005767C" w:rsidRPr="00CF4E52" w:rsidRDefault="0005767C" w:rsidP="000112CC">
      <w:pPr>
        <w:pStyle w:val="Odlomakpopisa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Izvor 31 </w:t>
      </w:r>
      <w:r w:rsidR="00684489">
        <w:rPr>
          <w:rFonts w:ascii="Times New Roman" w:hAnsi="Times New Roman" w:cs="Times New Roman"/>
          <w:b/>
          <w:sz w:val="24"/>
          <w:szCs w:val="24"/>
        </w:rPr>
        <w:t xml:space="preserve">– vlastiti prihodi </w:t>
      </w:r>
      <w:r>
        <w:rPr>
          <w:rFonts w:ascii="Times New Roman" w:hAnsi="Times New Roman" w:cs="Times New Roman"/>
          <w:bCs/>
          <w:sz w:val="24"/>
          <w:szCs w:val="24"/>
        </w:rPr>
        <w:t>od pruženih usluga, cjeloživotnih programa, iznajmljivanja prostora</w:t>
      </w:r>
      <w:r w:rsidR="00CF4E52">
        <w:rPr>
          <w:rFonts w:ascii="Times New Roman" w:hAnsi="Times New Roman" w:cs="Times New Roman"/>
          <w:bCs/>
          <w:sz w:val="24"/>
          <w:szCs w:val="24"/>
        </w:rPr>
        <w:t xml:space="preserve"> Fakulteta.</w:t>
      </w:r>
    </w:p>
    <w:p w14:paraId="06434B1C" w14:textId="533A1944" w:rsidR="00CF4E52" w:rsidRPr="00CF4E52" w:rsidRDefault="00CF4E52" w:rsidP="000112CC">
      <w:pPr>
        <w:pStyle w:val="Odlomakpopisa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4E52">
        <w:rPr>
          <w:rFonts w:ascii="Times New Roman" w:hAnsi="Times New Roman" w:cs="Times New Roman"/>
          <w:b/>
          <w:sz w:val="24"/>
          <w:szCs w:val="24"/>
        </w:rPr>
        <w:t>Izvor 43</w:t>
      </w:r>
      <w:r w:rsidR="00684489">
        <w:rPr>
          <w:rFonts w:ascii="Times New Roman" w:hAnsi="Times New Roman" w:cs="Times New Roman"/>
          <w:b/>
          <w:sz w:val="24"/>
          <w:szCs w:val="24"/>
        </w:rPr>
        <w:t xml:space="preserve">-ostali prihodi za posebne namjene </w:t>
      </w:r>
      <w:r>
        <w:rPr>
          <w:rFonts w:ascii="Times New Roman" w:hAnsi="Times New Roman" w:cs="Times New Roman"/>
          <w:bCs/>
          <w:sz w:val="24"/>
          <w:szCs w:val="24"/>
        </w:rPr>
        <w:t>odnose se na sufinanciranje cijene usluge i participaciju školarina.</w:t>
      </w:r>
    </w:p>
    <w:p w14:paraId="63ED44CF" w14:textId="1DBFC29F" w:rsidR="00CF4E52" w:rsidRDefault="00370EC4" w:rsidP="000112CC">
      <w:pPr>
        <w:pStyle w:val="Odlomakpopisa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001E">
        <w:rPr>
          <w:rFonts w:ascii="Times New Roman" w:hAnsi="Times New Roman" w:cs="Times New Roman"/>
          <w:b/>
          <w:sz w:val="24"/>
          <w:szCs w:val="24"/>
        </w:rPr>
        <w:t>Izvor 51</w:t>
      </w:r>
      <w:r w:rsidR="0095001E" w:rsidRPr="0095001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84489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684489" w:rsidRPr="00684489">
        <w:rPr>
          <w:rFonts w:ascii="Times New Roman" w:hAnsi="Times New Roman" w:cs="Times New Roman"/>
          <w:b/>
          <w:sz w:val="24"/>
          <w:szCs w:val="24"/>
        </w:rPr>
        <w:t>pomoći EU</w:t>
      </w:r>
      <w:r w:rsidR="006844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5001E" w:rsidRPr="0095001E">
        <w:rPr>
          <w:rFonts w:ascii="Times New Roman" w:hAnsi="Times New Roman" w:cs="Times New Roman"/>
          <w:bCs/>
          <w:sz w:val="24"/>
          <w:szCs w:val="24"/>
        </w:rPr>
        <w:t>od međunarodnih organizacija te institucija i tijela EU za provedbu projekta ERASMUS +</w:t>
      </w:r>
    </w:p>
    <w:p w14:paraId="684BFEB6" w14:textId="17D0499C" w:rsidR="00956946" w:rsidRPr="00A00E3F" w:rsidRDefault="0095001E" w:rsidP="000112CC">
      <w:pPr>
        <w:pStyle w:val="Odlomakpopisa"/>
        <w:numPr>
          <w:ilvl w:val="0"/>
          <w:numId w:val="23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A00E3F">
        <w:rPr>
          <w:rFonts w:asciiTheme="majorBidi" w:hAnsiTheme="majorBidi" w:cstheme="majorBidi"/>
          <w:b/>
          <w:sz w:val="24"/>
          <w:szCs w:val="24"/>
        </w:rPr>
        <w:t>Izvor 52</w:t>
      </w:r>
      <w:r w:rsidR="00684489" w:rsidRPr="00A00E3F">
        <w:rPr>
          <w:rFonts w:asciiTheme="majorBidi" w:hAnsiTheme="majorBidi" w:cstheme="majorBidi"/>
          <w:b/>
          <w:sz w:val="24"/>
          <w:szCs w:val="24"/>
        </w:rPr>
        <w:t xml:space="preserve">-ostale pomoći </w:t>
      </w:r>
      <w:r w:rsidRPr="00A00E3F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="00684489" w:rsidRPr="00A00E3F">
        <w:rPr>
          <w:rFonts w:asciiTheme="majorBidi" w:hAnsiTheme="majorBidi" w:cstheme="majorBidi"/>
          <w:bCs/>
          <w:sz w:val="24"/>
          <w:szCs w:val="24"/>
        </w:rPr>
        <w:t>o</w:t>
      </w:r>
      <w:r w:rsidRPr="00A00E3F">
        <w:rPr>
          <w:rFonts w:asciiTheme="majorBidi" w:hAnsiTheme="majorBidi" w:cstheme="majorBidi"/>
          <w:bCs/>
          <w:sz w:val="24"/>
          <w:szCs w:val="24"/>
        </w:rPr>
        <w:t xml:space="preserve">dnose se na prijenose između proračunskih korisnika istog </w:t>
      </w:r>
      <w:r w:rsidR="001C108A" w:rsidRPr="00A00E3F">
        <w:rPr>
          <w:rFonts w:asciiTheme="majorBidi" w:hAnsiTheme="majorBidi" w:cstheme="majorBidi"/>
          <w:bCs/>
          <w:sz w:val="24"/>
          <w:szCs w:val="24"/>
        </w:rPr>
        <w:t>proračuna</w:t>
      </w:r>
    </w:p>
    <w:p w14:paraId="69DE3C3F" w14:textId="2399685F" w:rsidR="0095001E" w:rsidRPr="00A00E3F" w:rsidRDefault="001C108A" w:rsidP="000112CC">
      <w:pPr>
        <w:pStyle w:val="Odlomakpopisa"/>
        <w:numPr>
          <w:ilvl w:val="0"/>
          <w:numId w:val="23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A00E3F">
        <w:rPr>
          <w:rFonts w:asciiTheme="majorBidi" w:hAnsiTheme="majorBidi" w:cstheme="majorBidi"/>
          <w:b/>
          <w:sz w:val="24"/>
          <w:szCs w:val="24"/>
        </w:rPr>
        <w:t xml:space="preserve">581 - </w:t>
      </w:r>
      <w:r w:rsidR="00A00E3F" w:rsidRPr="00A00E3F">
        <w:rPr>
          <w:rStyle w:val="yrbpuc"/>
          <w:rFonts w:asciiTheme="majorBidi" w:hAnsiTheme="majorBidi" w:cstheme="majorBidi"/>
          <w:b/>
          <w:sz w:val="24"/>
          <w:szCs w:val="24"/>
          <w:shd w:val="clear" w:color="auto" w:fill="FFFFFF"/>
        </w:rPr>
        <w:t> </w:t>
      </w:r>
      <w:r w:rsidR="00A00E3F" w:rsidRPr="00A00E3F">
        <w:rPr>
          <w:rFonts w:asciiTheme="majorBidi" w:hAnsiTheme="majorBidi" w:cstheme="majorBidi"/>
          <w:b/>
          <w:sz w:val="24"/>
          <w:szCs w:val="24"/>
          <w:shd w:val="clear" w:color="auto" w:fill="FFFFFF"/>
        </w:rPr>
        <w:t> </w:t>
      </w:r>
      <w:r w:rsidR="00A00E3F" w:rsidRPr="00A00E3F">
        <w:rPr>
          <w:rStyle w:val="Istaknuto"/>
          <w:rFonts w:asciiTheme="majorBidi" w:hAnsiTheme="majorBidi" w:cstheme="majorBidi"/>
          <w:b/>
          <w:i w:val="0"/>
          <w:iCs w:val="0"/>
          <w:sz w:val="24"/>
          <w:szCs w:val="24"/>
          <w:shd w:val="clear" w:color="auto" w:fill="FFFFFF"/>
        </w:rPr>
        <w:t>Mehanizam za oporavak i otpornost – bespovratna sredstva</w:t>
      </w:r>
    </w:p>
    <w:p w14:paraId="260701DD" w14:textId="07C4B1AD" w:rsidR="0095001E" w:rsidRPr="0095001E" w:rsidRDefault="008E197E" w:rsidP="000112CC">
      <w:pPr>
        <w:pStyle w:val="Odlomakpopisa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197E">
        <w:rPr>
          <w:rFonts w:ascii="Times New Roman" w:hAnsi="Times New Roman" w:cs="Times New Roman"/>
          <w:b/>
          <w:sz w:val="24"/>
          <w:szCs w:val="24"/>
        </w:rPr>
        <w:t>Izvor 61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84489">
        <w:rPr>
          <w:rFonts w:ascii="Times New Roman" w:hAnsi="Times New Roman" w:cs="Times New Roman"/>
          <w:b/>
          <w:sz w:val="24"/>
          <w:szCs w:val="24"/>
        </w:rPr>
        <w:t xml:space="preserve"> donacije </w:t>
      </w:r>
      <w:r w:rsidR="00684489">
        <w:rPr>
          <w:rFonts w:ascii="Times New Roman" w:hAnsi="Times New Roman" w:cs="Times New Roman"/>
          <w:bCs/>
          <w:sz w:val="24"/>
          <w:szCs w:val="24"/>
        </w:rPr>
        <w:t xml:space="preserve">od </w:t>
      </w:r>
      <w:r w:rsidRPr="008E197E">
        <w:rPr>
          <w:rFonts w:ascii="Times New Roman" w:hAnsi="Times New Roman" w:cs="Times New Roman"/>
          <w:bCs/>
          <w:sz w:val="24"/>
          <w:szCs w:val="24"/>
        </w:rPr>
        <w:t>pravnih i fizičkih osoba izvan općeg proračuna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3B4E4BBA" w14:textId="7EA3BE5F" w:rsidR="0005767C" w:rsidRPr="0005767C" w:rsidRDefault="0005767C" w:rsidP="000112CC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D2B4EA" w14:textId="4AE5C7E0" w:rsidR="001B0CF0" w:rsidRDefault="000112CC" w:rsidP="0005767C">
      <w:pPr>
        <w:pStyle w:val="Odlomakpopisa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Planirani ukupni </w:t>
      </w:r>
      <w:r w:rsidR="002221DD">
        <w:rPr>
          <w:rFonts w:ascii="Times New Roman" w:hAnsi="Times New Roman" w:cs="Times New Roman"/>
          <w:sz w:val="24"/>
          <w:szCs w:val="24"/>
        </w:rPr>
        <w:t>rashodi</w:t>
      </w:r>
      <w:r>
        <w:rPr>
          <w:rFonts w:ascii="Times New Roman" w:hAnsi="Times New Roman" w:cs="Times New Roman"/>
          <w:sz w:val="24"/>
          <w:szCs w:val="24"/>
        </w:rPr>
        <w:t xml:space="preserve"> za 202</w:t>
      </w:r>
      <w:r w:rsidR="001C108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godinu iznose </w:t>
      </w:r>
      <w:r w:rsidR="00E307CF">
        <w:rPr>
          <w:rFonts w:ascii="Times New Roman" w:hAnsi="Times New Roman" w:cs="Times New Roman"/>
          <w:sz w:val="24"/>
          <w:szCs w:val="24"/>
        </w:rPr>
        <w:t>3.</w:t>
      </w:r>
      <w:r w:rsidR="001C108A">
        <w:rPr>
          <w:rFonts w:ascii="Times New Roman" w:hAnsi="Times New Roman" w:cs="Times New Roman"/>
          <w:sz w:val="24"/>
          <w:szCs w:val="24"/>
        </w:rPr>
        <w:t>711.716</w:t>
      </w:r>
      <w:r w:rsidR="00794AB5">
        <w:rPr>
          <w:rFonts w:ascii="Times New Roman" w:hAnsi="Times New Roman" w:cs="Times New Roman"/>
          <w:sz w:val="24"/>
          <w:szCs w:val="24"/>
        </w:rPr>
        <w:t xml:space="preserve"> </w:t>
      </w:r>
      <w:r w:rsidR="008561B1" w:rsidRPr="00003132">
        <w:rPr>
          <w:rFonts w:ascii="Times New Roman" w:hAnsi="Times New Roman" w:cs="Times New Roman"/>
          <w:sz w:val="24"/>
          <w:szCs w:val="24"/>
        </w:rPr>
        <w:t>€,</w:t>
      </w:r>
      <w:r w:rsidR="001B0CF0">
        <w:rPr>
          <w:rFonts w:ascii="Times New Roman" w:hAnsi="Times New Roman" w:cs="Times New Roman"/>
          <w:sz w:val="24"/>
          <w:szCs w:val="24"/>
        </w:rPr>
        <w:t xml:space="preserve"> </w:t>
      </w:r>
      <w:r w:rsidR="00C201C5">
        <w:rPr>
          <w:rFonts w:ascii="Times New Roman" w:hAnsi="Times New Roman" w:cs="Times New Roman"/>
          <w:sz w:val="24"/>
          <w:szCs w:val="24"/>
        </w:rPr>
        <w:t>i to iz</w:t>
      </w:r>
      <w:r w:rsidR="008317B9">
        <w:rPr>
          <w:rFonts w:ascii="Times New Roman" w:hAnsi="Times New Roman" w:cs="Times New Roman"/>
          <w:sz w:val="24"/>
          <w:szCs w:val="24"/>
        </w:rPr>
        <w:t xml:space="preserve"> izvora 11</w:t>
      </w:r>
      <w:r w:rsidR="00A01730">
        <w:rPr>
          <w:rFonts w:ascii="Times New Roman" w:hAnsi="Times New Roman" w:cs="Times New Roman"/>
          <w:sz w:val="24"/>
          <w:szCs w:val="24"/>
        </w:rPr>
        <w:t xml:space="preserve"> </w:t>
      </w:r>
      <w:r w:rsidR="008D7236">
        <w:rPr>
          <w:rFonts w:ascii="Times New Roman" w:hAnsi="Times New Roman" w:cs="Times New Roman"/>
          <w:sz w:val="24"/>
          <w:szCs w:val="24"/>
        </w:rPr>
        <w:t>(</w:t>
      </w:r>
      <w:r w:rsidR="004E1D5D">
        <w:rPr>
          <w:rFonts w:ascii="Times New Roman" w:hAnsi="Times New Roman" w:cs="Times New Roman"/>
          <w:sz w:val="24"/>
          <w:szCs w:val="24"/>
        </w:rPr>
        <w:t xml:space="preserve">Državni proračun) </w:t>
      </w:r>
      <w:r w:rsidR="001C108A">
        <w:rPr>
          <w:rFonts w:ascii="Times New Roman" w:hAnsi="Times New Roman" w:cs="Times New Roman"/>
          <w:sz w:val="24"/>
          <w:szCs w:val="24"/>
        </w:rPr>
        <w:t>2.439.096</w:t>
      </w:r>
      <w:r w:rsidR="00794AB5" w:rsidRPr="00C209C1">
        <w:rPr>
          <w:rFonts w:ascii="Times New Roman" w:hAnsi="Times New Roman" w:cs="Times New Roman"/>
          <w:sz w:val="24"/>
          <w:szCs w:val="24"/>
        </w:rPr>
        <w:t xml:space="preserve"> </w:t>
      </w:r>
      <w:r w:rsidR="00CC2548" w:rsidRPr="00C209C1">
        <w:rPr>
          <w:rFonts w:ascii="Times New Roman" w:hAnsi="Times New Roman" w:cs="Times New Roman"/>
          <w:sz w:val="24"/>
          <w:szCs w:val="24"/>
        </w:rPr>
        <w:t>€,</w:t>
      </w:r>
      <w:r w:rsidR="008317B9" w:rsidRPr="00C209C1">
        <w:rPr>
          <w:rFonts w:ascii="Times New Roman" w:hAnsi="Times New Roman" w:cs="Times New Roman"/>
          <w:sz w:val="24"/>
          <w:szCs w:val="24"/>
        </w:rPr>
        <w:t xml:space="preserve"> </w:t>
      </w:r>
      <w:r w:rsidR="004E1D5D" w:rsidRPr="00C209C1">
        <w:rPr>
          <w:rFonts w:ascii="Times New Roman" w:hAnsi="Times New Roman" w:cs="Times New Roman"/>
          <w:sz w:val="24"/>
          <w:szCs w:val="24"/>
        </w:rPr>
        <w:t xml:space="preserve"> </w:t>
      </w:r>
      <w:r w:rsidR="004E1D5D">
        <w:rPr>
          <w:rFonts w:ascii="Times New Roman" w:hAnsi="Times New Roman" w:cs="Times New Roman"/>
          <w:sz w:val="24"/>
          <w:szCs w:val="24"/>
        </w:rPr>
        <w:t xml:space="preserve">iz </w:t>
      </w:r>
      <w:r w:rsidR="00BD62D0">
        <w:rPr>
          <w:rFonts w:ascii="Times New Roman" w:hAnsi="Times New Roman" w:cs="Times New Roman"/>
          <w:sz w:val="24"/>
          <w:szCs w:val="24"/>
        </w:rPr>
        <w:t>izvor</w:t>
      </w:r>
      <w:r w:rsidR="004E1D5D">
        <w:rPr>
          <w:rFonts w:ascii="Times New Roman" w:hAnsi="Times New Roman" w:cs="Times New Roman"/>
          <w:sz w:val="24"/>
          <w:szCs w:val="24"/>
        </w:rPr>
        <w:t>a</w:t>
      </w:r>
      <w:r w:rsidR="00BD62D0">
        <w:rPr>
          <w:rFonts w:ascii="Times New Roman" w:hAnsi="Times New Roman" w:cs="Times New Roman"/>
          <w:sz w:val="24"/>
          <w:szCs w:val="24"/>
        </w:rPr>
        <w:t xml:space="preserve"> 31 </w:t>
      </w:r>
      <w:r w:rsidR="004E1D5D">
        <w:rPr>
          <w:rFonts w:ascii="Times New Roman" w:hAnsi="Times New Roman" w:cs="Times New Roman"/>
          <w:sz w:val="24"/>
          <w:szCs w:val="24"/>
        </w:rPr>
        <w:t xml:space="preserve">( vlastiti prihodi) </w:t>
      </w:r>
      <w:r w:rsidR="001F4013">
        <w:rPr>
          <w:rFonts w:ascii="Times New Roman" w:hAnsi="Times New Roman" w:cs="Times New Roman"/>
          <w:sz w:val="24"/>
          <w:szCs w:val="24"/>
        </w:rPr>
        <w:t>33.711</w:t>
      </w:r>
      <w:r w:rsidR="00794AB5">
        <w:rPr>
          <w:rFonts w:ascii="Times New Roman" w:hAnsi="Times New Roman" w:cs="Times New Roman"/>
          <w:sz w:val="24"/>
          <w:szCs w:val="24"/>
        </w:rPr>
        <w:t xml:space="preserve"> </w:t>
      </w:r>
      <w:r w:rsidR="008D7236">
        <w:rPr>
          <w:rFonts w:ascii="Times New Roman" w:hAnsi="Times New Roman" w:cs="Times New Roman"/>
          <w:sz w:val="24"/>
          <w:szCs w:val="24"/>
        </w:rPr>
        <w:t>€,</w:t>
      </w:r>
      <w:r w:rsidR="002A7062">
        <w:rPr>
          <w:rFonts w:ascii="Times New Roman" w:hAnsi="Times New Roman" w:cs="Times New Roman"/>
          <w:sz w:val="24"/>
          <w:szCs w:val="24"/>
        </w:rPr>
        <w:t xml:space="preserve">  </w:t>
      </w:r>
      <w:r w:rsidR="001F4013">
        <w:rPr>
          <w:rFonts w:ascii="Times New Roman" w:hAnsi="Times New Roman" w:cs="Times New Roman"/>
          <w:sz w:val="24"/>
          <w:szCs w:val="24"/>
        </w:rPr>
        <w:t xml:space="preserve">652.892 </w:t>
      </w:r>
      <w:r w:rsidR="00794AB5">
        <w:rPr>
          <w:rFonts w:ascii="Times New Roman" w:hAnsi="Times New Roman" w:cs="Times New Roman"/>
          <w:sz w:val="24"/>
          <w:szCs w:val="24"/>
        </w:rPr>
        <w:t xml:space="preserve"> </w:t>
      </w:r>
      <w:r w:rsidR="002A7062">
        <w:rPr>
          <w:rFonts w:ascii="Times New Roman" w:hAnsi="Times New Roman" w:cs="Times New Roman"/>
          <w:sz w:val="24"/>
          <w:szCs w:val="24"/>
        </w:rPr>
        <w:t xml:space="preserve">€ iz izvora 43 (prihodi za posebne namjene-školarine), iz izvora 51 ( tekuće pomoći EU) </w:t>
      </w:r>
      <w:r w:rsidR="00373143">
        <w:rPr>
          <w:rFonts w:ascii="Times New Roman" w:hAnsi="Times New Roman" w:cs="Times New Roman"/>
          <w:sz w:val="24"/>
          <w:szCs w:val="24"/>
        </w:rPr>
        <w:t xml:space="preserve"> </w:t>
      </w:r>
      <w:r w:rsidR="00F14567">
        <w:rPr>
          <w:rFonts w:ascii="Times New Roman" w:hAnsi="Times New Roman" w:cs="Times New Roman"/>
          <w:sz w:val="24"/>
          <w:szCs w:val="24"/>
        </w:rPr>
        <w:t>78.525</w:t>
      </w:r>
      <w:r w:rsidR="00794AB5">
        <w:rPr>
          <w:rFonts w:ascii="Times New Roman" w:hAnsi="Times New Roman" w:cs="Times New Roman"/>
          <w:sz w:val="24"/>
          <w:szCs w:val="24"/>
        </w:rPr>
        <w:t xml:space="preserve"> </w:t>
      </w:r>
      <w:r w:rsidR="00373143">
        <w:rPr>
          <w:rFonts w:ascii="Times New Roman" w:hAnsi="Times New Roman" w:cs="Times New Roman"/>
          <w:sz w:val="24"/>
          <w:szCs w:val="24"/>
        </w:rPr>
        <w:t xml:space="preserve">€, </w:t>
      </w:r>
      <w:r w:rsidR="00233CDE">
        <w:rPr>
          <w:rFonts w:ascii="Times New Roman" w:hAnsi="Times New Roman" w:cs="Times New Roman"/>
          <w:sz w:val="24"/>
          <w:szCs w:val="24"/>
        </w:rPr>
        <w:t xml:space="preserve"> te </w:t>
      </w:r>
      <w:r w:rsidR="00373143">
        <w:rPr>
          <w:rFonts w:ascii="Times New Roman" w:hAnsi="Times New Roman" w:cs="Times New Roman"/>
          <w:sz w:val="24"/>
          <w:szCs w:val="24"/>
        </w:rPr>
        <w:t xml:space="preserve">iz izvora 52 ( ostale pomoći) </w:t>
      </w:r>
      <w:r w:rsidR="00F14567">
        <w:rPr>
          <w:rFonts w:ascii="Times New Roman" w:hAnsi="Times New Roman" w:cs="Times New Roman"/>
          <w:sz w:val="24"/>
          <w:szCs w:val="24"/>
        </w:rPr>
        <w:t>95.009</w:t>
      </w:r>
      <w:r w:rsidR="00794AB5">
        <w:rPr>
          <w:rFonts w:ascii="Times New Roman" w:hAnsi="Times New Roman" w:cs="Times New Roman"/>
          <w:sz w:val="24"/>
          <w:szCs w:val="24"/>
        </w:rPr>
        <w:t xml:space="preserve"> </w:t>
      </w:r>
      <w:r w:rsidR="00182322">
        <w:rPr>
          <w:rFonts w:ascii="Times New Roman" w:hAnsi="Times New Roman" w:cs="Times New Roman"/>
          <w:sz w:val="24"/>
          <w:szCs w:val="24"/>
        </w:rPr>
        <w:t>€</w:t>
      </w:r>
      <w:r w:rsidR="00233CDE">
        <w:rPr>
          <w:rFonts w:ascii="Times New Roman" w:hAnsi="Times New Roman" w:cs="Times New Roman"/>
          <w:sz w:val="24"/>
          <w:szCs w:val="24"/>
        </w:rPr>
        <w:t>.</w:t>
      </w:r>
    </w:p>
    <w:p w14:paraId="71CB53B2" w14:textId="77777777" w:rsidR="0065264C" w:rsidRDefault="0065264C" w:rsidP="002A03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1CAAA9" w14:textId="77777777" w:rsidR="0065264C" w:rsidRDefault="0065264C" w:rsidP="002A03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30AB3C" w14:textId="11A46A59" w:rsidR="00A060E4" w:rsidRPr="00003132" w:rsidRDefault="00A060E4" w:rsidP="005C2A38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132">
        <w:rPr>
          <w:rFonts w:ascii="Times New Roman" w:hAnsi="Times New Roman" w:cs="Times New Roman"/>
          <w:b/>
          <w:sz w:val="24"/>
          <w:szCs w:val="24"/>
        </w:rPr>
        <w:t xml:space="preserve">A621 002 REDOVNA DJELATNOST SVEUČILIŠTA U RIJECI </w:t>
      </w:r>
    </w:p>
    <w:p w14:paraId="12754562" w14:textId="2E12D685" w:rsidR="00887D75" w:rsidRPr="002E56B9" w:rsidRDefault="00887D75" w:rsidP="005C2A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6B9">
        <w:rPr>
          <w:rFonts w:ascii="Times New Roman" w:hAnsi="Times New Roman" w:cs="Times New Roman"/>
          <w:sz w:val="24"/>
          <w:szCs w:val="24"/>
        </w:rPr>
        <w:t>Zakonske i druge pravne osnove:</w:t>
      </w:r>
    </w:p>
    <w:p w14:paraId="23BC7E37" w14:textId="1FCE2AD6" w:rsidR="00887D75" w:rsidRPr="00C224C8" w:rsidRDefault="00887D75" w:rsidP="00C224C8">
      <w:pPr>
        <w:pStyle w:val="Odlomakpopisa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24C8">
        <w:rPr>
          <w:rFonts w:ascii="Times New Roman" w:hAnsi="Times New Roman" w:cs="Times New Roman"/>
          <w:sz w:val="24"/>
          <w:szCs w:val="24"/>
        </w:rPr>
        <w:t>Zakon o znanstvenoj djel</w:t>
      </w:r>
      <w:r w:rsidR="00684489">
        <w:rPr>
          <w:rFonts w:ascii="Times New Roman" w:hAnsi="Times New Roman" w:cs="Times New Roman"/>
          <w:sz w:val="24"/>
          <w:szCs w:val="24"/>
        </w:rPr>
        <w:t>a</w:t>
      </w:r>
      <w:r w:rsidRPr="00C224C8">
        <w:rPr>
          <w:rFonts w:ascii="Times New Roman" w:hAnsi="Times New Roman" w:cs="Times New Roman"/>
          <w:sz w:val="24"/>
          <w:szCs w:val="24"/>
        </w:rPr>
        <w:t>tnosti i visokom obrazovanju</w:t>
      </w:r>
      <w:r w:rsidR="001C5D90" w:rsidRPr="00C224C8">
        <w:rPr>
          <w:rFonts w:ascii="Times New Roman" w:hAnsi="Times New Roman" w:cs="Times New Roman"/>
          <w:sz w:val="24"/>
          <w:szCs w:val="24"/>
        </w:rPr>
        <w:t xml:space="preserve"> (NN, br. 123/03, 198/03, 105/04, 174/04, 02/07, 46/07, 45/09, 63/11, i 94/13), </w:t>
      </w:r>
    </w:p>
    <w:p w14:paraId="74471A44" w14:textId="4D4C3E97" w:rsidR="00887D75" w:rsidRPr="00C224C8" w:rsidRDefault="00887D75" w:rsidP="00C224C8">
      <w:pPr>
        <w:pStyle w:val="Odlomakpopisa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24C8">
        <w:rPr>
          <w:rFonts w:ascii="Times New Roman" w:hAnsi="Times New Roman" w:cs="Times New Roman"/>
          <w:sz w:val="24"/>
          <w:szCs w:val="24"/>
        </w:rPr>
        <w:t>Kolektivni ugovor za znanost i visoko obrazovanje;</w:t>
      </w:r>
    </w:p>
    <w:p w14:paraId="70F633F4" w14:textId="25B875AB" w:rsidR="000112CC" w:rsidRPr="00C224C8" w:rsidRDefault="00994D32" w:rsidP="00C224C8">
      <w:pPr>
        <w:pStyle w:val="Odlomakpopisa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24C8">
        <w:rPr>
          <w:rFonts w:ascii="Times New Roman" w:hAnsi="Times New Roman" w:cs="Times New Roman"/>
          <w:sz w:val="24"/>
          <w:szCs w:val="24"/>
        </w:rPr>
        <w:t xml:space="preserve">Zakon o proračunu </w:t>
      </w:r>
      <w:bookmarkStart w:id="1" w:name="_Hlk116543661"/>
      <w:r w:rsidRPr="00C224C8">
        <w:rPr>
          <w:rFonts w:ascii="Times New Roman" w:hAnsi="Times New Roman" w:cs="Times New Roman"/>
          <w:sz w:val="24"/>
          <w:szCs w:val="24"/>
        </w:rPr>
        <w:t>(NN, br. 87/08, 136/12, 15/15,</w:t>
      </w:r>
      <w:r w:rsidR="001C5D90" w:rsidRPr="00C224C8">
        <w:rPr>
          <w:rFonts w:ascii="Times New Roman" w:hAnsi="Times New Roman" w:cs="Times New Roman"/>
          <w:sz w:val="24"/>
          <w:szCs w:val="24"/>
        </w:rPr>
        <w:t>144/21</w:t>
      </w:r>
      <w:r w:rsidRPr="00C224C8">
        <w:rPr>
          <w:rFonts w:ascii="Times New Roman" w:hAnsi="Times New Roman" w:cs="Times New Roman"/>
          <w:sz w:val="24"/>
          <w:szCs w:val="24"/>
        </w:rPr>
        <w:t>)</w:t>
      </w:r>
      <w:bookmarkEnd w:id="1"/>
      <w:r w:rsidRPr="00C224C8">
        <w:rPr>
          <w:rFonts w:ascii="Times New Roman" w:hAnsi="Times New Roman" w:cs="Times New Roman"/>
          <w:sz w:val="24"/>
          <w:szCs w:val="24"/>
        </w:rPr>
        <w:t>,</w:t>
      </w:r>
    </w:p>
    <w:p w14:paraId="00171621" w14:textId="21FD11C5" w:rsidR="00C3391B" w:rsidRDefault="00C3391B" w:rsidP="00C224C8">
      <w:pPr>
        <w:pStyle w:val="Odlomakpopisa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24C8">
        <w:rPr>
          <w:rFonts w:ascii="Times New Roman" w:hAnsi="Times New Roman" w:cs="Times New Roman"/>
          <w:sz w:val="24"/>
          <w:szCs w:val="24"/>
        </w:rPr>
        <w:t xml:space="preserve">Upute za izradu prijedloga financijskog plana razdjela 080 – Ministarstvo znanosti i obrazovanja </w:t>
      </w:r>
      <w:r w:rsidR="000112CC" w:rsidRPr="00C224C8">
        <w:rPr>
          <w:rFonts w:ascii="Times New Roman" w:hAnsi="Times New Roman" w:cs="Times New Roman"/>
          <w:sz w:val="24"/>
          <w:szCs w:val="24"/>
        </w:rPr>
        <w:t xml:space="preserve">  </w:t>
      </w:r>
      <w:r w:rsidRPr="00C224C8">
        <w:rPr>
          <w:rFonts w:ascii="Times New Roman" w:hAnsi="Times New Roman" w:cs="Times New Roman"/>
          <w:sz w:val="24"/>
          <w:szCs w:val="24"/>
        </w:rPr>
        <w:t xml:space="preserve">za </w:t>
      </w:r>
      <w:r w:rsidR="001C5D90" w:rsidRPr="00C224C8">
        <w:rPr>
          <w:rFonts w:ascii="Times New Roman" w:hAnsi="Times New Roman" w:cs="Times New Roman"/>
          <w:sz w:val="24"/>
          <w:szCs w:val="24"/>
        </w:rPr>
        <w:t xml:space="preserve"> </w:t>
      </w:r>
      <w:r w:rsidRPr="00C224C8">
        <w:rPr>
          <w:rFonts w:ascii="Times New Roman" w:hAnsi="Times New Roman" w:cs="Times New Roman"/>
          <w:sz w:val="24"/>
          <w:szCs w:val="24"/>
        </w:rPr>
        <w:t>razdoblje 202</w:t>
      </w:r>
      <w:r w:rsidR="00574F88">
        <w:rPr>
          <w:rFonts w:ascii="Times New Roman" w:hAnsi="Times New Roman" w:cs="Times New Roman"/>
          <w:sz w:val="24"/>
          <w:szCs w:val="24"/>
        </w:rPr>
        <w:t>5</w:t>
      </w:r>
      <w:r w:rsidRPr="00C224C8">
        <w:rPr>
          <w:rFonts w:ascii="Times New Roman" w:hAnsi="Times New Roman" w:cs="Times New Roman"/>
          <w:sz w:val="24"/>
          <w:szCs w:val="24"/>
        </w:rPr>
        <w:t>.-202</w:t>
      </w:r>
      <w:r w:rsidR="00EF28DE">
        <w:rPr>
          <w:rFonts w:ascii="Times New Roman" w:hAnsi="Times New Roman" w:cs="Times New Roman"/>
          <w:sz w:val="24"/>
          <w:szCs w:val="24"/>
        </w:rPr>
        <w:t>7</w:t>
      </w:r>
      <w:r w:rsidRPr="00C224C8">
        <w:rPr>
          <w:rFonts w:ascii="Times New Roman" w:hAnsi="Times New Roman" w:cs="Times New Roman"/>
          <w:sz w:val="24"/>
          <w:szCs w:val="24"/>
        </w:rPr>
        <w:t xml:space="preserve">. godine od </w:t>
      </w:r>
      <w:r w:rsidR="00E854FF">
        <w:rPr>
          <w:rFonts w:ascii="Times New Roman" w:hAnsi="Times New Roman" w:cs="Times New Roman"/>
          <w:sz w:val="24"/>
          <w:szCs w:val="24"/>
        </w:rPr>
        <w:t>04.studenog 2024.</w:t>
      </w:r>
      <w:r w:rsidRPr="00C224C8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418C1B1" w14:textId="6B9CCD6A" w:rsidR="0013064B" w:rsidRPr="0013064B" w:rsidRDefault="0013064B" w:rsidP="00D34186">
      <w:pPr>
        <w:pStyle w:val="Odlomakpopisa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64B">
        <w:rPr>
          <w:rFonts w:ascii="Times New Roman" w:hAnsi="Times New Roman" w:cs="Times New Roman"/>
          <w:sz w:val="24"/>
          <w:szCs w:val="24"/>
        </w:rPr>
        <w:t xml:space="preserve">Upute Sveučilišta u Rijeci o izradi prijedloga </w:t>
      </w:r>
      <w:r w:rsidR="00A10265">
        <w:rPr>
          <w:rFonts w:ascii="Times New Roman" w:hAnsi="Times New Roman" w:cs="Times New Roman"/>
          <w:sz w:val="24"/>
          <w:szCs w:val="24"/>
        </w:rPr>
        <w:t xml:space="preserve">izmjena </w:t>
      </w:r>
      <w:r w:rsidRPr="0013064B">
        <w:rPr>
          <w:rFonts w:ascii="Times New Roman" w:hAnsi="Times New Roman" w:cs="Times New Roman"/>
          <w:sz w:val="24"/>
          <w:szCs w:val="24"/>
        </w:rPr>
        <w:t xml:space="preserve">plana i danim limitima od </w:t>
      </w:r>
      <w:r w:rsidR="00A10265">
        <w:rPr>
          <w:rFonts w:ascii="Times New Roman" w:hAnsi="Times New Roman" w:cs="Times New Roman"/>
          <w:sz w:val="24"/>
          <w:szCs w:val="24"/>
        </w:rPr>
        <w:t>14.08.2025.</w:t>
      </w:r>
      <w:r w:rsidRPr="0013064B">
        <w:rPr>
          <w:rFonts w:ascii="Times New Roman" w:hAnsi="Times New Roman" w:cs="Times New Roman"/>
          <w:sz w:val="24"/>
          <w:szCs w:val="24"/>
        </w:rPr>
        <w:t>godine ,</w:t>
      </w:r>
    </w:p>
    <w:p w14:paraId="1D7A1C9B" w14:textId="48F5AB5C" w:rsidR="00C33B6A" w:rsidRPr="00C33B6A" w:rsidRDefault="00C3391B" w:rsidP="00A10265">
      <w:pPr>
        <w:pStyle w:val="Odlomakpopisa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B6A">
        <w:rPr>
          <w:rFonts w:ascii="Times New Roman" w:hAnsi="Times New Roman" w:cs="Times New Roman"/>
          <w:sz w:val="24"/>
          <w:szCs w:val="24"/>
        </w:rPr>
        <w:t xml:space="preserve">Upute Sveučilišta u Rijeci o izradi prijedloga plana i danim limitima od </w:t>
      </w:r>
      <w:r w:rsidR="00170BD1">
        <w:rPr>
          <w:rFonts w:ascii="Times New Roman" w:hAnsi="Times New Roman" w:cs="Times New Roman"/>
          <w:sz w:val="24"/>
          <w:szCs w:val="24"/>
        </w:rPr>
        <w:t>08.</w:t>
      </w:r>
      <w:r w:rsidR="00364D0B">
        <w:rPr>
          <w:rFonts w:ascii="Times New Roman" w:hAnsi="Times New Roman" w:cs="Times New Roman"/>
          <w:sz w:val="24"/>
          <w:szCs w:val="24"/>
        </w:rPr>
        <w:t xml:space="preserve"> </w:t>
      </w:r>
      <w:r w:rsidR="00170BD1">
        <w:rPr>
          <w:rFonts w:ascii="Times New Roman" w:hAnsi="Times New Roman" w:cs="Times New Roman"/>
          <w:sz w:val="24"/>
          <w:szCs w:val="24"/>
        </w:rPr>
        <w:t xml:space="preserve">posinca </w:t>
      </w:r>
      <w:r w:rsidR="00FC0911">
        <w:rPr>
          <w:rFonts w:ascii="Times New Roman" w:hAnsi="Times New Roman" w:cs="Times New Roman"/>
          <w:sz w:val="24"/>
          <w:szCs w:val="24"/>
        </w:rPr>
        <w:t xml:space="preserve">2025. </w:t>
      </w:r>
      <w:r w:rsidR="00364D0B">
        <w:rPr>
          <w:rFonts w:ascii="Times New Roman" w:hAnsi="Times New Roman" w:cs="Times New Roman"/>
          <w:sz w:val="24"/>
          <w:szCs w:val="24"/>
        </w:rPr>
        <w:t>godine</w:t>
      </w:r>
    </w:p>
    <w:p w14:paraId="69FCB207" w14:textId="359088CD" w:rsidR="00887D75" w:rsidRDefault="00C3391B" w:rsidP="00E027B3">
      <w:pPr>
        <w:pStyle w:val="Odlomakpopisa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24C8">
        <w:rPr>
          <w:rFonts w:ascii="Times New Roman" w:hAnsi="Times New Roman" w:cs="Times New Roman"/>
          <w:sz w:val="24"/>
          <w:szCs w:val="24"/>
        </w:rPr>
        <w:t>Strate</w:t>
      </w:r>
      <w:r w:rsidR="00887D75" w:rsidRPr="00C224C8">
        <w:rPr>
          <w:rFonts w:ascii="Times New Roman" w:hAnsi="Times New Roman" w:cs="Times New Roman"/>
          <w:sz w:val="24"/>
          <w:szCs w:val="24"/>
        </w:rPr>
        <w:t>gija razvoja znanosti Fakulteta zdravstvenih studija u Rijeci 2021-2025</w:t>
      </w:r>
      <w:r w:rsidR="002A0363">
        <w:rPr>
          <w:rFonts w:ascii="Times New Roman" w:hAnsi="Times New Roman" w:cs="Times New Roman"/>
          <w:sz w:val="24"/>
          <w:szCs w:val="24"/>
        </w:rPr>
        <w:t>.</w:t>
      </w:r>
    </w:p>
    <w:p w14:paraId="04DD016F" w14:textId="290BC8BC" w:rsidR="009A0DD1" w:rsidRDefault="009A0DD1" w:rsidP="009A0D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2091AA" w14:textId="786DED3B" w:rsidR="009A0DD1" w:rsidRDefault="009A0DD1" w:rsidP="009A0D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5078" w:type="dxa"/>
        <w:tblLook w:val="04A0" w:firstRow="1" w:lastRow="0" w:firstColumn="1" w:lastColumn="0" w:noHBand="0" w:noVBand="1"/>
      </w:tblPr>
      <w:tblGrid>
        <w:gridCol w:w="1233"/>
        <w:gridCol w:w="1476"/>
        <w:gridCol w:w="1476"/>
        <w:gridCol w:w="893"/>
      </w:tblGrid>
      <w:tr w:rsidR="00D40CFD" w:rsidRPr="00003132" w14:paraId="5C6B3FC7" w14:textId="77777777" w:rsidTr="00D40CFD">
        <w:tc>
          <w:tcPr>
            <w:tcW w:w="1233" w:type="dxa"/>
            <w:shd w:val="clear" w:color="auto" w:fill="D0CECE" w:themeFill="background2" w:themeFillShade="E6"/>
          </w:tcPr>
          <w:p w14:paraId="0377C84F" w14:textId="77777777" w:rsidR="00D40CFD" w:rsidRPr="00003132" w:rsidRDefault="00D40CFD" w:rsidP="005C2A3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14220620"/>
          </w:p>
          <w:p w14:paraId="254C285C" w14:textId="77777777" w:rsidR="00D40CFD" w:rsidRPr="00003132" w:rsidRDefault="00D40CFD" w:rsidP="005C2A3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Šifra aktivnosti/ programa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2FDAEEA" w14:textId="77777777" w:rsidR="00D40CFD" w:rsidRPr="00003132" w:rsidRDefault="00D40CFD" w:rsidP="005C2A3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Plan</w:t>
            </w:r>
          </w:p>
          <w:p w14:paraId="5EE75411" w14:textId="24702D9E" w:rsidR="00D40CFD" w:rsidRPr="00003132" w:rsidRDefault="00D40CFD" w:rsidP="005C2A3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64D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18A9BCF" w14:textId="7E92C7CF" w:rsidR="00D40CFD" w:rsidRDefault="00D40CFD" w:rsidP="005C2A3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Rebalans </w:t>
            </w:r>
          </w:p>
          <w:p w14:paraId="6B90EAD6" w14:textId="237F353D" w:rsidR="00D40CFD" w:rsidRPr="00003132" w:rsidRDefault="00995EA8" w:rsidP="005C2A3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163CAE3" w14:textId="622A24FF" w:rsidR="00D40CFD" w:rsidRPr="00003132" w:rsidRDefault="00D40CFD" w:rsidP="005C2A3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 xml:space="preserve">Indeks </w:t>
            </w:r>
          </w:p>
        </w:tc>
      </w:tr>
      <w:bookmarkEnd w:id="2"/>
      <w:tr w:rsidR="00D40CFD" w:rsidRPr="00003132" w14:paraId="5D82736F" w14:textId="77777777" w:rsidTr="00D40CFD">
        <w:tc>
          <w:tcPr>
            <w:tcW w:w="1233" w:type="dxa"/>
          </w:tcPr>
          <w:p w14:paraId="7812AA60" w14:textId="77777777" w:rsidR="00D40CFD" w:rsidRPr="002A0363" w:rsidRDefault="00D40CFD" w:rsidP="005B341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97AA2EA" w14:textId="7F5B993D" w:rsidR="00D40CFD" w:rsidRPr="002A0363" w:rsidRDefault="00D40CFD" w:rsidP="005B341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03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A621002</w:t>
            </w:r>
          </w:p>
          <w:p w14:paraId="10C8BAE2" w14:textId="77777777" w:rsidR="00D40CFD" w:rsidRPr="002A0363" w:rsidRDefault="00D40CFD" w:rsidP="005B341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</w:tcBorders>
          </w:tcPr>
          <w:p w14:paraId="72F7A700" w14:textId="77777777" w:rsidR="00D40CFD" w:rsidRDefault="00D40CFD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F0CC389" w14:textId="4FFADE5A" w:rsidR="00D40CFD" w:rsidRDefault="00665FDB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="00F85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273</w:t>
            </w:r>
            <w:r w:rsidR="00BD19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F85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541</w:t>
            </w:r>
            <w:r w:rsidR="00BD19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40C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€</w:t>
            </w:r>
          </w:p>
          <w:p w14:paraId="3817F0DF" w14:textId="352179F1" w:rsidR="00D40CFD" w:rsidRPr="002A0363" w:rsidRDefault="00D40CFD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</w:tcBorders>
          </w:tcPr>
          <w:p w14:paraId="2731D350" w14:textId="77777777" w:rsidR="00D40CFD" w:rsidRPr="002A0363" w:rsidRDefault="00D40CFD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7C7382" w14:textId="398331D4" w:rsidR="00D40CFD" w:rsidRPr="002A0363" w:rsidRDefault="00F85A90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2.439.096</w:t>
            </w:r>
            <w:r w:rsidR="00D40C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€</w:t>
            </w:r>
          </w:p>
          <w:p w14:paraId="09806EC9" w14:textId="03A8FC40" w:rsidR="00D40CFD" w:rsidRPr="002A0363" w:rsidRDefault="00D40CFD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4" w:space="0" w:color="auto"/>
            </w:tcBorders>
          </w:tcPr>
          <w:p w14:paraId="306F12C1" w14:textId="3C572D8B" w:rsidR="00D40CFD" w:rsidRDefault="00D40CFD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7AF3A0" w14:textId="68217E7A" w:rsidR="00E274B0" w:rsidRPr="002A0363" w:rsidRDefault="00E274B0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17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BD19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  <w:p w14:paraId="64CB5F1E" w14:textId="09112B77" w:rsidR="00D40CFD" w:rsidRPr="002A0363" w:rsidRDefault="00D40CFD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53BCE5" w14:textId="3341223D" w:rsidR="00D40CFD" w:rsidRPr="002A0363" w:rsidRDefault="00D40CFD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09345C8" w14:textId="77777777" w:rsidR="00A060E4" w:rsidRPr="00003132" w:rsidRDefault="00A060E4" w:rsidP="005C2A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2E5B8A" w14:textId="6E6DD93C" w:rsidR="000F6C90" w:rsidRDefault="000F6C90" w:rsidP="008965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aktivnost sastoji se od sljedećih podaktivnosti:</w:t>
      </w:r>
    </w:p>
    <w:p w14:paraId="29428596" w14:textId="1ABFB5AC" w:rsidR="000F6C90" w:rsidRDefault="000F6C90" w:rsidP="000F6C90">
      <w:pPr>
        <w:pStyle w:val="Odlomakpopisa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Financiranje rashoda za plaće</w:t>
      </w:r>
      <w:r w:rsidR="00FB1A46">
        <w:rPr>
          <w:rFonts w:ascii="Times New Roman" w:hAnsi="Times New Roman" w:cs="Times New Roman"/>
          <w:sz w:val="24"/>
          <w:szCs w:val="24"/>
        </w:rPr>
        <w:t>,</w:t>
      </w:r>
    </w:p>
    <w:p w14:paraId="286F887C" w14:textId="10311B5E" w:rsidR="000F6C90" w:rsidRDefault="000F6C90" w:rsidP="000F6C90">
      <w:pPr>
        <w:pStyle w:val="Odlomakpopisa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Financiranj</w:t>
      </w:r>
      <w:r w:rsidR="00FB1A4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materijalnih prava zaposlenih</w:t>
      </w:r>
      <w:r w:rsidR="00FB1A46">
        <w:rPr>
          <w:rFonts w:ascii="Times New Roman" w:hAnsi="Times New Roman" w:cs="Times New Roman"/>
          <w:sz w:val="24"/>
          <w:szCs w:val="24"/>
        </w:rPr>
        <w:t>, sistematskih pregleda i prijevoza,</w:t>
      </w:r>
    </w:p>
    <w:p w14:paraId="7DA3AB97" w14:textId="210061DE" w:rsidR="000F6C90" w:rsidRDefault="000F6C90" w:rsidP="000F6C90">
      <w:pPr>
        <w:pStyle w:val="Odlomakpopisa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Financiranje </w:t>
      </w:r>
      <w:r w:rsidR="00FB1A46">
        <w:rPr>
          <w:rFonts w:ascii="Times New Roman" w:hAnsi="Times New Roman" w:cs="Times New Roman"/>
          <w:sz w:val="24"/>
          <w:szCs w:val="24"/>
        </w:rPr>
        <w:t>naknade radi nezapošljavanja osoba s invaliditetom.</w:t>
      </w:r>
    </w:p>
    <w:p w14:paraId="26B73B7F" w14:textId="77777777" w:rsidR="00DE5FE5" w:rsidRDefault="00DE5FE5" w:rsidP="00DE5FE5">
      <w:pPr>
        <w:pStyle w:val="Odlomakpopisa"/>
        <w:spacing w:after="0" w:line="36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14:paraId="09352D26" w14:textId="214D7616" w:rsidR="000F6C90" w:rsidRDefault="000F6C90" w:rsidP="000F6C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aktivnost provodi se svake godine</w:t>
      </w:r>
      <w:r w:rsidR="00BE34D1">
        <w:rPr>
          <w:rFonts w:ascii="Times New Roman" w:hAnsi="Times New Roman" w:cs="Times New Roman"/>
          <w:sz w:val="24"/>
          <w:szCs w:val="24"/>
        </w:rPr>
        <w:t xml:space="preserve"> i planirana je </w:t>
      </w:r>
      <w:r w:rsidR="00283EFA">
        <w:rPr>
          <w:rFonts w:ascii="Times New Roman" w:hAnsi="Times New Roman" w:cs="Times New Roman"/>
          <w:sz w:val="24"/>
          <w:szCs w:val="24"/>
        </w:rPr>
        <w:t xml:space="preserve">prema </w:t>
      </w:r>
      <w:r w:rsidR="00283EFA" w:rsidRPr="00003132">
        <w:rPr>
          <w:rFonts w:ascii="Times New Roman" w:hAnsi="Times New Roman" w:cs="Times New Roman"/>
          <w:sz w:val="24"/>
          <w:szCs w:val="24"/>
        </w:rPr>
        <w:t>Uputama Ministarstva financija i Ministarstva znanosti i ostvaruju se preko računa državne riznice, a limiti</w:t>
      </w:r>
      <w:r w:rsidR="00602044">
        <w:rPr>
          <w:rFonts w:ascii="Times New Roman" w:hAnsi="Times New Roman" w:cs="Times New Roman"/>
          <w:sz w:val="24"/>
          <w:szCs w:val="24"/>
        </w:rPr>
        <w:t xml:space="preserve"> ( iznosi) </w:t>
      </w:r>
      <w:r w:rsidR="00283EFA" w:rsidRPr="00003132">
        <w:rPr>
          <w:rFonts w:ascii="Times New Roman" w:hAnsi="Times New Roman" w:cs="Times New Roman"/>
          <w:sz w:val="24"/>
          <w:szCs w:val="24"/>
        </w:rPr>
        <w:t xml:space="preserve"> su dobiveni od Sveučilišta u Rijeci</w:t>
      </w:r>
      <w:r w:rsidR="00D07F08">
        <w:rPr>
          <w:rFonts w:ascii="Times New Roman" w:hAnsi="Times New Roman" w:cs="Times New Roman"/>
          <w:sz w:val="24"/>
          <w:szCs w:val="24"/>
        </w:rPr>
        <w:t>.</w:t>
      </w:r>
    </w:p>
    <w:p w14:paraId="5CE90F67" w14:textId="57784571" w:rsidR="003F5B8A" w:rsidRPr="00C209C1" w:rsidRDefault="00E877AE" w:rsidP="005230F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 xml:space="preserve">Prema zadanim limitima Sveučilišta u Rijeci za Fakultet zdravstvenih studija na izvoru financiranja 11 opći prihodi i primici </w:t>
      </w:r>
      <w:r w:rsidRPr="00003132">
        <w:rPr>
          <w:rFonts w:ascii="Times New Roman" w:hAnsi="Times New Roman" w:cs="Times New Roman"/>
          <w:b/>
          <w:sz w:val="24"/>
          <w:szCs w:val="24"/>
          <w:u w:val="single"/>
        </w:rPr>
        <w:t>A621002 Redovna djelatnost Sveučilišta u Rijeci</w:t>
      </w:r>
      <w:r w:rsidRPr="00003132">
        <w:rPr>
          <w:rFonts w:ascii="Times New Roman" w:hAnsi="Times New Roman" w:cs="Times New Roman"/>
          <w:sz w:val="24"/>
          <w:szCs w:val="24"/>
        </w:rPr>
        <w:t>, planiran</w:t>
      </w:r>
      <w:r w:rsidR="00684489">
        <w:rPr>
          <w:rFonts w:ascii="Times New Roman" w:hAnsi="Times New Roman" w:cs="Times New Roman"/>
          <w:sz w:val="24"/>
          <w:szCs w:val="24"/>
        </w:rPr>
        <w:t xml:space="preserve">i </w:t>
      </w:r>
      <w:r w:rsidR="0065730A">
        <w:rPr>
          <w:rFonts w:ascii="Times New Roman" w:hAnsi="Times New Roman" w:cs="Times New Roman"/>
          <w:sz w:val="24"/>
          <w:szCs w:val="24"/>
        </w:rPr>
        <w:t xml:space="preserve">ukupni </w:t>
      </w:r>
      <w:r w:rsidR="00684489">
        <w:rPr>
          <w:rFonts w:ascii="Times New Roman" w:hAnsi="Times New Roman" w:cs="Times New Roman"/>
          <w:sz w:val="24"/>
          <w:szCs w:val="24"/>
        </w:rPr>
        <w:t xml:space="preserve">iznos </w:t>
      </w:r>
      <w:r w:rsidRPr="00003132">
        <w:rPr>
          <w:rFonts w:ascii="Times New Roman" w:hAnsi="Times New Roman" w:cs="Times New Roman"/>
          <w:sz w:val="24"/>
          <w:szCs w:val="24"/>
        </w:rPr>
        <w:t xml:space="preserve"> </w:t>
      </w:r>
      <w:r w:rsidR="00684489">
        <w:rPr>
          <w:rFonts w:ascii="Times New Roman" w:hAnsi="Times New Roman" w:cs="Times New Roman"/>
          <w:sz w:val="24"/>
          <w:szCs w:val="24"/>
        </w:rPr>
        <w:t xml:space="preserve">iz </w:t>
      </w:r>
      <w:r w:rsidRPr="00003132">
        <w:rPr>
          <w:rFonts w:ascii="Times New Roman" w:hAnsi="Times New Roman" w:cs="Times New Roman"/>
          <w:sz w:val="24"/>
          <w:szCs w:val="24"/>
        </w:rPr>
        <w:t xml:space="preserve">  državnog proračuna </w:t>
      </w:r>
      <w:r w:rsidR="00684489">
        <w:rPr>
          <w:rFonts w:ascii="Times New Roman" w:hAnsi="Times New Roman" w:cs="Times New Roman"/>
          <w:sz w:val="24"/>
          <w:szCs w:val="24"/>
        </w:rPr>
        <w:t xml:space="preserve"> za 202</w:t>
      </w:r>
      <w:r w:rsidR="00601EEB">
        <w:rPr>
          <w:rFonts w:ascii="Times New Roman" w:hAnsi="Times New Roman" w:cs="Times New Roman"/>
          <w:sz w:val="24"/>
          <w:szCs w:val="24"/>
        </w:rPr>
        <w:t>5</w:t>
      </w:r>
      <w:r w:rsidR="00684489">
        <w:rPr>
          <w:rFonts w:ascii="Times New Roman" w:hAnsi="Times New Roman" w:cs="Times New Roman"/>
          <w:sz w:val="24"/>
          <w:szCs w:val="24"/>
        </w:rPr>
        <w:t xml:space="preserve">. </w:t>
      </w:r>
      <w:r w:rsidR="00684489" w:rsidRPr="00C209C1">
        <w:rPr>
          <w:rFonts w:ascii="Times New Roman" w:hAnsi="Times New Roman" w:cs="Times New Roman"/>
          <w:sz w:val="24"/>
          <w:szCs w:val="24"/>
        </w:rPr>
        <w:t>godinu je</w:t>
      </w:r>
      <w:r w:rsidR="001F2E86">
        <w:rPr>
          <w:rFonts w:ascii="Times New Roman" w:hAnsi="Times New Roman" w:cs="Times New Roman"/>
          <w:sz w:val="24"/>
          <w:szCs w:val="24"/>
        </w:rPr>
        <w:t xml:space="preserve"> </w:t>
      </w:r>
      <w:r w:rsidR="00601EEB">
        <w:rPr>
          <w:rFonts w:ascii="Times New Roman" w:hAnsi="Times New Roman" w:cs="Times New Roman"/>
          <w:sz w:val="24"/>
          <w:szCs w:val="24"/>
        </w:rPr>
        <w:t>2</w:t>
      </w:r>
      <w:r w:rsidR="001F2E86">
        <w:rPr>
          <w:rFonts w:ascii="Times New Roman" w:hAnsi="Times New Roman" w:cs="Times New Roman"/>
          <w:sz w:val="24"/>
          <w:szCs w:val="24"/>
        </w:rPr>
        <w:t xml:space="preserve">.439.096 </w:t>
      </w:r>
      <w:r w:rsidR="00286277" w:rsidRPr="00C209C1">
        <w:rPr>
          <w:rFonts w:ascii="Times New Roman" w:hAnsi="Times New Roman" w:cs="Times New Roman"/>
          <w:sz w:val="24"/>
          <w:szCs w:val="24"/>
        </w:rPr>
        <w:t>€</w:t>
      </w:r>
      <w:r w:rsidR="009A0DD1">
        <w:rPr>
          <w:rFonts w:ascii="Times New Roman" w:hAnsi="Times New Roman" w:cs="Times New Roman"/>
          <w:sz w:val="24"/>
          <w:szCs w:val="24"/>
        </w:rPr>
        <w:t xml:space="preserve"> </w:t>
      </w:r>
      <w:r w:rsidR="00BA397B">
        <w:rPr>
          <w:rFonts w:ascii="Times New Roman" w:hAnsi="Times New Roman" w:cs="Times New Roman"/>
          <w:sz w:val="24"/>
          <w:szCs w:val="24"/>
        </w:rPr>
        <w:t>što je</w:t>
      </w:r>
      <w:r w:rsidR="009A0DD1">
        <w:rPr>
          <w:rFonts w:ascii="Times New Roman" w:hAnsi="Times New Roman" w:cs="Times New Roman"/>
          <w:sz w:val="24"/>
          <w:szCs w:val="24"/>
        </w:rPr>
        <w:t xml:space="preserve"> uvećanje od</w:t>
      </w:r>
      <w:r w:rsidR="000C31DF">
        <w:rPr>
          <w:rFonts w:ascii="Times New Roman" w:hAnsi="Times New Roman" w:cs="Times New Roman"/>
          <w:sz w:val="24"/>
          <w:szCs w:val="24"/>
        </w:rPr>
        <w:t xml:space="preserve"> </w:t>
      </w:r>
      <w:r w:rsidR="00E659FF">
        <w:rPr>
          <w:rFonts w:ascii="Times New Roman" w:hAnsi="Times New Roman" w:cs="Times New Roman"/>
          <w:sz w:val="24"/>
          <w:szCs w:val="24"/>
        </w:rPr>
        <w:t>7,3</w:t>
      </w:r>
      <w:r w:rsidR="000C31DF">
        <w:rPr>
          <w:rFonts w:ascii="Times New Roman" w:hAnsi="Times New Roman" w:cs="Times New Roman"/>
          <w:sz w:val="24"/>
          <w:szCs w:val="24"/>
        </w:rPr>
        <w:t>%</w:t>
      </w:r>
      <w:r w:rsidR="009A0DD1">
        <w:rPr>
          <w:rFonts w:ascii="Times New Roman" w:hAnsi="Times New Roman" w:cs="Times New Roman"/>
          <w:sz w:val="24"/>
          <w:szCs w:val="24"/>
        </w:rPr>
        <w:t xml:space="preserve">  u odnosu na</w:t>
      </w:r>
      <w:r w:rsidR="00D40CFD">
        <w:rPr>
          <w:rFonts w:ascii="Times New Roman" w:hAnsi="Times New Roman" w:cs="Times New Roman"/>
          <w:sz w:val="24"/>
          <w:szCs w:val="24"/>
        </w:rPr>
        <w:t xml:space="preserve"> izvorni plan</w:t>
      </w:r>
      <w:r w:rsidR="009A0DD1">
        <w:rPr>
          <w:rFonts w:ascii="Times New Roman" w:hAnsi="Times New Roman" w:cs="Times New Roman"/>
          <w:sz w:val="24"/>
          <w:szCs w:val="24"/>
        </w:rPr>
        <w:t>.</w:t>
      </w:r>
      <w:r w:rsidR="00286277" w:rsidRPr="00C209C1">
        <w:rPr>
          <w:rFonts w:ascii="Times New Roman" w:hAnsi="Times New Roman" w:cs="Times New Roman"/>
          <w:sz w:val="24"/>
          <w:szCs w:val="24"/>
        </w:rPr>
        <w:t xml:space="preserve"> </w:t>
      </w:r>
      <w:r w:rsidRPr="00C209C1">
        <w:rPr>
          <w:rFonts w:ascii="Times New Roman" w:hAnsi="Times New Roman" w:cs="Times New Roman"/>
          <w:sz w:val="24"/>
          <w:szCs w:val="24"/>
        </w:rPr>
        <w:t>Iz općih prihoda i primitaka u 202</w:t>
      </w:r>
      <w:r w:rsidR="00E659FF">
        <w:rPr>
          <w:rFonts w:ascii="Times New Roman" w:hAnsi="Times New Roman" w:cs="Times New Roman"/>
          <w:sz w:val="24"/>
          <w:szCs w:val="24"/>
        </w:rPr>
        <w:t>5</w:t>
      </w:r>
      <w:r w:rsidRPr="00C209C1">
        <w:rPr>
          <w:rFonts w:ascii="Times New Roman" w:hAnsi="Times New Roman" w:cs="Times New Roman"/>
          <w:sz w:val="24"/>
          <w:szCs w:val="24"/>
        </w:rPr>
        <w:t>. planirano je financiranje  rash</w:t>
      </w:r>
      <w:r w:rsidR="00DE2BAD">
        <w:rPr>
          <w:rFonts w:ascii="Times New Roman" w:hAnsi="Times New Roman" w:cs="Times New Roman"/>
          <w:sz w:val="24"/>
          <w:szCs w:val="24"/>
        </w:rPr>
        <w:t>oda</w:t>
      </w:r>
      <w:r w:rsidRPr="00C209C1">
        <w:rPr>
          <w:rFonts w:ascii="Times New Roman" w:hAnsi="Times New Roman" w:cs="Times New Roman"/>
          <w:sz w:val="24"/>
          <w:szCs w:val="24"/>
        </w:rPr>
        <w:t xml:space="preserve"> zaposlene</w:t>
      </w:r>
      <w:r w:rsidR="0073488B" w:rsidRPr="00C209C1">
        <w:rPr>
          <w:rFonts w:ascii="Times New Roman" w:hAnsi="Times New Roman" w:cs="Times New Roman"/>
          <w:sz w:val="24"/>
          <w:szCs w:val="24"/>
        </w:rPr>
        <w:t>,</w:t>
      </w:r>
      <w:r w:rsidRPr="00C209C1">
        <w:rPr>
          <w:rFonts w:ascii="Times New Roman" w:hAnsi="Times New Roman" w:cs="Times New Roman"/>
          <w:sz w:val="24"/>
          <w:szCs w:val="24"/>
        </w:rPr>
        <w:t xml:space="preserve">te materijalnih </w:t>
      </w:r>
      <w:r w:rsidR="0073488B" w:rsidRPr="00C209C1">
        <w:rPr>
          <w:rFonts w:ascii="Times New Roman" w:hAnsi="Times New Roman" w:cs="Times New Roman"/>
          <w:sz w:val="24"/>
          <w:szCs w:val="24"/>
        </w:rPr>
        <w:t>prava zaposlenih</w:t>
      </w:r>
      <w:r w:rsidRPr="00C209C1">
        <w:rPr>
          <w:rFonts w:ascii="Times New Roman" w:hAnsi="Times New Roman" w:cs="Times New Roman"/>
          <w:sz w:val="24"/>
          <w:szCs w:val="24"/>
        </w:rPr>
        <w:t xml:space="preserve">, </w:t>
      </w:r>
      <w:r w:rsidR="0073488B" w:rsidRPr="00C209C1">
        <w:rPr>
          <w:rFonts w:ascii="Times New Roman" w:hAnsi="Times New Roman" w:cs="Times New Roman"/>
          <w:sz w:val="24"/>
          <w:szCs w:val="24"/>
        </w:rPr>
        <w:t>za financiranje prijevoza</w:t>
      </w:r>
      <w:r w:rsidRPr="00C209C1">
        <w:rPr>
          <w:rFonts w:ascii="Times New Roman" w:hAnsi="Times New Roman" w:cs="Times New Roman"/>
          <w:sz w:val="24"/>
          <w:szCs w:val="24"/>
        </w:rPr>
        <w:t xml:space="preserve">, </w:t>
      </w:r>
      <w:r w:rsidR="003F5B8A" w:rsidRPr="00C209C1">
        <w:rPr>
          <w:rFonts w:ascii="Times New Roman" w:hAnsi="Times New Roman" w:cs="Times New Roman"/>
          <w:sz w:val="24"/>
          <w:szCs w:val="24"/>
        </w:rPr>
        <w:t xml:space="preserve">za sistematske preglede </w:t>
      </w:r>
      <w:r w:rsidR="008C3DFC" w:rsidRPr="00C209C1">
        <w:rPr>
          <w:rFonts w:ascii="Times New Roman" w:hAnsi="Times New Roman" w:cs="Times New Roman"/>
          <w:sz w:val="24"/>
          <w:szCs w:val="24"/>
        </w:rPr>
        <w:t xml:space="preserve"> </w:t>
      </w:r>
      <w:r w:rsidR="00DE2BAD">
        <w:rPr>
          <w:rFonts w:ascii="Times New Roman" w:hAnsi="Times New Roman" w:cs="Times New Roman"/>
          <w:sz w:val="24"/>
          <w:szCs w:val="24"/>
        </w:rPr>
        <w:t xml:space="preserve">i </w:t>
      </w:r>
      <w:r w:rsidR="003F5B8A" w:rsidRPr="00C209C1">
        <w:rPr>
          <w:rFonts w:ascii="Times New Roman" w:hAnsi="Times New Roman" w:cs="Times New Roman"/>
          <w:sz w:val="24"/>
          <w:szCs w:val="24"/>
        </w:rPr>
        <w:t xml:space="preserve"> </w:t>
      </w:r>
      <w:r w:rsidR="0073488B" w:rsidRPr="00C209C1">
        <w:rPr>
          <w:rFonts w:ascii="Times New Roman" w:hAnsi="Times New Roman" w:cs="Times New Roman"/>
          <w:sz w:val="24"/>
          <w:szCs w:val="24"/>
        </w:rPr>
        <w:t xml:space="preserve">za </w:t>
      </w:r>
      <w:r w:rsidR="003F5B8A" w:rsidRPr="00C209C1">
        <w:rPr>
          <w:rFonts w:ascii="Times New Roman" w:hAnsi="Times New Roman" w:cs="Times New Roman"/>
          <w:sz w:val="24"/>
          <w:szCs w:val="24"/>
        </w:rPr>
        <w:t xml:space="preserve">naknade </w:t>
      </w:r>
      <w:r w:rsidR="00C224C8" w:rsidRPr="00C209C1">
        <w:rPr>
          <w:rFonts w:ascii="Times New Roman" w:hAnsi="Times New Roman" w:cs="Times New Roman"/>
          <w:sz w:val="24"/>
          <w:szCs w:val="24"/>
        </w:rPr>
        <w:t xml:space="preserve">zbog </w:t>
      </w:r>
      <w:r w:rsidR="003F5B8A" w:rsidRPr="00C209C1">
        <w:rPr>
          <w:rFonts w:ascii="Times New Roman" w:hAnsi="Times New Roman" w:cs="Times New Roman"/>
          <w:sz w:val="24"/>
          <w:szCs w:val="24"/>
        </w:rPr>
        <w:t xml:space="preserve"> nezapošljavanj</w:t>
      </w:r>
      <w:r w:rsidR="00C224C8" w:rsidRPr="00C209C1">
        <w:rPr>
          <w:rFonts w:ascii="Times New Roman" w:hAnsi="Times New Roman" w:cs="Times New Roman"/>
          <w:sz w:val="24"/>
          <w:szCs w:val="24"/>
        </w:rPr>
        <w:t>a</w:t>
      </w:r>
      <w:r w:rsidR="003F5B8A" w:rsidRPr="00C209C1">
        <w:rPr>
          <w:rFonts w:ascii="Times New Roman" w:hAnsi="Times New Roman" w:cs="Times New Roman"/>
          <w:sz w:val="24"/>
          <w:szCs w:val="24"/>
        </w:rPr>
        <w:t xml:space="preserve"> osoba s invaliditetom. </w:t>
      </w:r>
    </w:p>
    <w:p w14:paraId="33D6B67B" w14:textId="72986B06" w:rsidR="0073488B" w:rsidRDefault="0073488B" w:rsidP="000F6C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4EB74B" w14:textId="77777777" w:rsidR="00BA397B" w:rsidRPr="00003132" w:rsidRDefault="00BA397B" w:rsidP="000F6C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0FD420" w14:textId="77777777" w:rsidR="002C4B08" w:rsidRPr="00003132" w:rsidRDefault="002C4B08" w:rsidP="005C2A38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132">
        <w:rPr>
          <w:rFonts w:ascii="Times New Roman" w:hAnsi="Times New Roman" w:cs="Times New Roman"/>
          <w:b/>
          <w:sz w:val="24"/>
          <w:szCs w:val="24"/>
        </w:rPr>
        <w:t xml:space="preserve">A622 122 PROGRAMSKO FINANCIRANJE JAVNIH SVEUČILIŠTA U RIJECI  </w:t>
      </w:r>
    </w:p>
    <w:p w14:paraId="5FAC7252" w14:textId="77777777" w:rsidR="00C3391B" w:rsidRPr="00887D75" w:rsidRDefault="00C3391B" w:rsidP="00C339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56B9">
        <w:rPr>
          <w:rFonts w:ascii="Times New Roman" w:hAnsi="Times New Roman" w:cs="Times New Roman"/>
          <w:sz w:val="24"/>
          <w:szCs w:val="24"/>
        </w:rPr>
        <w:t>Zakonske i druge pravne osnove</w:t>
      </w:r>
      <w:r w:rsidRPr="00887D75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02B2BDAF" w14:textId="3E0E8D9E" w:rsidR="001C5D90" w:rsidRPr="002E56B9" w:rsidRDefault="00C3391B" w:rsidP="002E56B9">
      <w:pPr>
        <w:pStyle w:val="Odlomakpopisa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6B9">
        <w:rPr>
          <w:rFonts w:ascii="Times New Roman" w:hAnsi="Times New Roman" w:cs="Times New Roman"/>
          <w:sz w:val="24"/>
          <w:szCs w:val="24"/>
        </w:rPr>
        <w:t>Zakon o znanstvenoj djel</w:t>
      </w:r>
      <w:r w:rsidR="0073488B">
        <w:rPr>
          <w:rFonts w:ascii="Times New Roman" w:hAnsi="Times New Roman" w:cs="Times New Roman"/>
          <w:sz w:val="24"/>
          <w:szCs w:val="24"/>
        </w:rPr>
        <w:t>a</w:t>
      </w:r>
      <w:r w:rsidRPr="002E56B9">
        <w:rPr>
          <w:rFonts w:ascii="Times New Roman" w:hAnsi="Times New Roman" w:cs="Times New Roman"/>
          <w:sz w:val="24"/>
          <w:szCs w:val="24"/>
        </w:rPr>
        <w:t>tnosti i visokom obrazovanju;</w:t>
      </w:r>
    </w:p>
    <w:p w14:paraId="037025C7" w14:textId="74FD3BFC" w:rsidR="001C5D90" w:rsidRDefault="00C567F1" w:rsidP="002E56B9">
      <w:pPr>
        <w:pStyle w:val="Odlomakpopisa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6B9">
        <w:rPr>
          <w:rFonts w:ascii="Times New Roman" w:hAnsi="Times New Roman" w:cs="Times New Roman"/>
          <w:sz w:val="24"/>
          <w:szCs w:val="24"/>
        </w:rPr>
        <w:t xml:space="preserve">Ugovor o programskom financiranju </w:t>
      </w:r>
      <w:r w:rsidR="003B490E" w:rsidRPr="002E56B9">
        <w:rPr>
          <w:rFonts w:ascii="Times New Roman" w:hAnsi="Times New Roman" w:cs="Times New Roman"/>
          <w:sz w:val="24"/>
          <w:szCs w:val="24"/>
        </w:rPr>
        <w:t>Sveučilišta u Rijeci u akademskim godinama 2018./2019.,2019./2020.,2020./2021. i 2021./2022.</w:t>
      </w:r>
    </w:p>
    <w:p w14:paraId="2B74D419" w14:textId="54EB66EE" w:rsidR="006A7218" w:rsidRPr="002E56B9" w:rsidRDefault="006A7218" w:rsidP="002E56B9">
      <w:pPr>
        <w:pStyle w:val="Odlomakpopisa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Ugovor o programskom financiranju 2025-2029</w:t>
      </w:r>
    </w:p>
    <w:p w14:paraId="1372250A" w14:textId="5A2A6281" w:rsidR="001C5D90" w:rsidRPr="002E56B9" w:rsidRDefault="00C3391B" w:rsidP="002E56B9">
      <w:pPr>
        <w:pStyle w:val="Odlomakpopisa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6B9">
        <w:rPr>
          <w:rFonts w:ascii="Times New Roman" w:hAnsi="Times New Roman" w:cs="Times New Roman"/>
          <w:sz w:val="24"/>
          <w:szCs w:val="24"/>
        </w:rPr>
        <w:t>Kolektivni ugovor za znanost i visoko obrazovanje;</w:t>
      </w:r>
    </w:p>
    <w:p w14:paraId="110C0048" w14:textId="2ACA3B8D" w:rsidR="00C3391B" w:rsidRDefault="00C3391B" w:rsidP="002E56B9">
      <w:pPr>
        <w:pStyle w:val="Odlomakpopisa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6B9">
        <w:rPr>
          <w:rFonts w:ascii="Times New Roman" w:hAnsi="Times New Roman" w:cs="Times New Roman"/>
          <w:sz w:val="24"/>
          <w:szCs w:val="24"/>
        </w:rPr>
        <w:t>Zakon o proračunu</w:t>
      </w:r>
      <w:r w:rsidR="001C5D90" w:rsidRPr="002E56B9">
        <w:rPr>
          <w:rFonts w:ascii="Times New Roman" w:hAnsi="Times New Roman" w:cs="Times New Roman"/>
          <w:sz w:val="24"/>
          <w:szCs w:val="24"/>
        </w:rPr>
        <w:t xml:space="preserve"> </w:t>
      </w:r>
      <w:r w:rsidR="001C5D90" w:rsidRPr="002E56B9">
        <w:rPr>
          <w:rFonts w:ascii="Times New Roman" w:hAnsi="Times New Roman" w:cs="Times New Roman"/>
        </w:rPr>
        <w:t>(NN, br. 87/08, 136/12, 15/15,144/21)</w:t>
      </w:r>
      <w:r w:rsidRPr="002E56B9">
        <w:rPr>
          <w:rFonts w:ascii="Times New Roman" w:hAnsi="Times New Roman" w:cs="Times New Roman"/>
          <w:sz w:val="24"/>
          <w:szCs w:val="24"/>
        </w:rPr>
        <w:t>;</w:t>
      </w:r>
    </w:p>
    <w:p w14:paraId="26260085" w14:textId="77777777" w:rsidR="00D046D9" w:rsidRDefault="00D046D9" w:rsidP="00D046D9">
      <w:pPr>
        <w:pStyle w:val="Odlomakpopisa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24C8">
        <w:rPr>
          <w:rFonts w:ascii="Times New Roman" w:hAnsi="Times New Roman" w:cs="Times New Roman"/>
          <w:sz w:val="24"/>
          <w:szCs w:val="24"/>
        </w:rPr>
        <w:t>Upute za izradu prijedloga financijskog plana razdjela 080 – Ministarstvo znanosti i obrazovanja   za  razdoblje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224C8">
        <w:rPr>
          <w:rFonts w:ascii="Times New Roman" w:hAnsi="Times New Roman" w:cs="Times New Roman"/>
          <w:sz w:val="24"/>
          <w:szCs w:val="24"/>
        </w:rPr>
        <w:t>.-202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224C8">
        <w:rPr>
          <w:rFonts w:ascii="Times New Roman" w:hAnsi="Times New Roman" w:cs="Times New Roman"/>
          <w:sz w:val="24"/>
          <w:szCs w:val="24"/>
        </w:rPr>
        <w:t xml:space="preserve">. godine od </w:t>
      </w:r>
      <w:r>
        <w:rPr>
          <w:rFonts w:ascii="Times New Roman" w:hAnsi="Times New Roman" w:cs="Times New Roman"/>
          <w:sz w:val="24"/>
          <w:szCs w:val="24"/>
        </w:rPr>
        <w:t>04.studenog 2024.</w:t>
      </w:r>
      <w:r w:rsidRPr="00C224C8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AEEC53C" w14:textId="77777777" w:rsidR="00D046D9" w:rsidRPr="0013064B" w:rsidRDefault="00D046D9" w:rsidP="00D046D9">
      <w:pPr>
        <w:pStyle w:val="Odlomakpopisa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64B">
        <w:rPr>
          <w:rFonts w:ascii="Times New Roman" w:hAnsi="Times New Roman" w:cs="Times New Roman"/>
          <w:sz w:val="24"/>
          <w:szCs w:val="24"/>
        </w:rPr>
        <w:t xml:space="preserve">Upute Sveučilišta u Rijeci o izradi prijedloga </w:t>
      </w:r>
      <w:r>
        <w:rPr>
          <w:rFonts w:ascii="Times New Roman" w:hAnsi="Times New Roman" w:cs="Times New Roman"/>
          <w:sz w:val="24"/>
          <w:szCs w:val="24"/>
        </w:rPr>
        <w:t xml:space="preserve">izmjena </w:t>
      </w:r>
      <w:r w:rsidRPr="0013064B">
        <w:rPr>
          <w:rFonts w:ascii="Times New Roman" w:hAnsi="Times New Roman" w:cs="Times New Roman"/>
          <w:sz w:val="24"/>
          <w:szCs w:val="24"/>
        </w:rPr>
        <w:t xml:space="preserve">plana i danim limitima od </w:t>
      </w:r>
      <w:r>
        <w:rPr>
          <w:rFonts w:ascii="Times New Roman" w:hAnsi="Times New Roman" w:cs="Times New Roman"/>
          <w:sz w:val="24"/>
          <w:szCs w:val="24"/>
        </w:rPr>
        <w:t>14.08.2025.</w:t>
      </w:r>
      <w:r w:rsidRPr="0013064B">
        <w:rPr>
          <w:rFonts w:ascii="Times New Roman" w:hAnsi="Times New Roman" w:cs="Times New Roman"/>
          <w:sz w:val="24"/>
          <w:szCs w:val="24"/>
        </w:rPr>
        <w:t>godine ,</w:t>
      </w:r>
    </w:p>
    <w:p w14:paraId="55115D3F" w14:textId="77777777" w:rsidR="00D046D9" w:rsidRPr="00C33B6A" w:rsidRDefault="00D046D9" w:rsidP="00D046D9">
      <w:pPr>
        <w:pStyle w:val="Odlomakpopisa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B6A">
        <w:rPr>
          <w:rFonts w:ascii="Times New Roman" w:hAnsi="Times New Roman" w:cs="Times New Roman"/>
          <w:sz w:val="24"/>
          <w:szCs w:val="24"/>
        </w:rPr>
        <w:t xml:space="preserve">Upute Sveučilišta u Rijeci o izradi prijedloga plana i danim limitima od </w:t>
      </w:r>
      <w:r>
        <w:rPr>
          <w:rFonts w:ascii="Times New Roman" w:hAnsi="Times New Roman" w:cs="Times New Roman"/>
          <w:sz w:val="24"/>
          <w:szCs w:val="24"/>
        </w:rPr>
        <w:t>08. posinca 2025. godine</w:t>
      </w:r>
    </w:p>
    <w:p w14:paraId="16331A8C" w14:textId="77777777" w:rsidR="00D046D9" w:rsidRDefault="00D046D9" w:rsidP="00D046D9">
      <w:pPr>
        <w:pStyle w:val="Odlomakpopisa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24C8">
        <w:rPr>
          <w:rFonts w:ascii="Times New Roman" w:hAnsi="Times New Roman" w:cs="Times New Roman"/>
          <w:sz w:val="24"/>
          <w:szCs w:val="24"/>
        </w:rPr>
        <w:t>Strategija razvoja znanosti Fakulteta zdravstvenih studija u Rijeci 2021-2025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BDC1BDE" w14:textId="77777777" w:rsidR="00D046D9" w:rsidRPr="002E56B9" w:rsidRDefault="00D046D9" w:rsidP="00D046D9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DC06A0" w14:textId="77777777" w:rsidR="00C567F1" w:rsidRPr="00003132" w:rsidRDefault="00C567F1" w:rsidP="002E56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94352E" w14:textId="7B8EF00A" w:rsidR="001F6C60" w:rsidRDefault="00BA0499" w:rsidP="005230FA">
      <w:pPr>
        <w:pStyle w:val="Odlomakpopisa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aktivnost </w:t>
      </w:r>
      <w:r w:rsidR="00094A7E">
        <w:rPr>
          <w:rFonts w:ascii="Times New Roman" w:hAnsi="Times New Roman" w:cs="Times New Roman"/>
          <w:sz w:val="24"/>
          <w:szCs w:val="24"/>
        </w:rPr>
        <w:t xml:space="preserve">provodi se sukladno </w:t>
      </w:r>
      <w:r w:rsidR="0062158F">
        <w:rPr>
          <w:rFonts w:ascii="Times New Roman" w:hAnsi="Times New Roman" w:cs="Times New Roman"/>
          <w:sz w:val="24"/>
          <w:szCs w:val="24"/>
        </w:rPr>
        <w:t xml:space="preserve">zaključenom </w:t>
      </w:r>
      <w:r w:rsidR="00DF5185">
        <w:rPr>
          <w:rFonts w:ascii="Times New Roman" w:hAnsi="Times New Roman" w:cs="Times New Roman"/>
          <w:sz w:val="24"/>
          <w:szCs w:val="24"/>
        </w:rPr>
        <w:t xml:space="preserve">ugovoru o programskom financiranju </w:t>
      </w:r>
      <w:r w:rsidR="0062158F">
        <w:rPr>
          <w:rFonts w:ascii="Times New Roman" w:hAnsi="Times New Roman" w:cs="Times New Roman"/>
          <w:sz w:val="24"/>
          <w:szCs w:val="24"/>
        </w:rPr>
        <w:t xml:space="preserve"> Sveučilišta u Rijeci</w:t>
      </w:r>
      <w:r w:rsidR="009F39EB">
        <w:rPr>
          <w:rFonts w:ascii="Times New Roman" w:hAnsi="Times New Roman" w:cs="Times New Roman"/>
          <w:sz w:val="24"/>
          <w:szCs w:val="24"/>
        </w:rPr>
        <w:t xml:space="preserve"> </w:t>
      </w:r>
      <w:r w:rsidR="004A6FA2">
        <w:rPr>
          <w:rFonts w:ascii="Times New Roman" w:hAnsi="Times New Roman" w:cs="Times New Roman"/>
          <w:sz w:val="24"/>
          <w:szCs w:val="24"/>
        </w:rPr>
        <w:t>za naredno četver</w:t>
      </w:r>
      <w:r w:rsidR="0065730A">
        <w:rPr>
          <w:rFonts w:ascii="Times New Roman" w:hAnsi="Times New Roman" w:cs="Times New Roman"/>
          <w:sz w:val="24"/>
          <w:szCs w:val="24"/>
        </w:rPr>
        <w:t>ogo</w:t>
      </w:r>
      <w:r w:rsidR="004A6FA2">
        <w:rPr>
          <w:rFonts w:ascii="Times New Roman" w:hAnsi="Times New Roman" w:cs="Times New Roman"/>
          <w:sz w:val="24"/>
          <w:szCs w:val="24"/>
        </w:rPr>
        <w:t>d</w:t>
      </w:r>
      <w:r w:rsidR="0065730A">
        <w:rPr>
          <w:rFonts w:ascii="Times New Roman" w:hAnsi="Times New Roman" w:cs="Times New Roman"/>
          <w:sz w:val="24"/>
          <w:szCs w:val="24"/>
        </w:rPr>
        <w:t>i</w:t>
      </w:r>
      <w:r w:rsidR="004A6FA2">
        <w:rPr>
          <w:rFonts w:ascii="Times New Roman" w:hAnsi="Times New Roman" w:cs="Times New Roman"/>
          <w:sz w:val="24"/>
          <w:szCs w:val="24"/>
        </w:rPr>
        <w:t>šnje razdoblje</w:t>
      </w:r>
      <w:r w:rsidR="002D5A11">
        <w:rPr>
          <w:rFonts w:ascii="Times New Roman" w:hAnsi="Times New Roman" w:cs="Times New Roman"/>
          <w:sz w:val="24"/>
          <w:szCs w:val="24"/>
        </w:rPr>
        <w:t>.</w:t>
      </w:r>
    </w:p>
    <w:p w14:paraId="47E3C3B3" w14:textId="0D46182C" w:rsidR="0073488B" w:rsidRDefault="0073488B" w:rsidP="005230FA">
      <w:pPr>
        <w:pStyle w:val="Odlomakpopisa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5075" w:type="dxa"/>
        <w:tblLook w:val="04A0" w:firstRow="1" w:lastRow="0" w:firstColumn="1" w:lastColumn="0" w:noHBand="0" w:noVBand="1"/>
      </w:tblPr>
      <w:tblGrid>
        <w:gridCol w:w="1265"/>
        <w:gridCol w:w="1389"/>
        <w:gridCol w:w="1418"/>
        <w:gridCol w:w="1003"/>
      </w:tblGrid>
      <w:tr w:rsidR="00D40CFD" w:rsidRPr="00003132" w14:paraId="62E44933" w14:textId="77777777" w:rsidTr="00D40CFD">
        <w:tc>
          <w:tcPr>
            <w:tcW w:w="1265" w:type="dxa"/>
            <w:shd w:val="clear" w:color="auto" w:fill="D0CECE" w:themeFill="background2" w:themeFillShade="E6"/>
          </w:tcPr>
          <w:p w14:paraId="39ACA1E8" w14:textId="77777777" w:rsidR="00D40CFD" w:rsidRPr="00003132" w:rsidRDefault="00D40CFD" w:rsidP="002E3C6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CC1162" w14:textId="77777777" w:rsidR="00D40CFD" w:rsidRPr="00003132" w:rsidRDefault="00D40CFD" w:rsidP="002E3C6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Šifra aktivnosti/ programa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72640D8" w14:textId="77777777" w:rsidR="00D40CFD" w:rsidRPr="00003132" w:rsidRDefault="00D40CFD" w:rsidP="002E3C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Plan</w:t>
            </w:r>
          </w:p>
          <w:p w14:paraId="71928E09" w14:textId="1CD7E22A" w:rsidR="00D40CFD" w:rsidRPr="00003132" w:rsidRDefault="00D40CFD" w:rsidP="002E3C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95E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1AAA47E" w14:textId="360E9AD1" w:rsidR="00D40CFD" w:rsidRDefault="00E274B0" w:rsidP="00E274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Rebalans</w:t>
            </w:r>
          </w:p>
          <w:p w14:paraId="1E5FDADE" w14:textId="6BC6CBCE" w:rsidR="00D40CFD" w:rsidRPr="00003132" w:rsidRDefault="00D40CFD" w:rsidP="002E3C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95E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59727F3" w14:textId="08E401A9" w:rsidR="00D40CFD" w:rsidRPr="00003132" w:rsidRDefault="00D40CFD" w:rsidP="002E3C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Indeks</w:t>
            </w:r>
          </w:p>
        </w:tc>
      </w:tr>
      <w:tr w:rsidR="00D40CFD" w:rsidRPr="00003132" w14:paraId="6CC67018" w14:textId="77777777" w:rsidTr="00D40CFD">
        <w:tc>
          <w:tcPr>
            <w:tcW w:w="1265" w:type="dxa"/>
          </w:tcPr>
          <w:p w14:paraId="6AD92502" w14:textId="77777777" w:rsidR="00D40CFD" w:rsidRPr="00003132" w:rsidRDefault="00D40CFD" w:rsidP="005B341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6DA4C1" w14:textId="77777777" w:rsidR="00D40CFD" w:rsidRPr="00003132" w:rsidRDefault="00D40CFD" w:rsidP="005B341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A622122</w:t>
            </w:r>
          </w:p>
          <w:p w14:paraId="345650AA" w14:textId="77777777" w:rsidR="00D40CFD" w:rsidRPr="00003132" w:rsidRDefault="00D40CFD" w:rsidP="005B341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</w:tcBorders>
          </w:tcPr>
          <w:p w14:paraId="07EFA11E" w14:textId="77777777" w:rsidR="00D40CFD" w:rsidRDefault="00D40CFD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D3CF33" w14:textId="74B99DF5" w:rsidR="00D40CFD" w:rsidRPr="002163FC" w:rsidRDefault="00DF4E8B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201.701</w:t>
            </w:r>
            <w:r w:rsidR="00D40C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€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2E5F667E" w14:textId="77777777" w:rsidR="00D40CFD" w:rsidRDefault="00D40CFD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FC094BE" w14:textId="335058C0" w:rsidR="00D40CFD" w:rsidRPr="002163FC" w:rsidRDefault="00DF4E8B" w:rsidP="009A0D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335.515</w:t>
            </w:r>
            <w:r w:rsidR="00D40C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€</w:t>
            </w:r>
          </w:p>
        </w:tc>
        <w:tc>
          <w:tcPr>
            <w:tcW w:w="1003" w:type="dxa"/>
            <w:tcBorders>
              <w:top w:val="single" w:sz="4" w:space="0" w:color="auto"/>
            </w:tcBorders>
          </w:tcPr>
          <w:p w14:paraId="6F0B42FD" w14:textId="77777777" w:rsidR="00D40CFD" w:rsidRDefault="00D40CFD" w:rsidP="005B341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944FCD" w14:textId="231B7209" w:rsidR="00D40CFD" w:rsidRPr="00B67720" w:rsidRDefault="00D40CFD" w:rsidP="005B341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F35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166,3</w:t>
            </w:r>
          </w:p>
        </w:tc>
      </w:tr>
    </w:tbl>
    <w:p w14:paraId="3E76C9CE" w14:textId="1AF8E676" w:rsidR="00335D0A" w:rsidRPr="00003132" w:rsidRDefault="00335D0A" w:rsidP="00335D0A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>Ova aktivnost najvećim dijelom se sastoji  od sljedećih elemenata:</w:t>
      </w:r>
    </w:p>
    <w:p w14:paraId="6E28BA4D" w14:textId="77777777" w:rsidR="00335D0A" w:rsidRPr="00003132" w:rsidRDefault="00335D0A" w:rsidP="00335D0A">
      <w:pPr>
        <w:pStyle w:val="Odlomakpopis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>Hladni pogon</w:t>
      </w:r>
    </w:p>
    <w:p w14:paraId="2B800D57" w14:textId="77777777" w:rsidR="00335D0A" w:rsidRPr="00003132" w:rsidRDefault="00335D0A" w:rsidP="00335D0A">
      <w:pPr>
        <w:pStyle w:val="Odlomakpopis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>Trošak nabave kapitalne opreme</w:t>
      </w:r>
    </w:p>
    <w:p w14:paraId="6A8C95B3" w14:textId="77777777" w:rsidR="00335D0A" w:rsidRPr="002163FC" w:rsidRDefault="00335D0A" w:rsidP="00335D0A">
      <w:pPr>
        <w:pStyle w:val="Odlomakpopis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 xml:space="preserve">Trošak vanjske  suradnje </w:t>
      </w:r>
    </w:p>
    <w:p w14:paraId="40DA0E5D" w14:textId="4414CCA7" w:rsidR="003A1A45" w:rsidRDefault="003A1A45" w:rsidP="003A1A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>Na aktivnosti</w:t>
      </w:r>
      <w:r w:rsidRPr="0000313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A622122-Programsko financiranje javnih visokih učilišta </w:t>
      </w:r>
      <w:r w:rsidRPr="00003132">
        <w:rPr>
          <w:rFonts w:ascii="Times New Roman" w:hAnsi="Times New Roman" w:cs="Times New Roman"/>
          <w:sz w:val="24"/>
          <w:szCs w:val="24"/>
        </w:rPr>
        <w:t xml:space="preserve"> prema danim limitima</w:t>
      </w:r>
      <w:r w:rsidR="00E274B0">
        <w:rPr>
          <w:rFonts w:ascii="Times New Roman" w:hAnsi="Times New Roman" w:cs="Times New Roman"/>
          <w:sz w:val="24"/>
          <w:szCs w:val="24"/>
        </w:rPr>
        <w:t xml:space="preserve"> u rebalansu </w:t>
      </w:r>
      <w:r w:rsidRPr="00003132">
        <w:rPr>
          <w:rFonts w:ascii="Times New Roman" w:hAnsi="Times New Roman" w:cs="Times New Roman"/>
          <w:sz w:val="24"/>
          <w:szCs w:val="24"/>
        </w:rPr>
        <w:t xml:space="preserve"> u 202</w:t>
      </w:r>
      <w:r w:rsidR="000F359C">
        <w:rPr>
          <w:rFonts w:ascii="Times New Roman" w:hAnsi="Times New Roman" w:cs="Times New Roman"/>
          <w:sz w:val="24"/>
          <w:szCs w:val="24"/>
        </w:rPr>
        <w:t>5</w:t>
      </w:r>
      <w:r w:rsidRPr="00003132">
        <w:rPr>
          <w:rFonts w:ascii="Times New Roman" w:hAnsi="Times New Roman" w:cs="Times New Roman"/>
          <w:sz w:val="24"/>
          <w:szCs w:val="24"/>
        </w:rPr>
        <w:t xml:space="preserve">.  planirano je  </w:t>
      </w:r>
      <w:r w:rsidR="000F359C">
        <w:rPr>
          <w:rFonts w:ascii="Times New Roman" w:hAnsi="Times New Roman" w:cs="Times New Roman"/>
          <w:sz w:val="24"/>
          <w:szCs w:val="24"/>
        </w:rPr>
        <w:t>335.515</w:t>
      </w:r>
      <w:r w:rsidR="00E274B0">
        <w:rPr>
          <w:rFonts w:ascii="Times New Roman" w:hAnsi="Times New Roman" w:cs="Times New Roman"/>
          <w:sz w:val="24"/>
          <w:szCs w:val="24"/>
        </w:rPr>
        <w:t xml:space="preserve"> </w:t>
      </w:r>
      <w:r w:rsidR="00794AB5">
        <w:rPr>
          <w:rFonts w:ascii="Times New Roman" w:hAnsi="Times New Roman" w:cs="Times New Roman"/>
          <w:sz w:val="24"/>
          <w:szCs w:val="24"/>
        </w:rPr>
        <w:t xml:space="preserve"> </w:t>
      </w:r>
      <w:r w:rsidRPr="00003132">
        <w:rPr>
          <w:rFonts w:ascii="Times New Roman" w:hAnsi="Times New Roman" w:cs="Times New Roman"/>
          <w:sz w:val="24"/>
          <w:szCs w:val="24"/>
        </w:rPr>
        <w:t xml:space="preserve">€, što je za </w:t>
      </w:r>
      <w:r w:rsidR="00D21126">
        <w:rPr>
          <w:rFonts w:ascii="Times New Roman" w:hAnsi="Times New Roman" w:cs="Times New Roman"/>
          <w:sz w:val="24"/>
          <w:szCs w:val="24"/>
        </w:rPr>
        <w:t>66,3</w:t>
      </w:r>
      <w:r w:rsidR="005B3412">
        <w:rPr>
          <w:rFonts w:ascii="Times New Roman" w:hAnsi="Times New Roman" w:cs="Times New Roman"/>
          <w:sz w:val="24"/>
          <w:szCs w:val="24"/>
        </w:rPr>
        <w:t xml:space="preserve"> </w:t>
      </w:r>
      <w:r w:rsidRPr="00003132">
        <w:rPr>
          <w:rFonts w:ascii="Times New Roman" w:hAnsi="Times New Roman" w:cs="Times New Roman"/>
          <w:sz w:val="24"/>
          <w:szCs w:val="24"/>
        </w:rPr>
        <w:t xml:space="preserve">% </w:t>
      </w:r>
      <w:r w:rsidR="009A0DD1">
        <w:rPr>
          <w:rFonts w:ascii="Times New Roman" w:hAnsi="Times New Roman" w:cs="Times New Roman"/>
          <w:sz w:val="24"/>
          <w:szCs w:val="24"/>
        </w:rPr>
        <w:t>više</w:t>
      </w:r>
      <w:r w:rsidR="005B3412">
        <w:rPr>
          <w:rFonts w:ascii="Times New Roman" w:hAnsi="Times New Roman" w:cs="Times New Roman"/>
          <w:sz w:val="24"/>
          <w:szCs w:val="24"/>
        </w:rPr>
        <w:t xml:space="preserve"> </w:t>
      </w:r>
      <w:r w:rsidRPr="00003132">
        <w:rPr>
          <w:rFonts w:ascii="Times New Roman" w:hAnsi="Times New Roman" w:cs="Times New Roman"/>
          <w:sz w:val="24"/>
          <w:szCs w:val="24"/>
        </w:rPr>
        <w:t>od</w:t>
      </w:r>
      <w:r w:rsidR="00E274B0">
        <w:rPr>
          <w:rFonts w:ascii="Times New Roman" w:hAnsi="Times New Roman" w:cs="Times New Roman"/>
          <w:sz w:val="24"/>
          <w:szCs w:val="24"/>
        </w:rPr>
        <w:t xml:space="preserve"> izvornog plana</w:t>
      </w:r>
      <w:r w:rsidRPr="00003132">
        <w:rPr>
          <w:rFonts w:ascii="Times New Roman" w:hAnsi="Times New Roman" w:cs="Times New Roman"/>
          <w:sz w:val="24"/>
          <w:szCs w:val="24"/>
        </w:rPr>
        <w:t>.</w:t>
      </w:r>
    </w:p>
    <w:p w14:paraId="703B858B" w14:textId="77777777" w:rsidR="00C52A90" w:rsidRDefault="003A1A45" w:rsidP="003A1A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 xml:space="preserve">Prihodi iz Programskog financiranja javnih visokih učilišta  ostvariti će se  temeljem Ugovora o programskom financiranju znanstvene, nastavne i umjetničke djelatnosti  za naredno četverogodišnje razdoblje. </w:t>
      </w:r>
    </w:p>
    <w:p w14:paraId="04257EC8" w14:textId="2F7C7E7F" w:rsidR="002A0363" w:rsidRDefault="00C52A90" w:rsidP="003A1A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0. 09.2025. godine vrijedio je </w:t>
      </w:r>
      <w:r w:rsidR="00E73F91">
        <w:rPr>
          <w:rFonts w:ascii="Times New Roman" w:hAnsi="Times New Roman" w:cs="Times New Roman"/>
          <w:sz w:val="24"/>
          <w:szCs w:val="24"/>
        </w:rPr>
        <w:t xml:space="preserve"> stari model financiranja gdje je </w:t>
      </w:r>
      <w:r w:rsidR="003A1A45" w:rsidRPr="00003132">
        <w:rPr>
          <w:rFonts w:ascii="Times New Roman" w:hAnsi="Times New Roman" w:cs="Times New Roman"/>
          <w:sz w:val="24"/>
          <w:szCs w:val="24"/>
        </w:rPr>
        <w:t xml:space="preserve">Ugovorom </w:t>
      </w:r>
      <w:r w:rsidR="00E73F91">
        <w:rPr>
          <w:rFonts w:ascii="Times New Roman" w:hAnsi="Times New Roman" w:cs="Times New Roman"/>
          <w:sz w:val="24"/>
          <w:szCs w:val="24"/>
        </w:rPr>
        <w:t xml:space="preserve">bilo </w:t>
      </w:r>
      <w:r w:rsidR="003A1A45" w:rsidRPr="00003132">
        <w:rPr>
          <w:rFonts w:ascii="Times New Roman" w:hAnsi="Times New Roman" w:cs="Times New Roman"/>
          <w:sz w:val="24"/>
          <w:szCs w:val="24"/>
        </w:rPr>
        <w:t xml:space="preserve">  definiran</w:t>
      </w:r>
      <w:r w:rsidR="00E73F91">
        <w:rPr>
          <w:rFonts w:ascii="Times New Roman" w:hAnsi="Times New Roman" w:cs="Times New Roman"/>
          <w:sz w:val="24"/>
          <w:szCs w:val="24"/>
        </w:rPr>
        <w:t>o</w:t>
      </w:r>
      <w:r w:rsidR="003A1A45" w:rsidRPr="00003132">
        <w:rPr>
          <w:rFonts w:ascii="Times New Roman" w:hAnsi="Times New Roman" w:cs="Times New Roman"/>
          <w:sz w:val="24"/>
          <w:szCs w:val="24"/>
        </w:rPr>
        <w:t xml:space="preserve"> dvije vrste financiranja: temeljno financiranje javnih visokih učilišta koje se temelji na broju redovnih studenata te dodatno financiranje koje se temelji na rezultatima odnosno postizanju dogovorenih ciljeva. </w:t>
      </w:r>
    </w:p>
    <w:p w14:paraId="5FF3960A" w14:textId="77777777" w:rsidR="009A0DD1" w:rsidRDefault="009A0DD1" w:rsidP="003A1A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512D56" w14:textId="6118814E" w:rsidR="003A1A45" w:rsidRPr="00003132" w:rsidRDefault="003A1A45" w:rsidP="003A1A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>Subvencioniranje participacije redovitih studenata u troškovima studija ima slijedeće ciljeve:</w:t>
      </w:r>
    </w:p>
    <w:p w14:paraId="41450B11" w14:textId="77777777" w:rsidR="003A1A45" w:rsidRPr="00003132" w:rsidRDefault="003A1A45" w:rsidP="003A1A45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>1. Osiguravanje jednakog pristupa visokom obrazovanju svim redovitim studentima u</w:t>
      </w:r>
    </w:p>
    <w:p w14:paraId="10C66851" w14:textId="77777777" w:rsidR="003A1A45" w:rsidRPr="00003132" w:rsidRDefault="003A1A45" w:rsidP="003A1A4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 xml:space="preserve">    </w:t>
      </w:r>
      <w:r w:rsidRPr="00003132">
        <w:rPr>
          <w:rFonts w:ascii="Times New Roman" w:hAnsi="Times New Roman" w:cs="Times New Roman"/>
          <w:sz w:val="24"/>
          <w:szCs w:val="24"/>
        </w:rPr>
        <w:tab/>
        <w:t xml:space="preserve">    Republici Hrvatskoj;</w:t>
      </w:r>
    </w:p>
    <w:p w14:paraId="269C9670" w14:textId="77777777" w:rsidR="003A1A45" w:rsidRPr="00003132" w:rsidRDefault="003A1A45" w:rsidP="003A1A45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>2. Poticanje završnosti visokog obrazovanja;</w:t>
      </w:r>
    </w:p>
    <w:p w14:paraId="3314A045" w14:textId="1465A712" w:rsidR="006E33F9" w:rsidRDefault="003A1A45" w:rsidP="002A0363">
      <w:pPr>
        <w:autoSpaceDE w:val="0"/>
        <w:autoSpaceDN w:val="0"/>
        <w:adjustRightInd w:val="0"/>
        <w:spacing w:after="0" w:line="360" w:lineRule="auto"/>
        <w:ind w:left="990" w:hanging="282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 xml:space="preserve">3. Poticanje visokih učilišta na povećanje broja upisanih u studijske programe i povećanje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03132">
        <w:rPr>
          <w:rFonts w:ascii="Times New Roman" w:hAnsi="Times New Roman" w:cs="Times New Roman"/>
          <w:sz w:val="24"/>
          <w:szCs w:val="24"/>
        </w:rPr>
        <w:t>broja   stečenih kvalifikacija u prirodnom, tehničkom, biomedicinskom i biotehničkom području.</w:t>
      </w:r>
    </w:p>
    <w:p w14:paraId="62B30D5B" w14:textId="0B3A1692" w:rsidR="00E73F91" w:rsidRDefault="00E73F91" w:rsidP="002A0363">
      <w:pPr>
        <w:autoSpaceDE w:val="0"/>
        <w:autoSpaceDN w:val="0"/>
        <w:adjustRightInd w:val="0"/>
        <w:spacing w:after="0" w:line="360" w:lineRule="auto"/>
        <w:ind w:left="990" w:hanging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01.10.2025. u novoj akademskoj godini</w:t>
      </w:r>
      <w:r w:rsidR="005C558E">
        <w:rPr>
          <w:rFonts w:ascii="Times New Roman" w:hAnsi="Times New Roman" w:cs="Times New Roman"/>
          <w:sz w:val="24"/>
          <w:szCs w:val="24"/>
        </w:rPr>
        <w:t xml:space="preserve"> 25/26 </w:t>
      </w:r>
      <w:r>
        <w:rPr>
          <w:rFonts w:ascii="Times New Roman" w:hAnsi="Times New Roman" w:cs="Times New Roman"/>
          <w:sz w:val="24"/>
          <w:szCs w:val="24"/>
        </w:rPr>
        <w:t xml:space="preserve"> vrijedi nov</w:t>
      </w:r>
      <w:r w:rsidR="00D94EF7">
        <w:rPr>
          <w:rFonts w:ascii="Times New Roman" w:hAnsi="Times New Roman" w:cs="Times New Roman"/>
          <w:sz w:val="24"/>
          <w:szCs w:val="24"/>
        </w:rPr>
        <w:t>i model financiranja koji je dogovoren Ugovorom</w:t>
      </w:r>
      <w:r w:rsidR="005C558E">
        <w:rPr>
          <w:rFonts w:ascii="Times New Roman" w:hAnsi="Times New Roman" w:cs="Times New Roman"/>
          <w:sz w:val="24"/>
          <w:szCs w:val="24"/>
        </w:rPr>
        <w:t xml:space="preserve"> o programskom financiranju za naredne četiri godine</w:t>
      </w:r>
    </w:p>
    <w:p w14:paraId="1F2FFD4A" w14:textId="77777777" w:rsidR="002A0363" w:rsidRDefault="002A0363" w:rsidP="00D37A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23E68B" w14:textId="0F14D348" w:rsidR="00EE63A1" w:rsidRPr="00EF15BA" w:rsidRDefault="00EE63A1" w:rsidP="00D37A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5BA">
        <w:rPr>
          <w:rFonts w:ascii="Times New Roman" w:hAnsi="Times New Roman" w:cs="Times New Roman"/>
          <w:sz w:val="24"/>
          <w:szCs w:val="24"/>
        </w:rPr>
        <w:t>U tablici 1 su navedeni neki od ciljeva i pokazatelja učinka vezanih za visoko obrazovanje:</w:t>
      </w:r>
    </w:p>
    <w:p w14:paraId="69503BCF" w14:textId="6E84B8BC" w:rsidR="00EE63A1" w:rsidRDefault="00EE63A1" w:rsidP="00EE63A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5BA">
        <w:rPr>
          <w:rFonts w:ascii="Times New Roman" w:hAnsi="Times New Roman" w:cs="Times New Roman"/>
          <w:sz w:val="24"/>
          <w:szCs w:val="24"/>
        </w:rPr>
        <w:t>Tablica 1</w:t>
      </w:r>
    </w:p>
    <w:tbl>
      <w:tblPr>
        <w:tblStyle w:val="TableGrid1"/>
        <w:tblW w:w="10350" w:type="dxa"/>
        <w:tblInd w:w="-365" w:type="dxa"/>
        <w:tblLook w:val="04A0" w:firstRow="1" w:lastRow="0" w:firstColumn="1" w:lastColumn="0" w:noHBand="0" w:noVBand="1"/>
      </w:tblPr>
      <w:tblGrid>
        <w:gridCol w:w="438"/>
        <w:gridCol w:w="1583"/>
        <w:gridCol w:w="2450"/>
        <w:gridCol w:w="1361"/>
        <w:gridCol w:w="1506"/>
        <w:gridCol w:w="1506"/>
        <w:gridCol w:w="1506"/>
      </w:tblGrid>
      <w:tr w:rsidR="005230FA" w:rsidRPr="00DE5FE5" w14:paraId="696C98E1" w14:textId="77777777" w:rsidTr="00D37A4E">
        <w:trPr>
          <w:trHeight w:val="362"/>
        </w:trPr>
        <w:tc>
          <w:tcPr>
            <w:tcW w:w="509" w:type="dxa"/>
          </w:tcPr>
          <w:p w14:paraId="1DFA8538" w14:textId="77777777" w:rsidR="005230FA" w:rsidRPr="00DE5FE5" w:rsidRDefault="005230FA" w:rsidP="005230F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2" w:type="dxa"/>
          </w:tcPr>
          <w:p w14:paraId="2ED584D8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0562198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POKAZATELJ UČINKA</w:t>
            </w:r>
          </w:p>
        </w:tc>
        <w:tc>
          <w:tcPr>
            <w:tcW w:w="3065" w:type="dxa"/>
          </w:tcPr>
          <w:p w14:paraId="135396DE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POLAZNA VRIJEDNOST (Akademska godina 2021/2022)</w:t>
            </w:r>
          </w:p>
        </w:tc>
        <w:tc>
          <w:tcPr>
            <w:tcW w:w="1218" w:type="dxa"/>
          </w:tcPr>
          <w:p w14:paraId="08CF838A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1BF60426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IZVOR PODATAKA</w:t>
            </w:r>
          </w:p>
        </w:tc>
        <w:tc>
          <w:tcPr>
            <w:tcW w:w="1396" w:type="dxa"/>
          </w:tcPr>
          <w:p w14:paraId="4809F66D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CILJANA VRIJEDNOST 2022./2023.</w:t>
            </w:r>
          </w:p>
        </w:tc>
        <w:tc>
          <w:tcPr>
            <w:tcW w:w="1350" w:type="dxa"/>
          </w:tcPr>
          <w:p w14:paraId="413F9E85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CILJANA VRIJEDNOST 2023./2024.</w:t>
            </w:r>
          </w:p>
        </w:tc>
        <w:tc>
          <w:tcPr>
            <w:tcW w:w="1350" w:type="dxa"/>
          </w:tcPr>
          <w:p w14:paraId="40B135E0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CILJANA VRIJEDNOST 2024./2025.</w:t>
            </w:r>
          </w:p>
        </w:tc>
      </w:tr>
      <w:tr w:rsidR="005230FA" w:rsidRPr="00DE5FE5" w14:paraId="56392005" w14:textId="77777777" w:rsidTr="00D37A4E">
        <w:trPr>
          <w:trHeight w:val="277"/>
        </w:trPr>
        <w:tc>
          <w:tcPr>
            <w:tcW w:w="509" w:type="dxa"/>
            <w:vAlign w:val="center"/>
          </w:tcPr>
          <w:p w14:paraId="0631ED06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62" w:type="dxa"/>
            <w:vAlign w:val="center"/>
          </w:tcPr>
          <w:p w14:paraId="445EA744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BROJ UPISANIH STUDENATA NA  1.GODINU</w:t>
            </w:r>
          </w:p>
          <w:p w14:paraId="7E43BC5B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65" w:type="dxa"/>
            <w:vAlign w:val="center"/>
          </w:tcPr>
          <w:p w14:paraId="079DFB67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pd PRIMALJSTVO  20</w:t>
            </w:r>
          </w:p>
          <w:p w14:paraId="52C25A23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pd IZV. PRIMALJSTVO  0</w:t>
            </w:r>
          </w:p>
          <w:p w14:paraId="0508C1A4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pd FIZIOTERAPIJA  31</w:t>
            </w:r>
          </w:p>
          <w:p w14:paraId="3BF96AA6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pd SESTRINSTVO  30</w:t>
            </w:r>
          </w:p>
          <w:p w14:paraId="6A7D3360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pd IZV. SESTRINSTVO  RI  44</w:t>
            </w:r>
          </w:p>
          <w:p w14:paraId="6028D83E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pd IZV. SESTRINSTVO KA   30</w:t>
            </w:r>
          </w:p>
          <w:p w14:paraId="19FCB1B8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pd RADIOLOŠKA TEHNOLOGIJA 20</w:t>
            </w:r>
          </w:p>
          <w:p w14:paraId="0E3AA89A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B62DDBB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d PRIMALJSTVO  0</w:t>
            </w:r>
          </w:p>
          <w:p w14:paraId="1AE13B35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d SESTRINSTVO MENTALNO 20</w:t>
            </w:r>
          </w:p>
          <w:p w14:paraId="4DA925DD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d KLINIČKI NUTRICIONIZAM  18</w:t>
            </w:r>
          </w:p>
          <w:p w14:paraId="6D1E5F4E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d FIZIOTERAPIJA  42</w:t>
            </w:r>
          </w:p>
          <w:p w14:paraId="413B333D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d SESTRINSTVO MENADŽMENT  20</w:t>
            </w:r>
          </w:p>
        </w:tc>
        <w:tc>
          <w:tcPr>
            <w:tcW w:w="1218" w:type="dxa"/>
          </w:tcPr>
          <w:p w14:paraId="17298766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F3C1E89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Služba za studentske poslove</w:t>
            </w:r>
          </w:p>
        </w:tc>
        <w:tc>
          <w:tcPr>
            <w:tcW w:w="1396" w:type="dxa"/>
            <w:vAlign w:val="center"/>
          </w:tcPr>
          <w:p w14:paraId="306C3660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190 </w:t>
            </w:r>
          </w:p>
          <w:p w14:paraId="426EDB17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1D7CF82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F407303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6890A31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258B3F1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FFC22F4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50" w:type="dxa"/>
            <w:vAlign w:val="center"/>
          </w:tcPr>
          <w:p w14:paraId="16D5D4F7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190 </w:t>
            </w:r>
          </w:p>
          <w:p w14:paraId="2457D7E8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902A065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4D0169C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E00494B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C08AE4A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4134A3C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50" w:type="dxa"/>
            <w:vAlign w:val="center"/>
          </w:tcPr>
          <w:p w14:paraId="2313DBA8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190 </w:t>
            </w:r>
          </w:p>
          <w:p w14:paraId="4BDE793F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0DE4F16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B8CD9BB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589B380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EB803CD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476A233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  <w:tr w:rsidR="005230FA" w:rsidRPr="00DE5FE5" w14:paraId="00886DED" w14:textId="77777777" w:rsidTr="00D37A4E">
        <w:trPr>
          <w:trHeight w:val="263"/>
        </w:trPr>
        <w:tc>
          <w:tcPr>
            <w:tcW w:w="509" w:type="dxa"/>
            <w:tcBorders>
              <w:bottom w:val="single" w:sz="4" w:space="0" w:color="auto"/>
            </w:tcBorders>
            <w:vAlign w:val="center"/>
          </w:tcPr>
          <w:p w14:paraId="688E4112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vAlign w:val="center"/>
          </w:tcPr>
          <w:p w14:paraId="346346E7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BROJ ZAVRŠENIH STUDENATA PO SVIM STUDIJIMA</w:t>
            </w:r>
          </w:p>
          <w:p w14:paraId="5FA3CCF4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65" w:type="dxa"/>
            <w:tcBorders>
              <w:bottom w:val="single" w:sz="4" w:space="0" w:color="auto"/>
            </w:tcBorders>
            <w:vAlign w:val="center"/>
          </w:tcPr>
          <w:p w14:paraId="29FA9FF5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pd PRIMALJSTVO  8</w:t>
            </w:r>
          </w:p>
          <w:p w14:paraId="0ED74263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pd IZV. PRIMALJSTVO  0</w:t>
            </w:r>
          </w:p>
          <w:p w14:paraId="731A9545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pd FIZIOTERAPIJA  16</w:t>
            </w:r>
          </w:p>
          <w:p w14:paraId="5DDD78F1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pd SESTRINSTVO  28</w:t>
            </w:r>
          </w:p>
          <w:p w14:paraId="14759F94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pd IZV. SESTRINSTVO  RI  37</w:t>
            </w:r>
          </w:p>
          <w:p w14:paraId="7F77A510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pd IZV</w:t>
            </w:r>
            <w:r w:rsidRPr="00DE5FE5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. </w:t>
            </w: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SESTRINSTVO KA   27</w:t>
            </w:r>
          </w:p>
          <w:p w14:paraId="2C044EC6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pd RADIOLOŠKA TEHNOLOGIJA 13</w:t>
            </w:r>
          </w:p>
          <w:p w14:paraId="3C4ED46D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73832EA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d PRIMALJSTVO  9</w:t>
            </w:r>
          </w:p>
          <w:p w14:paraId="02060245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d SESTRINSTVO MENTALNO 15</w:t>
            </w:r>
          </w:p>
          <w:p w14:paraId="3B91BA94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d KLINIČKI NUTRICIONIZAM  5</w:t>
            </w:r>
          </w:p>
          <w:p w14:paraId="60AF8B5E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d FIZIOTERAPIJA  31</w:t>
            </w:r>
          </w:p>
          <w:p w14:paraId="4982908E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d MENADŽMENT  25</w:t>
            </w: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14:paraId="30F077A5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2AC98A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Služba za studentske poslove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vAlign w:val="center"/>
          </w:tcPr>
          <w:p w14:paraId="48826961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140</w:t>
            </w:r>
          </w:p>
          <w:p w14:paraId="4E119B8F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4899751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D7EB425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0D1F8B7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23F2EF8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CF99333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D90C5DC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6035F34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6A681AA7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140</w:t>
            </w:r>
          </w:p>
          <w:p w14:paraId="36D3692C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7769FBD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CDAFEEF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872F889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DB54DDA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F7872DE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ADBA435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737854E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0801EB83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140</w:t>
            </w:r>
          </w:p>
          <w:p w14:paraId="4CB4C2D3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DA3085F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284F7B0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21EBFE1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0B3E346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022B852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F05C4A1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B554017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</w:tc>
      </w:tr>
      <w:tr w:rsidR="005230FA" w:rsidRPr="00DE5FE5" w14:paraId="65D839C2" w14:textId="77777777" w:rsidTr="00D37A4E">
        <w:trPr>
          <w:trHeight w:val="1169"/>
        </w:trPr>
        <w:tc>
          <w:tcPr>
            <w:tcW w:w="509" w:type="dxa"/>
            <w:tcBorders>
              <w:top w:val="single" w:sz="4" w:space="0" w:color="auto"/>
            </w:tcBorders>
            <w:vAlign w:val="center"/>
          </w:tcPr>
          <w:p w14:paraId="0CEDE016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  <w:p w14:paraId="1CBA6E4F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  <w:vAlign w:val="center"/>
          </w:tcPr>
          <w:p w14:paraId="37268229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BROJ POKRENUTIH NOVIH STUDIJA</w:t>
            </w:r>
          </w:p>
          <w:p w14:paraId="5B5C3C97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C8D5F58" w14:textId="77777777" w:rsidR="005230FA" w:rsidRPr="00DE5FE5" w:rsidRDefault="005230FA" w:rsidP="005230FA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65" w:type="dxa"/>
            <w:tcBorders>
              <w:top w:val="single" w:sz="4" w:space="0" w:color="auto"/>
            </w:tcBorders>
            <w:vAlign w:val="center"/>
          </w:tcPr>
          <w:p w14:paraId="568FA1C9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auto"/>
            </w:tcBorders>
            <w:vAlign w:val="center"/>
          </w:tcPr>
          <w:p w14:paraId="5F3E8EBC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Prodekanica za nastavu </w:t>
            </w:r>
          </w:p>
        </w:tc>
        <w:tc>
          <w:tcPr>
            <w:tcW w:w="1396" w:type="dxa"/>
            <w:tcBorders>
              <w:top w:val="single" w:sz="4" w:space="0" w:color="auto"/>
            </w:tcBorders>
            <w:vAlign w:val="center"/>
          </w:tcPr>
          <w:p w14:paraId="7DF69FA7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7957D64E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39C56C4B" w14:textId="77777777" w:rsidR="005230FA" w:rsidRPr="00DE5FE5" w:rsidRDefault="005230FA" w:rsidP="005230F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77D81F3" w14:textId="77777777" w:rsidR="00C53625" w:rsidRPr="00DE5FE5" w:rsidRDefault="00C53625" w:rsidP="00C536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E5FE5">
        <w:rPr>
          <w:rFonts w:ascii="Times New Roman" w:hAnsi="Times New Roman" w:cs="Times New Roman"/>
          <w:sz w:val="20"/>
          <w:szCs w:val="20"/>
        </w:rPr>
        <w:t>*pd - preddiplomski stručni studij</w:t>
      </w:r>
    </w:p>
    <w:p w14:paraId="44EEFEF3" w14:textId="62B57B01" w:rsidR="00C53625" w:rsidRPr="00C53625" w:rsidRDefault="00C53625" w:rsidP="00C536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3625">
        <w:rPr>
          <w:rFonts w:ascii="Times New Roman" w:hAnsi="Times New Roman" w:cs="Times New Roman"/>
          <w:sz w:val="20"/>
          <w:szCs w:val="20"/>
        </w:rPr>
        <w:t xml:space="preserve">  *d -  sveučili</w:t>
      </w:r>
      <w:r>
        <w:rPr>
          <w:rFonts w:ascii="Times New Roman" w:hAnsi="Times New Roman" w:cs="Times New Roman"/>
          <w:sz w:val="20"/>
          <w:szCs w:val="20"/>
        </w:rPr>
        <w:t>š</w:t>
      </w:r>
      <w:r w:rsidRPr="00C53625">
        <w:rPr>
          <w:rFonts w:ascii="Times New Roman" w:hAnsi="Times New Roman" w:cs="Times New Roman"/>
          <w:sz w:val="20"/>
          <w:szCs w:val="20"/>
        </w:rPr>
        <w:t>ni diplomski studij</w:t>
      </w:r>
    </w:p>
    <w:p w14:paraId="672CE364" w14:textId="2BF05866" w:rsidR="00D37A4E" w:rsidRPr="00003132" w:rsidRDefault="00D37A4E" w:rsidP="00D37A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73488B">
        <w:rPr>
          <w:rFonts w:ascii="Times New Roman" w:hAnsi="Times New Roman" w:cs="Times New Roman"/>
          <w:sz w:val="24"/>
          <w:szCs w:val="24"/>
        </w:rPr>
        <w:t>razdoblju provedbe programskih ugovora</w:t>
      </w:r>
      <w:r>
        <w:rPr>
          <w:rFonts w:ascii="Times New Roman" w:hAnsi="Times New Roman" w:cs="Times New Roman"/>
          <w:sz w:val="24"/>
          <w:szCs w:val="24"/>
        </w:rPr>
        <w:t xml:space="preserve"> očekuje se ostvarenje razvojnih pomaka u nastavnoj i znanstvenoj djelatnosti.</w:t>
      </w:r>
    </w:p>
    <w:p w14:paraId="3D2D4036" w14:textId="2AC2C22C" w:rsidR="00D54350" w:rsidRPr="00D37A4E" w:rsidRDefault="00D37A4E" w:rsidP="00EE63A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A4E">
        <w:rPr>
          <w:rFonts w:ascii="Times New Roman" w:hAnsi="Times New Roman" w:cs="Times New Roman"/>
          <w:sz w:val="24"/>
          <w:szCs w:val="24"/>
        </w:rPr>
        <w:t>Tablica 2</w:t>
      </w:r>
    </w:p>
    <w:tbl>
      <w:tblPr>
        <w:tblStyle w:val="Reetkatablice"/>
        <w:tblW w:w="10043" w:type="dxa"/>
        <w:tblLook w:val="04A0" w:firstRow="1" w:lastRow="0" w:firstColumn="1" w:lastColumn="0" w:noHBand="0" w:noVBand="1"/>
      </w:tblPr>
      <w:tblGrid>
        <w:gridCol w:w="455"/>
        <w:gridCol w:w="1757"/>
        <w:gridCol w:w="1823"/>
        <w:gridCol w:w="1474"/>
        <w:gridCol w:w="1522"/>
        <w:gridCol w:w="1506"/>
        <w:gridCol w:w="1506"/>
      </w:tblGrid>
      <w:tr w:rsidR="00D37A4E" w:rsidRPr="00DE5FE5" w14:paraId="5719B0CF" w14:textId="77777777" w:rsidTr="00D37A4E">
        <w:trPr>
          <w:trHeight w:val="116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42ED" w14:textId="77777777" w:rsidR="00D37A4E" w:rsidRPr="00DE5FE5" w:rsidRDefault="00D37A4E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E41AF" w14:textId="77777777" w:rsidR="00D37A4E" w:rsidRPr="00DE5FE5" w:rsidRDefault="00D37A4E" w:rsidP="00D37A4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5FE5">
              <w:rPr>
                <w:rFonts w:ascii="Times New Roman" w:hAnsi="Times New Roman" w:cs="Times New Roman"/>
                <w:b/>
                <w:sz w:val="20"/>
                <w:szCs w:val="20"/>
              </w:rPr>
              <w:t>POKAZATELJ UČINKA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AAA45" w14:textId="0B833685" w:rsidR="00D37A4E" w:rsidRPr="00DE5FE5" w:rsidRDefault="00D37A4E" w:rsidP="00D37A4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5FE5">
              <w:rPr>
                <w:rFonts w:ascii="Times New Roman" w:hAnsi="Times New Roman" w:cs="Times New Roman"/>
                <w:b/>
                <w:sz w:val="20"/>
                <w:szCs w:val="20"/>
              </w:rPr>
              <w:t>POLAZNA VRIJEDNOST (Akademska godina 202</w:t>
            </w:r>
            <w:r w:rsidR="00302D83" w:rsidRPr="00DE5FE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DE5FE5">
              <w:rPr>
                <w:rFonts w:ascii="Times New Roman" w:hAnsi="Times New Roman" w:cs="Times New Roman"/>
                <w:b/>
                <w:sz w:val="20"/>
                <w:szCs w:val="20"/>
              </w:rPr>
              <w:t>/202</w:t>
            </w:r>
            <w:r w:rsidR="00302D83" w:rsidRPr="00DE5FE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DE5FE5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2EEC9" w14:textId="77777777" w:rsidR="00D37A4E" w:rsidRPr="00DE5FE5" w:rsidRDefault="00D37A4E" w:rsidP="00D37A4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5FE5">
              <w:rPr>
                <w:rFonts w:ascii="Times New Roman" w:hAnsi="Times New Roman" w:cs="Times New Roman"/>
                <w:b/>
                <w:sz w:val="20"/>
                <w:szCs w:val="20"/>
              </w:rPr>
              <w:t>IZVOR PODATAKA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6711" w14:textId="176BF8B1" w:rsidR="00D37A4E" w:rsidRPr="00DE5FE5" w:rsidRDefault="00D37A4E" w:rsidP="00D37A4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5FE5">
              <w:rPr>
                <w:rFonts w:ascii="Times New Roman" w:hAnsi="Times New Roman" w:cs="Times New Roman"/>
                <w:b/>
                <w:sz w:val="20"/>
                <w:szCs w:val="20"/>
              </w:rPr>
              <w:t>CILJANA VRIJEDNOST 202</w:t>
            </w:r>
            <w:r w:rsidR="00302D83" w:rsidRPr="00DE5FE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DE5FE5">
              <w:rPr>
                <w:rFonts w:ascii="Times New Roman" w:hAnsi="Times New Roman" w:cs="Times New Roman"/>
                <w:b/>
                <w:sz w:val="20"/>
                <w:szCs w:val="20"/>
              </w:rPr>
              <w:t>./202</w:t>
            </w:r>
            <w:r w:rsidR="00302D83" w:rsidRPr="00DE5FE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DE5FE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1CD0B" w14:textId="5B2739D9" w:rsidR="00D37A4E" w:rsidRPr="00DE5FE5" w:rsidRDefault="00D37A4E" w:rsidP="00D37A4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5FE5">
              <w:rPr>
                <w:rFonts w:ascii="Times New Roman" w:hAnsi="Times New Roman" w:cs="Times New Roman"/>
                <w:b/>
                <w:sz w:val="20"/>
                <w:szCs w:val="20"/>
              </w:rPr>
              <w:t>CILJANA VRIJEDNOST 202</w:t>
            </w:r>
            <w:r w:rsidR="00302D83" w:rsidRPr="00DE5FE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DE5FE5">
              <w:rPr>
                <w:rFonts w:ascii="Times New Roman" w:hAnsi="Times New Roman" w:cs="Times New Roman"/>
                <w:b/>
                <w:sz w:val="20"/>
                <w:szCs w:val="20"/>
              </w:rPr>
              <w:t>./202</w:t>
            </w:r>
            <w:r w:rsidR="00302D83" w:rsidRPr="00DE5FE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DE5FE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3FEFC" w14:textId="2DD783BB" w:rsidR="00D37A4E" w:rsidRPr="00DE5FE5" w:rsidRDefault="00D37A4E" w:rsidP="00D37A4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5FE5">
              <w:rPr>
                <w:rFonts w:ascii="Times New Roman" w:hAnsi="Times New Roman" w:cs="Times New Roman"/>
                <w:b/>
                <w:sz w:val="20"/>
                <w:szCs w:val="20"/>
              </w:rPr>
              <w:t>CILJANA VRIJEDNOST 202</w:t>
            </w:r>
            <w:r w:rsidR="00302D83" w:rsidRPr="00DE5FE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DE5FE5">
              <w:rPr>
                <w:rFonts w:ascii="Times New Roman" w:hAnsi="Times New Roman" w:cs="Times New Roman"/>
                <w:b/>
                <w:sz w:val="20"/>
                <w:szCs w:val="20"/>
              </w:rPr>
              <w:t>./202</w:t>
            </w:r>
            <w:r w:rsidR="00302D83" w:rsidRPr="00DE5FE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DE5FE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D37A4E" w:rsidRPr="00DE5FE5" w14:paraId="7489D391" w14:textId="77777777" w:rsidTr="00D37A4E">
        <w:trPr>
          <w:trHeight w:val="228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0D5F0" w14:textId="040657F8" w:rsidR="00D37A4E" w:rsidRPr="00DE5FE5" w:rsidRDefault="00D37A4E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5FE5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C0F69" w14:textId="77777777" w:rsidR="00D37A4E" w:rsidRPr="00DE5FE5" w:rsidRDefault="00D37A4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hAnsi="Times New Roman" w:cs="Times New Roman"/>
                <w:sz w:val="20"/>
                <w:szCs w:val="20"/>
              </w:rPr>
              <w:t>BROJ ODOBRENIH ZNANSTVENIH PROJEKATA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803F7" w14:textId="6309B87B" w:rsidR="00D37A4E" w:rsidRPr="00DE5FE5" w:rsidRDefault="00DA4F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CE5E2" w14:textId="77777777" w:rsidR="00D37A4E" w:rsidRPr="00DE5FE5" w:rsidRDefault="00D37A4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hAnsi="Times New Roman" w:cs="Times New Roman"/>
                <w:sz w:val="20"/>
                <w:szCs w:val="20"/>
              </w:rPr>
              <w:t>Prodekan za poslovne odnose i kvalitetu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BF00F" w14:textId="1A9A60E9" w:rsidR="00D37A4E" w:rsidRPr="00DE5FE5" w:rsidRDefault="00DA4F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54AF0" w14:textId="606646CE" w:rsidR="00D37A4E" w:rsidRPr="00DE5FE5" w:rsidRDefault="00DA4F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8AAB5" w14:textId="3D7E14EB" w:rsidR="00D37A4E" w:rsidRPr="00DE5FE5" w:rsidRDefault="00DA4F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37A4E" w:rsidRPr="00DE5FE5" w14:paraId="490DAB67" w14:textId="77777777" w:rsidTr="00D37A4E">
        <w:trPr>
          <w:trHeight w:val="76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65E94" w14:textId="1A355ADB" w:rsidR="00D37A4E" w:rsidRPr="00DE5FE5" w:rsidRDefault="00D37A4E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5FE5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74C2D" w14:textId="77777777" w:rsidR="00D37A4E" w:rsidRPr="00DE5FE5" w:rsidRDefault="00D37A4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hAnsi="Times New Roman" w:cs="Times New Roman"/>
                <w:sz w:val="20"/>
                <w:szCs w:val="20"/>
              </w:rPr>
              <w:t>BROJ OBJAVLJENIH RADOVA (SCOPUS)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23038" w14:textId="249CDDAB" w:rsidR="00D37A4E" w:rsidRPr="00DE5FE5" w:rsidRDefault="00DA4F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08DF6" w14:textId="77777777" w:rsidR="00D37A4E" w:rsidRPr="00DE5FE5" w:rsidRDefault="00D37A4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hAnsi="Times New Roman" w:cs="Times New Roman"/>
                <w:sz w:val="20"/>
                <w:szCs w:val="20"/>
              </w:rPr>
              <w:t>Prodekan za poslovne odnose i kvalitetu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0A5C" w14:textId="4810332A" w:rsidR="00D37A4E" w:rsidRPr="00DE5FE5" w:rsidRDefault="00DA4F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125CB" w14:textId="6DDC9114" w:rsidR="00D37A4E" w:rsidRPr="00DE5FE5" w:rsidRDefault="00D37A4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F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A4F7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3A355" w14:textId="694D1A8E" w:rsidR="00D37A4E" w:rsidRPr="00DE5FE5" w:rsidRDefault="00DA4F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</w:tr>
    </w:tbl>
    <w:p w14:paraId="0AA46220" w14:textId="395536D5" w:rsidR="0065730A" w:rsidRDefault="0065730A" w:rsidP="00EE63A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EC6914" w14:textId="3E7C0251" w:rsidR="006E33F9" w:rsidRDefault="006E33F9" w:rsidP="006E33F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aktivnost provodi se sv</w:t>
      </w:r>
      <w:r w:rsidR="00F779A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ke godine sukladno Ugovoru o programskom financiranju </w:t>
      </w:r>
      <w:bookmarkStart w:id="3" w:name="_Hlk116464866"/>
      <w:r>
        <w:rPr>
          <w:rFonts w:ascii="Times New Roman" w:hAnsi="Times New Roman" w:cs="Times New Roman"/>
          <w:sz w:val="24"/>
          <w:szCs w:val="24"/>
        </w:rPr>
        <w:t>Sveučilišta u Rijeci</w:t>
      </w:r>
    </w:p>
    <w:bookmarkEnd w:id="3"/>
    <w:p w14:paraId="19BB6EB0" w14:textId="1872C218" w:rsidR="00EE63A1" w:rsidRDefault="00EE63A1" w:rsidP="005C2A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ADBD51" w14:textId="6118C31F" w:rsidR="002C4B08" w:rsidRPr="00003132" w:rsidRDefault="002C4B08" w:rsidP="005C2A38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132">
        <w:rPr>
          <w:rFonts w:ascii="Times New Roman" w:hAnsi="Times New Roman" w:cs="Times New Roman"/>
          <w:b/>
          <w:sz w:val="24"/>
          <w:szCs w:val="24"/>
        </w:rPr>
        <w:t>A679 072 – EU PROJEKTI SVEUČILIŠTA U RIJ</w:t>
      </w:r>
      <w:r w:rsidR="0057111C" w:rsidRPr="00003132">
        <w:rPr>
          <w:rFonts w:ascii="Times New Roman" w:hAnsi="Times New Roman" w:cs="Times New Roman"/>
          <w:b/>
          <w:sz w:val="24"/>
          <w:szCs w:val="24"/>
        </w:rPr>
        <w:t>E</w:t>
      </w:r>
      <w:r w:rsidRPr="00003132">
        <w:rPr>
          <w:rFonts w:ascii="Times New Roman" w:hAnsi="Times New Roman" w:cs="Times New Roman"/>
          <w:b/>
          <w:sz w:val="24"/>
          <w:szCs w:val="24"/>
        </w:rPr>
        <w:t>CI</w:t>
      </w:r>
    </w:p>
    <w:p w14:paraId="59DD00DA" w14:textId="77777777" w:rsidR="005230FA" w:rsidRPr="00887D75" w:rsidRDefault="005230FA" w:rsidP="005230F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56B9">
        <w:rPr>
          <w:rFonts w:ascii="Times New Roman" w:hAnsi="Times New Roman" w:cs="Times New Roman"/>
          <w:sz w:val="24"/>
          <w:szCs w:val="24"/>
        </w:rPr>
        <w:t>Zakonske i druge pravne osnove</w:t>
      </w:r>
      <w:r w:rsidRPr="00887D75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612F199C" w14:textId="74065EC8" w:rsidR="005230FA" w:rsidRDefault="005230FA" w:rsidP="005230FA">
      <w:pPr>
        <w:pStyle w:val="Odlomakpopisa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30FA">
        <w:rPr>
          <w:rFonts w:ascii="Times New Roman" w:hAnsi="Times New Roman" w:cs="Times New Roman"/>
          <w:sz w:val="24"/>
          <w:szCs w:val="24"/>
        </w:rPr>
        <w:t>Zakon o znanstvenoj djel</w:t>
      </w:r>
      <w:r w:rsidR="0073488B">
        <w:rPr>
          <w:rFonts w:ascii="Times New Roman" w:hAnsi="Times New Roman" w:cs="Times New Roman"/>
          <w:sz w:val="24"/>
          <w:szCs w:val="24"/>
        </w:rPr>
        <w:t>a</w:t>
      </w:r>
      <w:r w:rsidRPr="005230FA">
        <w:rPr>
          <w:rFonts w:ascii="Times New Roman" w:hAnsi="Times New Roman" w:cs="Times New Roman"/>
          <w:sz w:val="24"/>
          <w:szCs w:val="24"/>
        </w:rPr>
        <w:t>tnosti i visokom obrazovanju</w:t>
      </w:r>
    </w:p>
    <w:p w14:paraId="5721923C" w14:textId="70795F87" w:rsidR="005230FA" w:rsidRDefault="003D7186" w:rsidP="005230FA">
      <w:pPr>
        <w:pStyle w:val="Odlomakpopisa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Erasmus međuinstitucijski sporazumi</w:t>
      </w:r>
    </w:p>
    <w:p w14:paraId="354A7F96" w14:textId="0FB4B59D" w:rsidR="003D7186" w:rsidRPr="003D7186" w:rsidRDefault="003D7186" w:rsidP="003D7186">
      <w:pPr>
        <w:pStyle w:val="Odlomakpopisa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186">
        <w:rPr>
          <w:rFonts w:ascii="Times New Roman" w:hAnsi="Times New Roman" w:cs="Times New Roman"/>
          <w:sz w:val="24"/>
          <w:szCs w:val="24"/>
        </w:rPr>
        <w:t>Strategija razvoja znanosti Fakulteta zdravstvenih studija u Rijeci 2021-2025.g.</w:t>
      </w:r>
    </w:p>
    <w:p w14:paraId="7B52B4A7" w14:textId="3250A7BC" w:rsidR="003D7186" w:rsidRDefault="003D7186" w:rsidP="003D7186">
      <w:pPr>
        <w:pStyle w:val="Odlomakpopisa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 razvoja istraživačke i inovacijske infrastrukture u Republici Hrvatskoj ( 01.travnja 2014.)</w:t>
      </w:r>
    </w:p>
    <w:p w14:paraId="09DC70E2" w14:textId="77777777" w:rsidR="003D7186" w:rsidRPr="005230FA" w:rsidRDefault="003D7186" w:rsidP="003D7186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12B698" w14:textId="0F10AAF6" w:rsidR="00F34AAD" w:rsidRDefault="008C3DFC" w:rsidP="004E6E2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 xml:space="preserve">Aktivnosti </w:t>
      </w:r>
      <w:r w:rsidRPr="00003132">
        <w:rPr>
          <w:rFonts w:ascii="Times New Roman" w:hAnsi="Times New Roman" w:cs="Times New Roman"/>
          <w:b/>
          <w:sz w:val="24"/>
          <w:szCs w:val="24"/>
          <w:u w:val="single"/>
        </w:rPr>
        <w:t xml:space="preserve">A679072- EU projekt– EU projekti Sveučilišta u Rijeci  </w:t>
      </w:r>
      <w:r w:rsidRPr="00003132">
        <w:rPr>
          <w:rFonts w:ascii="Times New Roman" w:hAnsi="Times New Roman" w:cs="Times New Roman"/>
          <w:sz w:val="24"/>
          <w:szCs w:val="24"/>
        </w:rPr>
        <w:t xml:space="preserve"> </w:t>
      </w:r>
      <w:r w:rsidR="00AE09A0" w:rsidRPr="00003132">
        <w:rPr>
          <w:rFonts w:ascii="Times New Roman" w:hAnsi="Times New Roman" w:cs="Times New Roman"/>
          <w:sz w:val="24"/>
          <w:szCs w:val="24"/>
        </w:rPr>
        <w:t xml:space="preserve">odnosi se na sredstva iz EU fonda ERASMUS+ koja su </w:t>
      </w:r>
      <w:r w:rsidR="001B2E25" w:rsidRPr="00003132">
        <w:rPr>
          <w:rFonts w:ascii="Times New Roman" w:hAnsi="Times New Roman" w:cs="Times New Roman"/>
          <w:sz w:val="24"/>
          <w:szCs w:val="24"/>
        </w:rPr>
        <w:t>započela</w:t>
      </w:r>
      <w:r w:rsidR="00AE09A0" w:rsidRPr="00003132">
        <w:rPr>
          <w:rFonts w:ascii="Times New Roman" w:hAnsi="Times New Roman" w:cs="Times New Roman"/>
          <w:sz w:val="24"/>
          <w:szCs w:val="24"/>
        </w:rPr>
        <w:t xml:space="preserve"> u </w:t>
      </w:r>
      <w:r w:rsidR="00896549" w:rsidRPr="00003132">
        <w:rPr>
          <w:rFonts w:ascii="Times New Roman" w:hAnsi="Times New Roman" w:cs="Times New Roman"/>
          <w:sz w:val="24"/>
          <w:szCs w:val="24"/>
        </w:rPr>
        <w:t>2022.g.</w:t>
      </w:r>
      <w:r w:rsidR="00B670BE" w:rsidRPr="00003132">
        <w:rPr>
          <w:rFonts w:ascii="Times New Roman" w:hAnsi="Times New Roman" w:cs="Times New Roman"/>
          <w:sz w:val="24"/>
          <w:szCs w:val="24"/>
        </w:rPr>
        <w:t>,</w:t>
      </w:r>
      <w:r w:rsidR="004E6E2D">
        <w:rPr>
          <w:rFonts w:ascii="Times New Roman" w:hAnsi="Times New Roman" w:cs="Times New Roman"/>
          <w:sz w:val="24"/>
          <w:szCs w:val="24"/>
        </w:rPr>
        <w:t xml:space="preserve"> (Ahead in a WET)</w:t>
      </w:r>
      <w:r w:rsidR="00B670BE" w:rsidRPr="00003132">
        <w:rPr>
          <w:rFonts w:ascii="Times New Roman" w:hAnsi="Times New Roman" w:cs="Times New Roman"/>
          <w:sz w:val="24"/>
          <w:szCs w:val="24"/>
        </w:rPr>
        <w:t xml:space="preserve"> </w:t>
      </w:r>
      <w:r w:rsidR="00875EA5" w:rsidRPr="00003132">
        <w:rPr>
          <w:rFonts w:ascii="Times New Roman" w:hAnsi="Times New Roman" w:cs="Times New Roman"/>
          <w:sz w:val="24"/>
          <w:szCs w:val="24"/>
        </w:rPr>
        <w:t xml:space="preserve"> </w:t>
      </w:r>
      <w:r w:rsidR="00B670BE" w:rsidRPr="00003132">
        <w:rPr>
          <w:rFonts w:ascii="Times New Roman" w:hAnsi="Times New Roman" w:cs="Times New Roman"/>
          <w:sz w:val="24"/>
          <w:szCs w:val="24"/>
        </w:rPr>
        <w:t xml:space="preserve">dio će biti realiziran </w:t>
      </w:r>
      <w:r w:rsidR="00A7150B" w:rsidRPr="00003132">
        <w:rPr>
          <w:rFonts w:ascii="Times New Roman" w:hAnsi="Times New Roman" w:cs="Times New Roman"/>
          <w:sz w:val="24"/>
          <w:szCs w:val="24"/>
        </w:rPr>
        <w:t xml:space="preserve">do kraja </w:t>
      </w:r>
      <w:r w:rsidR="00F06E37" w:rsidRPr="00003132">
        <w:rPr>
          <w:rFonts w:ascii="Times New Roman" w:hAnsi="Times New Roman" w:cs="Times New Roman"/>
          <w:sz w:val="24"/>
          <w:szCs w:val="24"/>
        </w:rPr>
        <w:t>202</w:t>
      </w:r>
      <w:r w:rsidR="00670F15">
        <w:rPr>
          <w:rFonts w:ascii="Times New Roman" w:hAnsi="Times New Roman" w:cs="Times New Roman"/>
          <w:sz w:val="24"/>
          <w:szCs w:val="24"/>
        </w:rPr>
        <w:t>5</w:t>
      </w:r>
      <w:r w:rsidR="00B670BE" w:rsidRPr="00003132">
        <w:rPr>
          <w:rFonts w:ascii="Times New Roman" w:hAnsi="Times New Roman" w:cs="Times New Roman"/>
          <w:sz w:val="24"/>
          <w:szCs w:val="24"/>
        </w:rPr>
        <w:t xml:space="preserve">. </w:t>
      </w:r>
      <w:r w:rsidR="004E6E2D">
        <w:rPr>
          <w:rFonts w:ascii="Times New Roman" w:hAnsi="Times New Roman" w:cs="Times New Roman"/>
          <w:sz w:val="24"/>
          <w:szCs w:val="24"/>
        </w:rPr>
        <w:t>Projekt Pain Free traje do kraja 2025. godine, kao i  Erasmus projekt Epik.</w:t>
      </w:r>
    </w:p>
    <w:p w14:paraId="20A7547D" w14:textId="7BB5F8A4" w:rsidR="004C311A" w:rsidRDefault="00F34AAD" w:rsidP="004C311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kod nekih </w:t>
      </w:r>
      <w:r w:rsidR="004C311A">
        <w:rPr>
          <w:rFonts w:ascii="Times New Roman" w:hAnsi="Times New Roman" w:cs="Times New Roman"/>
          <w:sz w:val="24"/>
          <w:szCs w:val="24"/>
        </w:rPr>
        <w:t xml:space="preserve">projekata </w:t>
      </w:r>
      <w:r w:rsidR="001B2E25" w:rsidRPr="00003132">
        <w:rPr>
          <w:rFonts w:ascii="Times New Roman" w:hAnsi="Times New Roman" w:cs="Times New Roman"/>
          <w:sz w:val="24"/>
          <w:szCs w:val="24"/>
        </w:rPr>
        <w:t>se predv</w:t>
      </w:r>
      <w:r w:rsidR="00F06E37" w:rsidRPr="00003132">
        <w:rPr>
          <w:rFonts w:ascii="Times New Roman" w:hAnsi="Times New Roman" w:cs="Times New Roman"/>
          <w:sz w:val="24"/>
          <w:szCs w:val="24"/>
        </w:rPr>
        <w:t>iđa nastavak financiranja u 202</w:t>
      </w:r>
      <w:r w:rsidR="004C517A">
        <w:rPr>
          <w:rFonts w:ascii="Times New Roman" w:hAnsi="Times New Roman" w:cs="Times New Roman"/>
          <w:sz w:val="24"/>
          <w:szCs w:val="24"/>
        </w:rPr>
        <w:t>6</w:t>
      </w:r>
      <w:r w:rsidR="001B2E25" w:rsidRPr="00003132">
        <w:rPr>
          <w:rFonts w:ascii="Times New Roman" w:hAnsi="Times New Roman" w:cs="Times New Roman"/>
          <w:sz w:val="24"/>
          <w:szCs w:val="24"/>
        </w:rPr>
        <w:t>. godini,</w:t>
      </w:r>
      <w:r w:rsidR="00B670BE" w:rsidRPr="00003132">
        <w:rPr>
          <w:rFonts w:ascii="Times New Roman" w:hAnsi="Times New Roman" w:cs="Times New Roman"/>
          <w:sz w:val="24"/>
          <w:szCs w:val="24"/>
        </w:rPr>
        <w:t xml:space="preserve"> temeljem Ugovora o partnerstvu za suradnju </w:t>
      </w:r>
      <w:r w:rsidR="004C311A">
        <w:rPr>
          <w:rFonts w:ascii="Times New Roman" w:hAnsi="Times New Roman" w:cs="Times New Roman"/>
          <w:sz w:val="24"/>
          <w:szCs w:val="24"/>
        </w:rPr>
        <w:t>(</w:t>
      </w:r>
      <w:r w:rsidR="004C517A">
        <w:rPr>
          <w:rFonts w:ascii="Times New Roman" w:hAnsi="Times New Roman" w:cs="Times New Roman"/>
          <w:sz w:val="24"/>
          <w:szCs w:val="24"/>
        </w:rPr>
        <w:t>Nano think</w:t>
      </w:r>
      <w:r w:rsidR="004C311A">
        <w:rPr>
          <w:rFonts w:ascii="Times New Roman" w:hAnsi="Times New Roman" w:cs="Times New Roman"/>
          <w:sz w:val="24"/>
          <w:szCs w:val="24"/>
        </w:rPr>
        <w:t xml:space="preserve"> i Perfect)</w:t>
      </w:r>
      <w:r w:rsidR="008C3DFC" w:rsidRPr="00003132">
        <w:rPr>
          <w:rFonts w:ascii="Times New Roman" w:hAnsi="Times New Roman" w:cs="Times New Roman"/>
          <w:sz w:val="24"/>
          <w:szCs w:val="24"/>
        </w:rPr>
        <w:t>.</w:t>
      </w:r>
      <w:r w:rsidR="002C4B08" w:rsidRPr="0000313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pPr w:leftFromText="180" w:rightFromText="180" w:vertAnchor="text" w:horzAnchor="margin" w:tblpY="255"/>
        <w:tblW w:w="0" w:type="auto"/>
        <w:tblLook w:val="04A0" w:firstRow="1" w:lastRow="0" w:firstColumn="1" w:lastColumn="0" w:noHBand="0" w:noVBand="1"/>
      </w:tblPr>
      <w:tblGrid>
        <w:gridCol w:w="1280"/>
        <w:gridCol w:w="1216"/>
        <w:gridCol w:w="1408"/>
        <w:gridCol w:w="1063"/>
      </w:tblGrid>
      <w:tr w:rsidR="006D1FE5" w:rsidRPr="00003132" w14:paraId="756983DB" w14:textId="77777777" w:rsidTr="006D1FE5">
        <w:tc>
          <w:tcPr>
            <w:tcW w:w="1280" w:type="dxa"/>
            <w:shd w:val="clear" w:color="auto" w:fill="D0CECE" w:themeFill="background2" w:themeFillShade="E6"/>
          </w:tcPr>
          <w:p w14:paraId="545CE0A9" w14:textId="77777777" w:rsidR="006D1FE5" w:rsidRPr="00003132" w:rsidRDefault="006D1FE5" w:rsidP="006D1FE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238FB6" w14:textId="77777777" w:rsidR="006D1FE5" w:rsidRPr="00003132" w:rsidRDefault="006D1FE5" w:rsidP="006D1FE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Šifra aktivnosti/ programa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14CE434" w14:textId="77777777" w:rsidR="006D1FE5" w:rsidRPr="00003132" w:rsidRDefault="006D1FE5" w:rsidP="006D1FE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DDB6360" w14:textId="77777777" w:rsidR="006D1FE5" w:rsidRPr="00003132" w:rsidRDefault="006D1FE5" w:rsidP="006D1FE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Rebalans</w:t>
            </w: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4803476" w14:textId="77777777" w:rsidR="006D1FE5" w:rsidRPr="00003132" w:rsidRDefault="006D1FE5" w:rsidP="006D1FE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 xml:space="preserve">Indeks </w:t>
            </w:r>
          </w:p>
        </w:tc>
      </w:tr>
      <w:tr w:rsidR="006D1FE5" w:rsidRPr="00003132" w14:paraId="3B80C1D2" w14:textId="77777777" w:rsidTr="006D1FE5">
        <w:tc>
          <w:tcPr>
            <w:tcW w:w="1280" w:type="dxa"/>
          </w:tcPr>
          <w:p w14:paraId="6BF46576" w14:textId="77777777" w:rsidR="006D1FE5" w:rsidRPr="00003132" w:rsidRDefault="006D1FE5" w:rsidP="006D1F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9E55848" w14:textId="77777777" w:rsidR="006D1FE5" w:rsidRPr="00003132" w:rsidRDefault="006D1FE5" w:rsidP="006D1F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A679072</w:t>
            </w:r>
          </w:p>
          <w:p w14:paraId="0E7871BD" w14:textId="77777777" w:rsidR="006D1FE5" w:rsidRPr="00003132" w:rsidRDefault="006D1FE5" w:rsidP="006D1FE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</w:tcPr>
          <w:p w14:paraId="3DB02040" w14:textId="77777777" w:rsidR="006D1FE5" w:rsidRPr="009611E3" w:rsidRDefault="006D1FE5" w:rsidP="006D1F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8D200C2" w14:textId="77777777" w:rsidR="006D1FE5" w:rsidRPr="009611E3" w:rsidRDefault="006D1FE5" w:rsidP="006D1F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104.145 €</w:t>
            </w:r>
          </w:p>
        </w:tc>
        <w:tc>
          <w:tcPr>
            <w:tcW w:w="1408" w:type="dxa"/>
            <w:tcBorders>
              <w:top w:val="single" w:sz="4" w:space="0" w:color="auto"/>
            </w:tcBorders>
          </w:tcPr>
          <w:p w14:paraId="1B73CD39" w14:textId="77777777" w:rsidR="006D1FE5" w:rsidRPr="009611E3" w:rsidRDefault="006D1FE5" w:rsidP="006D1F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494C6C5" w14:textId="77777777" w:rsidR="006D1FE5" w:rsidRPr="009611E3" w:rsidRDefault="006D1FE5" w:rsidP="006D1F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78.525 €</w:t>
            </w:r>
          </w:p>
          <w:p w14:paraId="1A9A3CD9" w14:textId="77777777" w:rsidR="006D1FE5" w:rsidRPr="009611E3" w:rsidRDefault="006D1FE5" w:rsidP="006D1F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</w:tcPr>
          <w:p w14:paraId="2A1D1D09" w14:textId="77777777" w:rsidR="006D1FE5" w:rsidRPr="009611E3" w:rsidRDefault="006D1FE5" w:rsidP="006D1F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9EFB1B2" w14:textId="77777777" w:rsidR="006D1FE5" w:rsidRPr="009611E3" w:rsidRDefault="006D1FE5" w:rsidP="006D1F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0,75</w:t>
            </w:r>
          </w:p>
        </w:tc>
      </w:tr>
    </w:tbl>
    <w:p w14:paraId="7FDFA414" w14:textId="4E6101A5" w:rsidR="006244F4" w:rsidRDefault="006244F4" w:rsidP="005230F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D3905C" w14:textId="77777777" w:rsidR="0073488B" w:rsidRPr="00003132" w:rsidRDefault="0073488B" w:rsidP="005230F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7A7221" w14:textId="037943FE" w:rsidR="00FF3E42" w:rsidRPr="00003132" w:rsidRDefault="00FF3E42" w:rsidP="005C2A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39A632" w14:textId="77777777" w:rsidR="00AF075B" w:rsidRDefault="00AF075B" w:rsidP="00F779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A9B2B9" w14:textId="77777777" w:rsidR="00AF075B" w:rsidRDefault="00AF075B" w:rsidP="00F779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B4705E" w14:textId="77777777" w:rsidR="00C53625" w:rsidRDefault="00C53625" w:rsidP="00EE63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763BF6" w14:textId="77777777" w:rsidR="006D1FE5" w:rsidRDefault="006D1FE5" w:rsidP="00EE63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F356EF" w14:textId="77777777" w:rsidR="006D1FE5" w:rsidRDefault="006D1FE5" w:rsidP="00EE63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EAE23B" w14:textId="79E73543" w:rsidR="00EE63A1" w:rsidRDefault="00117BAE" w:rsidP="00EE63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r w:rsidR="00EE63A1" w:rsidRPr="00EE63A1">
        <w:rPr>
          <w:rFonts w:ascii="Times New Roman" w:hAnsi="Times New Roman" w:cs="Times New Roman"/>
          <w:sz w:val="24"/>
          <w:szCs w:val="24"/>
        </w:rPr>
        <w:t xml:space="preserve">tablici </w:t>
      </w:r>
      <w:r w:rsidR="00C8541A">
        <w:rPr>
          <w:rFonts w:ascii="Times New Roman" w:hAnsi="Times New Roman" w:cs="Times New Roman"/>
          <w:sz w:val="24"/>
          <w:szCs w:val="24"/>
        </w:rPr>
        <w:t>3</w:t>
      </w:r>
      <w:r w:rsidR="00EE63A1" w:rsidRPr="00EE63A1">
        <w:rPr>
          <w:rFonts w:ascii="Times New Roman" w:hAnsi="Times New Roman" w:cs="Times New Roman"/>
          <w:sz w:val="24"/>
          <w:szCs w:val="24"/>
        </w:rPr>
        <w:t xml:space="preserve"> su navedeni neki od ciljeva i pokazatelja učinka mobilnosti akademskog osoblja</w:t>
      </w:r>
      <w:r w:rsidR="005678A0">
        <w:rPr>
          <w:rFonts w:ascii="Times New Roman" w:hAnsi="Times New Roman" w:cs="Times New Roman"/>
          <w:sz w:val="24"/>
          <w:szCs w:val="24"/>
        </w:rPr>
        <w:t xml:space="preserve"> i studenata te </w:t>
      </w:r>
      <w:r w:rsidR="00EE63A1" w:rsidRPr="00EE63A1">
        <w:rPr>
          <w:rFonts w:ascii="Times New Roman" w:hAnsi="Times New Roman" w:cs="Times New Roman"/>
          <w:sz w:val="24"/>
          <w:szCs w:val="24"/>
        </w:rPr>
        <w:t>internacionalne suradnje :</w:t>
      </w:r>
    </w:p>
    <w:p w14:paraId="5E273B43" w14:textId="77777777" w:rsidR="006D1FE5" w:rsidRDefault="006D1FE5" w:rsidP="00EE63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061878" w14:textId="77777777" w:rsidR="006D1FE5" w:rsidRDefault="006D1FE5" w:rsidP="00EE63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E5B333" w14:textId="77777777" w:rsidR="006D1FE5" w:rsidRDefault="006D1FE5" w:rsidP="00EE63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55AD1B" w14:textId="77777777" w:rsidR="006D1FE5" w:rsidRDefault="006D1FE5" w:rsidP="00EE63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4C2717" w14:textId="77777777" w:rsidR="006D1FE5" w:rsidRDefault="006D1FE5" w:rsidP="00EE63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2D2DAA" w14:textId="77777777" w:rsidR="006D1FE5" w:rsidRDefault="006D1FE5" w:rsidP="00EE63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18CF7B" w14:textId="77777777" w:rsidR="006D1FE5" w:rsidRDefault="006D1FE5" w:rsidP="00EE63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74A50B" w14:textId="77777777" w:rsidR="006D1FE5" w:rsidRPr="00EE63A1" w:rsidRDefault="006D1FE5" w:rsidP="00EE63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89"/>
        <w:tblW w:w="11290" w:type="dxa"/>
        <w:tblLayout w:type="fixed"/>
        <w:tblLook w:val="04A0" w:firstRow="1" w:lastRow="0" w:firstColumn="1" w:lastColumn="0" w:noHBand="0" w:noVBand="1"/>
      </w:tblPr>
      <w:tblGrid>
        <w:gridCol w:w="270"/>
        <w:gridCol w:w="1260"/>
        <w:gridCol w:w="1350"/>
        <w:gridCol w:w="1440"/>
        <w:gridCol w:w="1890"/>
        <w:gridCol w:w="760"/>
        <w:gridCol w:w="1080"/>
        <w:gridCol w:w="1080"/>
        <w:gridCol w:w="1080"/>
        <w:gridCol w:w="1040"/>
        <w:gridCol w:w="40"/>
      </w:tblGrid>
      <w:tr w:rsidR="00DA4F7D" w:rsidRPr="00EE63A1" w14:paraId="33284760" w14:textId="77777777" w:rsidTr="005678A0">
        <w:trPr>
          <w:gridAfter w:val="1"/>
          <w:wAfter w:w="40" w:type="dxa"/>
          <w:cantSplit/>
          <w:trHeight w:val="1134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9491353" w14:textId="77777777" w:rsidR="00DA4F7D" w:rsidRPr="00794AB5" w:rsidRDefault="00DA4F7D" w:rsidP="00DA4F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794AB5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774CF2" w14:textId="77777777" w:rsidR="00DA4F7D" w:rsidRPr="00DA4F7D" w:rsidRDefault="00DA4F7D" w:rsidP="00DA4F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4F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Što želimo postići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CF81B6" w14:textId="77777777" w:rsidR="00DA4F7D" w:rsidRPr="00DA4F7D" w:rsidRDefault="00DA4F7D" w:rsidP="00DA4F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4F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Koji je pokazatelj uspjeha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AFD385" w14:textId="77777777" w:rsidR="00DA4F7D" w:rsidRPr="00DA4F7D" w:rsidRDefault="00DA4F7D" w:rsidP="00DA4F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4F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Zašto to treba pratiti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527C32" w14:textId="77777777" w:rsidR="00DA4F7D" w:rsidRPr="00DA4F7D" w:rsidRDefault="00DA4F7D" w:rsidP="00DA4F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4F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Kako računamo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00734CB4" w14:textId="77777777" w:rsidR="00DA4F7D" w:rsidRPr="00DA4F7D" w:rsidRDefault="00DA4F7D" w:rsidP="001F1B72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4F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Ciljana vrijednost FZSRI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525441" w14:textId="77777777" w:rsidR="00DA4F7D" w:rsidRPr="00DA4F7D" w:rsidRDefault="00DA4F7D" w:rsidP="00DA4F7D">
            <w:pPr>
              <w:spacing w:line="360" w:lineRule="auto"/>
              <w:ind w:right="-2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4F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Trenutna vrijednost 2022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B772AAB" w14:textId="6F318CB5" w:rsidR="00DA4F7D" w:rsidRPr="005678A0" w:rsidRDefault="00DA4F7D" w:rsidP="005678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78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plan 2023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5AC9405" w14:textId="77777777" w:rsidR="00DA4F7D" w:rsidRPr="005678A0" w:rsidRDefault="00DA4F7D" w:rsidP="001F1B7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78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plan 2024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8B782F7" w14:textId="77777777" w:rsidR="00DA4F7D" w:rsidRPr="005678A0" w:rsidRDefault="00DA4F7D" w:rsidP="001F1B7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78A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plan 2025</w:t>
            </w:r>
          </w:p>
        </w:tc>
      </w:tr>
      <w:tr w:rsidR="005678A0" w:rsidRPr="00EE63A1" w14:paraId="4BDAB5C8" w14:textId="77777777" w:rsidTr="005678A0">
        <w:trPr>
          <w:trHeight w:val="4087"/>
        </w:trPr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6FB47" w14:textId="77777777" w:rsidR="005678A0" w:rsidRPr="00EE63A1" w:rsidRDefault="005678A0" w:rsidP="005678A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63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29E9E" w14:textId="77777777" w:rsidR="005678A0" w:rsidRPr="00DA4F7D" w:rsidRDefault="005678A0" w:rsidP="005678A0">
            <w:pPr>
              <w:spacing w:line="240" w:lineRule="auto"/>
              <w:ind w:right="-102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4F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Povećati mobilnost akademskog osoblja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C0CB6" w14:textId="77777777" w:rsidR="005678A0" w:rsidRPr="00794AB5" w:rsidRDefault="005678A0" w:rsidP="005678A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94AB5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Broj akademskog osoblja i studenata u dolaznoj i odlaznoj mobilnosti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5883" w14:textId="77777777" w:rsidR="005678A0" w:rsidRPr="00DA4F7D" w:rsidRDefault="005678A0" w:rsidP="005678A0">
            <w:pPr>
              <w:spacing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DA4F7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Jačanje internacionalne vidljivosti i konkurentnosti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094D9" w14:textId="14EF4971" w:rsidR="005678A0" w:rsidRPr="00DA4F7D" w:rsidRDefault="005678A0" w:rsidP="005678A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DA4F7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Broj akademskog osoblja (suradnička, nastavna, znanstvena, znanstveno-nastavna zvanja i studenata  u dolaznoj i odlaznoj mobilnosti                 </w:t>
            </w:r>
            <w:r w:rsidRPr="005678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a) do 7 dana               b) od 15 do 60</w:t>
            </w:r>
            <w:r w:rsidR="00F779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5678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dana                        c) 3 mjeseca i više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EC75B" w14:textId="77777777" w:rsidR="005678A0" w:rsidRDefault="005678A0" w:rsidP="005678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DA4F7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Rast</w:t>
            </w:r>
          </w:p>
          <w:p w14:paraId="10C5126C" w14:textId="77777777" w:rsidR="005678A0" w:rsidRDefault="005678A0" w:rsidP="005678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37%</w:t>
            </w:r>
          </w:p>
          <w:p w14:paraId="5ADB1B07" w14:textId="65553452" w:rsidR="005678A0" w:rsidRPr="00DA4F7D" w:rsidRDefault="005678A0" w:rsidP="005678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BAE8B" w14:textId="70267061" w:rsidR="005678A0" w:rsidRDefault="005678A0" w:rsidP="005678A0">
            <w:pPr>
              <w:spacing w:line="360" w:lineRule="auto"/>
              <w:ind w:left="-1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Dolazna mobilnost:</w:t>
            </w:r>
          </w:p>
          <w:p w14:paraId="0AA89CA9" w14:textId="0053AEF3" w:rsidR="005678A0" w:rsidRDefault="005678A0" w:rsidP="005678A0">
            <w:pPr>
              <w:pStyle w:val="Odlomakpopisa"/>
              <w:numPr>
                <w:ilvl w:val="0"/>
                <w:numId w:val="31"/>
              </w:numPr>
              <w:spacing w:line="360" w:lineRule="auto"/>
              <w:ind w:left="-1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a)  5</w:t>
            </w:r>
          </w:p>
          <w:p w14:paraId="5BF78D28" w14:textId="77777777" w:rsidR="005678A0" w:rsidRDefault="005678A0" w:rsidP="005678A0">
            <w:pPr>
              <w:pStyle w:val="Odlomakpopisa"/>
              <w:numPr>
                <w:ilvl w:val="0"/>
                <w:numId w:val="31"/>
              </w:numPr>
              <w:spacing w:line="360" w:lineRule="auto"/>
              <w:ind w:left="-1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b) 40</w:t>
            </w:r>
          </w:p>
          <w:p w14:paraId="06DA1241" w14:textId="77777777" w:rsidR="005678A0" w:rsidRDefault="005678A0" w:rsidP="005678A0">
            <w:pPr>
              <w:pStyle w:val="Odlomakpopisa"/>
              <w:numPr>
                <w:ilvl w:val="0"/>
                <w:numId w:val="31"/>
              </w:numPr>
              <w:spacing w:line="360" w:lineRule="auto"/>
              <w:ind w:left="-1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c) 12</w:t>
            </w:r>
          </w:p>
          <w:p w14:paraId="0FDC9E43" w14:textId="77777777" w:rsidR="005678A0" w:rsidRDefault="005678A0" w:rsidP="005678A0">
            <w:pPr>
              <w:pStyle w:val="Odlomakpopisa"/>
              <w:numPr>
                <w:ilvl w:val="0"/>
                <w:numId w:val="31"/>
              </w:numPr>
              <w:spacing w:line="360" w:lineRule="auto"/>
              <w:ind w:left="-1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Odlazna mobilnost:</w:t>
            </w:r>
          </w:p>
          <w:p w14:paraId="46DC7054" w14:textId="19537BC3" w:rsidR="005678A0" w:rsidRDefault="005678A0" w:rsidP="005678A0">
            <w:pPr>
              <w:pStyle w:val="Odlomakpopisa"/>
              <w:numPr>
                <w:ilvl w:val="0"/>
                <w:numId w:val="31"/>
              </w:numPr>
              <w:spacing w:line="360" w:lineRule="auto"/>
              <w:ind w:left="-1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a)  4</w:t>
            </w:r>
          </w:p>
          <w:p w14:paraId="5D309291" w14:textId="411D3A54" w:rsidR="005678A0" w:rsidRDefault="005678A0" w:rsidP="005678A0">
            <w:pPr>
              <w:pStyle w:val="Odlomakpopisa"/>
              <w:numPr>
                <w:ilvl w:val="0"/>
                <w:numId w:val="31"/>
              </w:numPr>
              <w:spacing w:line="360" w:lineRule="auto"/>
              <w:ind w:left="-1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b)  8</w:t>
            </w:r>
          </w:p>
          <w:p w14:paraId="22A8BF59" w14:textId="32BFBA1D" w:rsidR="005678A0" w:rsidRPr="001F1B72" w:rsidRDefault="005678A0" w:rsidP="005678A0">
            <w:pPr>
              <w:pStyle w:val="Odlomakpopisa"/>
              <w:numPr>
                <w:ilvl w:val="0"/>
                <w:numId w:val="31"/>
              </w:numPr>
              <w:spacing w:line="360" w:lineRule="auto"/>
              <w:ind w:left="-1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c)  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C8B3C" w14:textId="77777777" w:rsidR="005678A0" w:rsidRDefault="005678A0" w:rsidP="005678A0">
            <w:pPr>
              <w:spacing w:line="360" w:lineRule="auto"/>
              <w:ind w:left="-1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Dolazna mobilnost:</w:t>
            </w:r>
          </w:p>
          <w:p w14:paraId="6E464C25" w14:textId="256B4D89" w:rsidR="005678A0" w:rsidRDefault="005678A0" w:rsidP="005678A0">
            <w:pPr>
              <w:pStyle w:val="Odlomakpopisa"/>
              <w:numPr>
                <w:ilvl w:val="0"/>
                <w:numId w:val="31"/>
              </w:numPr>
              <w:spacing w:line="360" w:lineRule="auto"/>
              <w:ind w:left="-1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a)  7</w:t>
            </w:r>
          </w:p>
          <w:p w14:paraId="19E40EFF" w14:textId="65800E10" w:rsidR="005678A0" w:rsidRDefault="005678A0" w:rsidP="005678A0">
            <w:pPr>
              <w:pStyle w:val="Odlomakpopisa"/>
              <w:numPr>
                <w:ilvl w:val="0"/>
                <w:numId w:val="31"/>
              </w:numPr>
              <w:spacing w:line="360" w:lineRule="auto"/>
              <w:ind w:left="-1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b) 46</w:t>
            </w:r>
          </w:p>
          <w:p w14:paraId="5D20014F" w14:textId="639C9A4D" w:rsidR="005678A0" w:rsidRDefault="005678A0" w:rsidP="005678A0">
            <w:pPr>
              <w:pStyle w:val="Odlomakpopisa"/>
              <w:numPr>
                <w:ilvl w:val="0"/>
                <w:numId w:val="31"/>
              </w:numPr>
              <w:spacing w:line="360" w:lineRule="auto"/>
              <w:ind w:left="-1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c) 15</w:t>
            </w:r>
          </w:p>
          <w:p w14:paraId="2FDF2824" w14:textId="77777777" w:rsidR="005678A0" w:rsidRDefault="005678A0" w:rsidP="005678A0">
            <w:pPr>
              <w:pStyle w:val="Odlomakpopisa"/>
              <w:numPr>
                <w:ilvl w:val="0"/>
                <w:numId w:val="31"/>
              </w:numPr>
              <w:spacing w:line="360" w:lineRule="auto"/>
              <w:ind w:left="-1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Odlazna mobilnost:</w:t>
            </w:r>
          </w:p>
          <w:p w14:paraId="1DB5A9CB" w14:textId="6116F1C5" w:rsidR="005678A0" w:rsidRDefault="005678A0" w:rsidP="005678A0">
            <w:pPr>
              <w:pStyle w:val="Odlomakpopisa"/>
              <w:numPr>
                <w:ilvl w:val="0"/>
                <w:numId w:val="31"/>
              </w:numPr>
              <w:spacing w:line="360" w:lineRule="auto"/>
              <w:ind w:left="-1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1F1B7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a) 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6</w:t>
            </w:r>
          </w:p>
          <w:p w14:paraId="508FE769" w14:textId="1ED045A9" w:rsidR="005678A0" w:rsidRPr="001F1B72" w:rsidRDefault="005678A0" w:rsidP="005678A0">
            <w:pPr>
              <w:pStyle w:val="Odlomakpopisa"/>
              <w:numPr>
                <w:ilvl w:val="0"/>
                <w:numId w:val="31"/>
              </w:numPr>
              <w:spacing w:line="360" w:lineRule="auto"/>
              <w:ind w:left="-1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1F1B7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b) 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10</w:t>
            </w:r>
          </w:p>
          <w:p w14:paraId="3EC19113" w14:textId="4846043C" w:rsidR="005678A0" w:rsidRPr="00DA4F7D" w:rsidRDefault="005678A0" w:rsidP="005678A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c)  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0CA6" w14:textId="77777777" w:rsidR="005678A0" w:rsidRDefault="005678A0" w:rsidP="005678A0">
            <w:pPr>
              <w:spacing w:line="360" w:lineRule="auto"/>
              <w:ind w:left="-1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Dolazna mobilnost:</w:t>
            </w:r>
          </w:p>
          <w:p w14:paraId="23213C0F" w14:textId="208A4F86" w:rsidR="005678A0" w:rsidRDefault="005678A0" w:rsidP="005678A0">
            <w:pPr>
              <w:pStyle w:val="Odlomakpopisa"/>
              <w:numPr>
                <w:ilvl w:val="0"/>
                <w:numId w:val="31"/>
              </w:numPr>
              <w:spacing w:line="360" w:lineRule="auto"/>
              <w:ind w:left="-1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a)  9</w:t>
            </w:r>
          </w:p>
          <w:p w14:paraId="4D09D9C0" w14:textId="62945738" w:rsidR="005678A0" w:rsidRDefault="005678A0" w:rsidP="005678A0">
            <w:pPr>
              <w:pStyle w:val="Odlomakpopisa"/>
              <w:numPr>
                <w:ilvl w:val="0"/>
                <w:numId w:val="31"/>
              </w:numPr>
              <w:spacing w:line="360" w:lineRule="auto"/>
              <w:ind w:left="-1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b) 48</w:t>
            </w:r>
          </w:p>
          <w:p w14:paraId="0DF36D79" w14:textId="18C3ED4C" w:rsidR="005678A0" w:rsidRDefault="005678A0" w:rsidP="005678A0">
            <w:pPr>
              <w:pStyle w:val="Odlomakpopisa"/>
              <w:numPr>
                <w:ilvl w:val="0"/>
                <w:numId w:val="31"/>
              </w:numPr>
              <w:spacing w:line="360" w:lineRule="auto"/>
              <w:ind w:left="-1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c) 17</w:t>
            </w:r>
          </w:p>
          <w:p w14:paraId="4EBB82D0" w14:textId="77777777" w:rsidR="005678A0" w:rsidRDefault="005678A0" w:rsidP="005678A0">
            <w:pPr>
              <w:pStyle w:val="Odlomakpopisa"/>
              <w:numPr>
                <w:ilvl w:val="0"/>
                <w:numId w:val="31"/>
              </w:numPr>
              <w:spacing w:line="360" w:lineRule="auto"/>
              <w:ind w:left="-1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Odlazna mobilnost:</w:t>
            </w:r>
          </w:p>
          <w:p w14:paraId="0A9646D3" w14:textId="7181483B" w:rsidR="005678A0" w:rsidRDefault="005678A0" w:rsidP="005678A0">
            <w:pPr>
              <w:pStyle w:val="Odlomakpopisa"/>
              <w:numPr>
                <w:ilvl w:val="0"/>
                <w:numId w:val="31"/>
              </w:numPr>
              <w:spacing w:line="360" w:lineRule="auto"/>
              <w:ind w:left="-1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1F1B7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a) 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8</w:t>
            </w:r>
          </w:p>
          <w:p w14:paraId="4227B749" w14:textId="75A5849E" w:rsidR="005678A0" w:rsidRPr="001F1B72" w:rsidRDefault="005678A0" w:rsidP="005678A0">
            <w:pPr>
              <w:pStyle w:val="Odlomakpopisa"/>
              <w:numPr>
                <w:ilvl w:val="0"/>
                <w:numId w:val="31"/>
              </w:numPr>
              <w:spacing w:line="360" w:lineRule="auto"/>
              <w:ind w:left="-1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1F1B7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b) 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15</w:t>
            </w:r>
          </w:p>
          <w:p w14:paraId="22E75448" w14:textId="7651057B" w:rsidR="005678A0" w:rsidRPr="005E7A60" w:rsidRDefault="005678A0" w:rsidP="005678A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c) 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63F95" w14:textId="77777777" w:rsidR="005678A0" w:rsidRDefault="005678A0" w:rsidP="005678A0">
            <w:pPr>
              <w:spacing w:line="360" w:lineRule="auto"/>
              <w:ind w:left="-1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Dolazna mobilnost:</w:t>
            </w:r>
          </w:p>
          <w:p w14:paraId="538225DF" w14:textId="0FF387B0" w:rsidR="005678A0" w:rsidRDefault="005678A0" w:rsidP="005678A0">
            <w:pPr>
              <w:pStyle w:val="Odlomakpopisa"/>
              <w:numPr>
                <w:ilvl w:val="0"/>
                <w:numId w:val="31"/>
              </w:numPr>
              <w:spacing w:line="360" w:lineRule="auto"/>
              <w:ind w:left="-1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a) 10</w:t>
            </w:r>
          </w:p>
          <w:p w14:paraId="42F3C7AF" w14:textId="00C111DB" w:rsidR="005678A0" w:rsidRDefault="005678A0" w:rsidP="005678A0">
            <w:pPr>
              <w:pStyle w:val="Odlomakpopisa"/>
              <w:numPr>
                <w:ilvl w:val="0"/>
                <w:numId w:val="31"/>
              </w:numPr>
              <w:spacing w:line="360" w:lineRule="auto"/>
              <w:ind w:left="-1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b) 52</w:t>
            </w:r>
          </w:p>
          <w:p w14:paraId="1D405F17" w14:textId="57EAD222" w:rsidR="005678A0" w:rsidRDefault="005678A0" w:rsidP="005678A0">
            <w:pPr>
              <w:pStyle w:val="Odlomakpopisa"/>
              <w:numPr>
                <w:ilvl w:val="0"/>
                <w:numId w:val="31"/>
              </w:numPr>
              <w:spacing w:line="360" w:lineRule="auto"/>
              <w:ind w:left="-1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c) 20</w:t>
            </w:r>
          </w:p>
          <w:p w14:paraId="498CB904" w14:textId="77777777" w:rsidR="005678A0" w:rsidRDefault="005678A0" w:rsidP="005678A0">
            <w:pPr>
              <w:pStyle w:val="Odlomakpopisa"/>
              <w:numPr>
                <w:ilvl w:val="0"/>
                <w:numId w:val="31"/>
              </w:numPr>
              <w:spacing w:line="360" w:lineRule="auto"/>
              <w:ind w:left="-1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Odlazna mobilnost:</w:t>
            </w:r>
          </w:p>
          <w:p w14:paraId="36A2A91E" w14:textId="335F7F62" w:rsidR="005678A0" w:rsidRDefault="005678A0" w:rsidP="005678A0">
            <w:pPr>
              <w:pStyle w:val="Odlomakpopisa"/>
              <w:numPr>
                <w:ilvl w:val="0"/>
                <w:numId w:val="31"/>
              </w:numPr>
              <w:spacing w:line="360" w:lineRule="auto"/>
              <w:ind w:left="-1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1F1B7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a) 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10</w:t>
            </w:r>
          </w:p>
          <w:p w14:paraId="193EB57F" w14:textId="33640510" w:rsidR="005678A0" w:rsidRPr="001F1B72" w:rsidRDefault="005678A0" w:rsidP="005678A0">
            <w:pPr>
              <w:pStyle w:val="Odlomakpopisa"/>
              <w:numPr>
                <w:ilvl w:val="0"/>
                <w:numId w:val="31"/>
              </w:numPr>
              <w:spacing w:line="360" w:lineRule="auto"/>
              <w:ind w:left="-1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1F1B7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b) 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20</w:t>
            </w:r>
          </w:p>
          <w:p w14:paraId="1F99017C" w14:textId="751985DE" w:rsidR="005678A0" w:rsidRPr="005E7A60" w:rsidRDefault="005678A0" w:rsidP="005678A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c)  6</w:t>
            </w:r>
          </w:p>
        </w:tc>
      </w:tr>
      <w:tr w:rsidR="005678A0" w:rsidRPr="00EE63A1" w14:paraId="39017F91" w14:textId="77777777" w:rsidTr="005678A0">
        <w:trPr>
          <w:trHeight w:val="2305"/>
        </w:trPr>
        <w:tc>
          <w:tcPr>
            <w:tcW w:w="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C9B4A" w14:textId="77777777" w:rsidR="005678A0" w:rsidRPr="00EE63A1" w:rsidRDefault="005678A0" w:rsidP="005678A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63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E335B" w14:textId="1611B123" w:rsidR="005678A0" w:rsidRPr="00DA4F7D" w:rsidRDefault="005678A0" w:rsidP="005678A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4F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Proširiti suradnju s internacional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DA4F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nim institucijama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52338" w14:textId="77777777" w:rsidR="005678A0" w:rsidRPr="00DA4F7D" w:rsidRDefault="005678A0" w:rsidP="005678A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4F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Broj sporazuma o suradnji s internacionalnim institucijama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4EA2C" w14:textId="7EC0CEB6" w:rsidR="005678A0" w:rsidRPr="00DA4F7D" w:rsidRDefault="005678A0" w:rsidP="005678A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DA4F7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Jačanje internacionaln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-</w:t>
            </w:r>
            <w:r w:rsidRPr="00DA4F7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og utjecaja VO-a i znanosti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850C3" w14:textId="77777777" w:rsidR="005678A0" w:rsidRPr="00DA4F7D" w:rsidRDefault="005678A0" w:rsidP="005678A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DA4F7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Broj aktivnih sporazuma o suradnji s internacionalnim institucijama:              </w:t>
            </w:r>
            <w:r w:rsidRPr="005678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a) ERASMUS              b) CEEEPUS                c) ostalo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0FD69" w14:textId="77777777" w:rsidR="005678A0" w:rsidRDefault="005678A0" w:rsidP="005678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DA4F7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Rast</w:t>
            </w:r>
          </w:p>
          <w:p w14:paraId="55DEF3D9" w14:textId="673D6AE7" w:rsidR="005678A0" w:rsidRPr="00DA4F7D" w:rsidRDefault="005678A0" w:rsidP="005678A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15%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AF83B" w14:textId="77777777" w:rsidR="005678A0" w:rsidRDefault="005678A0" w:rsidP="005678A0">
            <w:pPr>
              <w:pStyle w:val="Odlomakpopisa"/>
              <w:numPr>
                <w:ilvl w:val="0"/>
                <w:numId w:val="32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5</w:t>
            </w:r>
          </w:p>
          <w:p w14:paraId="124DD208" w14:textId="00C8FB2F" w:rsidR="005678A0" w:rsidRDefault="005678A0" w:rsidP="005678A0">
            <w:pPr>
              <w:pStyle w:val="Odlomakpopisa"/>
              <w:numPr>
                <w:ilvl w:val="0"/>
                <w:numId w:val="32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  <w:p w14:paraId="653DAFB6" w14:textId="256CD713" w:rsidR="005678A0" w:rsidRPr="001F1B72" w:rsidRDefault="005678A0" w:rsidP="005678A0">
            <w:pPr>
              <w:pStyle w:val="Odlomakpopisa"/>
              <w:numPr>
                <w:ilvl w:val="0"/>
                <w:numId w:val="32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79D8D" w14:textId="5A0FE61A" w:rsidR="005678A0" w:rsidRPr="001F1B72" w:rsidRDefault="005678A0" w:rsidP="005678A0">
            <w:pPr>
              <w:pStyle w:val="Odlomakpopisa"/>
              <w:numPr>
                <w:ilvl w:val="0"/>
                <w:numId w:val="33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1F1B72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7</w:t>
            </w:r>
          </w:p>
          <w:p w14:paraId="4213F18E" w14:textId="77777777" w:rsidR="005678A0" w:rsidRDefault="005678A0" w:rsidP="005678A0">
            <w:pPr>
              <w:pStyle w:val="Odlomakpopisa"/>
              <w:numPr>
                <w:ilvl w:val="0"/>
                <w:numId w:val="33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  <w:p w14:paraId="0A8AB7D5" w14:textId="26BDCB62" w:rsidR="005678A0" w:rsidRPr="001F1B72" w:rsidRDefault="005678A0" w:rsidP="005678A0">
            <w:pPr>
              <w:pStyle w:val="Odlomakpopisa"/>
              <w:numPr>
                <w:ilvl w:val="0"/>
                <w:numId w:val="33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3CC52" w14:textId="3D07CC4C" w:rsidR="005678A0" w:rsidRPr="005678A0" w:rsidRDefault="005678A0" w:rsidP="005678A0">
            <w:pPr>
              <w:pStyle w:val="Odlomakpopisa"/>
              <w:numPr>
                <w:ilvl w:val="0"/>
                <w:numId w:val="34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9</w:t>
            </w:r>
          </w:p>
          <w:p w14:paraId="3F922B19" w14:textId="6973C7F4" w:rsidR="005678A0" w:rsidRDefault="005678A0" w:rsidP="005678A0">
            <w:pPr>
              <w:pStyle w:val="Odlomakpopisa"/>
              <w:numPr>
                <w:ilvl w:val="0"/>
                <w:numId w:val="34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0</w:t>
            </w:r>
          </w:p>
          <w:p w14:paraId="19CABAE1" w14:textId="116FF80C" w:rsidR="005678A0" w:rsidRDefault="005678A0" w:rsidP="005678A0">
            <w:pPr>
              <w:pStyle w:val="Odlomakpopisa"/>
              <w:numPr>
                <w:ilvl w:val="0"/>
                <w:numId w:val="34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</w:t>
            </w:r>
          </w:p>
          <w:p w14:paraId="06BB0A46" w14:textId="6F3543B7" w:rsidR="005678A0" w:rsidRPr="00684489" w:rsidRDefault="005678A0" w:rsidP="005678A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E673D" w14:textId="0C3D4BB9" w:rsidR="005678A0" w:rsidRPr="005678A0" w:rsidRDefault="005678A0" w:rsidP="005678A0">
            <w:pPr>
              <w:pStyle w:val="Odlomakpopisa"/>
              <w:numPr>
                <w:ilvl w:val="0"/>
                <w:numId w:val="36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11</w:t>
            </w:r>
          </w:p>
          <w:p w14:paraId="06EB8EC4" w14:textId="17743B63" w:rsidR="005678A0" w:rsidRDefault="005678A0" w:rsidP="005678A0">
            <w:pPr>
              <w:pStyle w:val="Odlomakpopisa"/>
              <w:numPr>
                <w:ilvl w:val="0"/>
                <w:numId w:val="36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0</w:t>
            </w:r>
          </w:p>
          <w:p w14:paraId="15D0B592" w14:textId="59972BB2" w:rsidR="005678A0" w:rsidRDefault="005678A0" w:rsidP="005678A0">
            <w:pPr>
              <w:pStyle w:val="Odlomakpopisa"/>
              <w:numPr>
                <w:ilvl w:val="0"/>
                <w:numId w:val="36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3</w:t>
            </w:r>
          </w:p>
          <w:p w14:paraId="5085D321" w14:textId="35F21E6B" w:rsidR="005678A0" w:rsidRPr="00684489" w:rsidRDefault="005678A0" w:rsidP="005678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14:paraId="0D32D57F" w14:textId="4F196F85" w:rsidR="00117BAE" w:rsidRPr="00EE63A1" w:rsidRDefault="00117BAE" w:rsidP="00117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Tablica </w:t>
      </w:r>
      <w:r w:rsidR="00C8541A">
        <w:rPr>
          <w:rFonts w:ascii="Times New Roman" w:hAnsi="Times New Roman" w:cs="Times New Roman"/>
          <w:sz w:val="24"/>
          <w:szCs w:val="24"/>
        </w:rPr>
        <w:t>3</w:t>
      </w:r>
    </w:p>
    <w:p w14:paraId="1ADA1B7B" w14:textId="3C5D07B7" w:rsidR="00BA397B" w:rsidRDefault="00BA397B" w:rsidP="00EE63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FDBCA3" w14:textId="77777777" w:rsidR="00BA397B" w:rsidRPr="00EE63A1" w:rsidRDefault="00BA397B" w:rsidP="00EE63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3F2218" w14:textId="77777777" w:rsidR="002C4B08" w:rsidRPr="00003132" w:rsidRDefault="002C4B08" w:rsidP="005C2A38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132">
        <w:rPr>
          <w:rFonts w:ascii="Times New Roman" w:hAnsi="Times New Roman" w:cs="Times New Roman"/>
          <w:b/>
          <w:sz w:val="24"/>
          <w:szCs w:val="24"/>
        </w:rPr>
        <w:t>A679 0</w:t>
      </w:r>
      <w:r w:rsidR="00C87567" w:rsidRPr="00003132">
        <w:rPr>
          <w:rFonts w:ascii="Times New Roman" w:hAnsi="Times New Roman" w:cs="Times New Roman"/>
          <w:b/>
          <w:sz w:val="24"/>
          <w:szCs w:val="24"/>
        </w:rPr>
        <w:t>89</w:t>
      </w:r>
      <w:r w:rsidRPr="00003132">
        <w:rPr>
          <w:rFonts w:ascii="Times New Roman" w:hAnsi="Times New Roman" w:cs="Times New Roman"/>
          <w:b/>
          <w:sz w:val="24"/>
          <w:szCs w:val="24"/>
        </w:rPr>
        <w:t xml:space="preserve"> – REDOVNA DJELATNOST SVEUČILIŠTA U RIJECI IZ EVIDENCIJSKIH PRIHODA </w:t>
      </w:r>
    </w:p>
    <w:p w14:paraId="433C9FA8" w14:textId="77777777" w:rsidR="00E67103" w:rsidRPr="00887D75" w:rsidRDefault="00E67103" w:rsidP="00E671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56B9">
        <w:rPr>
          <w:rFonts w:ascii="Times New Roman" w:hAnsi="Times New Roman" w:cs="Times New Roman"/>
          <w:sz w:val="24"/>
          <w:szCs w:val="24"/>
        </w:rPr>
        <w:t>Zakonske i druge pravne osnove</w:t>
      </w:r>
      <w:r w:rsidRPr="00887D75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07C5DB42" w14:textId="336F0529" w:rsidR="00E67103" w:rsidRPr="002E56B9" w:rsidRDefault="00E67103" w:rsidP="00E67103">
      <w:pPr>
        <w:pStyle w:val="Odlomakpopisa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6B9">
        <w:rPr>
          <w:rFonts w:ascii="Times New Roman" w:hAnsi="Times New Roman" w:cs="Times New Roman"/>
          <w:sz w:val="24"/>
          <w:szCs w:val="24"/>
        </w:rPr>
        <w:t>Zakon o znanstvenoj djel</w:t>
      </w:r>
      <w:r w:rsidR="00985A88">
        <w:rPr>
          <w:rFonts w:ascii="Times New Roman" w:hAnsi="Times New Roman" w:cs="Times New Roman"/>
          <w:sz w:val="24"/>
          <w:szCs w:val="24"/>
        </w:rPr>
        <w:t>a</w:t>
      </w:r>
      <w:r w:rsidRPr="002E56B9">
        <w:rPr>
          <w:rFonts w:ascii="Times New Roman" w:hAnsi="Times New Roman" w:cs="Times New Roman"/>
          <w:sz w:val="24"/>
          <w:szCs w:val="24"/>
        </w:rPr>
        <w:t>tnosti i visokom obrazovanju;</w:t>
      </w:r>
    </w:p>
    <w:p w14:paraId="5E5AA699" w14:textId="77777777" w:rsidR="00E67103" w:rsidRPr="002E56B9" w:rsidRDefault="00E67103" w:rsidP="00E67103">
      <w:pPr>
        <w:pStyle w:val="Odlomakpopisa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6B9">
        <w:rPr>
          <w:rFonts w:ascii="Times New Roman" w:hAnsi="Times New Roman" w:cs="Times New Roman"/>
          <w:sz w:val="24"/>
          <w:szCs w:val="24"/>
        </w:rPr>
        <w:t>Kolektivni ugovor za znanost i visoko obrazovanje;</w:t>
      </w:r>
    </w:p>
    <w:p w14:paraId="2829CAA6" w14:textId="41D212DB" w:rsidR="00E67103" w:rsidRPr="00435E1D" w:rsidRDefault="00E67103" w:rsidP="00435E1D">
      <w:pPr>
        <w:pStyle w:val="Odlomakpopisa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E1D">
        <w:rPr>
          <w:rFonts w:ascii="Times New Roman" w:hAnsi="Times New Roman" w:cs="Times New Roman"/>
          <w:sz w:val="24"/>
          <w:szCs w:val="24"/>
        </w:rPr>
        <w:t>Strategija razvoja znanosti Fakulteta zdravstvenih studija u Rijeci 2021-2025.g</w:t>
      </w:r>
    </w:p>
    <w:p w14:paraId="2A0CAC59" w14:textId="77777777" w:rsidR="00E67103" w:rsidRDefault="00E67103" w:rsidP="005C2A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0BB5A1" w14:textId="07421EBD" w:rsidR="00C76354" w:rsidRDefault="00DD14CB" w:rsidP="005C2A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 xml:space="preserve">U okviru ove aktivnosti planiraju se </w:t>
      </w:r>
      <w:r w:rsidR="00B60D4F" w:rsidRPr="00003132">
        <w:rPr>
          <w:rFonts w:ascii="Times New Roman" w:hAnsi="Times New Roman" w:cs="Times New Roman"/>
          <w:sz w:val="24"/>
          <w:szCs w:val="24"/>
        </w:rPr>
        <w:t>rashodi i izdaci koji se izvrša</w:t>
      </w:r>
      <w:r w:rsidR="00015678" w:rsidRPr="00003132">
        <w:rPr>
          <w:rFonts w:ascii="Times New Roman" w:hAnsi="Times New Roman" w:cs="Times New Roman"/>
          <w:sz w:val="24"/>
          <w:szCs w:val="24"/>
        </w:rPr>
        <w:t>vaju iz vlastitih</w:t>
      </w:r>
      <w:r w:rsidR="00047519" w:rsidRPr="00003132">
        <w:rPr>
          <w:rFonts w:ascii="Times New Roman" w:hAnsi="Times New Roman" w:cs="Times New Roman"/>
          <w:sz w:val="24"/>
          <w:szCs w:val="24"/>
        </w:rPr>
        <w:t xml:space="preserve"> </w:t>
      </w:r>
      <w:r w:rsidR="00015678" w:rsidRPr="00003132">
        <w:rPr>
          <w:rFonts w:ascii="Times New Roman" w:hAnsi="Times New Roman" w:cs="Times New Roman"/>
          <w:sz w:val="24"/>
          <w:szCs w:val="24"/>
        </w:rPr>
        <w:t xml:space="preserve"> i namjenskih </w:t>
      </w:r>
      <w:r w:rsidR="00B60D4F" w:rsidRPr="00003132">
        <w:rPr>
          <w:rFonts w:ascii="Times New Roman" w:hAnsi="Times New Roman" w:cs="Times New Roman"/>
          <w:sz w:val="24"/>
          <w:szCs w:val="24"/>
        </w:rPr>
        <w:t>izvora</w:t>
      </w:r>
      <w:r w:rsidR="00015678" w:rsidRPr="00003132">
        <w:rPr>
          <w:rFonts w:ascii="Times New Roman" w:hAnsi="Times New Roman" w:cs="Times New Roman"/>
          <w:sz w:val="24"/>
          <w:szCs w:val="24"/>
        </w:rPr>
        <w:t xml:space="preserve">. </w:t>
      </w:r>
      <w:r w:rsidR="00B60D4F" w:rsidRPr="00003132">
        <w:rPr>
          <w:rFonts w:ascii="Times New Roman" w:hAnsi="Times New Roman" w:cs="Times New Roman"/>
          <w:sz w:val="24"/>
          <w:szCs w:val="24"/>
        </w:rPr>
        <w:t>Ova vrsta prihoda prikuplja se od školarina studenata</w:t>
      </w:r>
      <w:r w:rsidR="002163FC">
        <w:rPr>
          <w:rFonts w:ascii="Times New Roman" w:hAnsi="Times New Roman" w:cs="Times New Roman"/>
          <w:sz w:val="24"/>
          <w:szCs w:val="24"/>
        </w:rPr>
        <w:t xml:space="preserve"> (izvor 43)</w:t>
      </w:r>
      <w:r w:rsidR="00B60D4F" w:rsidRPr="00003132">
        <w:rPr>
          <w:rFonts w:ascii="Times New Roman" w:hAnsi="Times New Roman" w:cs="Times New Roman"/>
          <w:sz w:val="24"/>
          <w:szCs w:val="24"/>
        </w:rPr>
        <w:t>, a planirana je temeljem dosadašnjeg ostvarenja i planova o budućim upisnim kvotama</w:t>
      </w:r>
      <w:r w:rsidR="008C384E" w:rsidRPr="00003132">
        <w:rPr>
          <w:rFonts w:ascii="Times New Roman" w:hAnsi="Times New Roman" w:cs="Times New Roman"/>
          <w:sz w:val="24"/>
          <w:szCs w:val="24"/>
        </w:rPr>
        <w:t xml:space="preserve">, procjeni </w:t>
      </w:r>
      <w:r w:rsidR="00985A88">
        <w:rPr>
          <w:rFonts w:ascii="Times New Roman" w:hAnsi="Times New Roman" w:cs="Times New Roman"/>
          <w:sz w:val="24"/>
          <w:szCs w:val="24"/>
        </w:rPr>
        <w:t>br</w:t>
      </w:r>
      <w:r w:rsidR="008C384E" w:rsidRPr="00003132">
        <w:rPr>
          <w:rFonts w:ascii="Times New Roman" w:hAnsi="Times New Roman" w:cs="Times New Roman"/>
          <w:sz w:val="24"/>
          <w:szCs w:val="24"/>
        </w:rPr>
        <w:t>oja studenata koji će upisati više godine</w:t>
      </w:r>
      <w:r w:rsidR="00B60D4F" w:rsidRPr="00003132">
        <w:rPr>
          <w:rFonts w:ascii="Times New Roman" w:hAnsi="Times New Roman" w:cs="Times New Roman"/>
          <w:sz w:val="24"/>
          <w:szCs w:val="24"/>
        </w:rPr>
        <w:t xml:space="preserve"> i visini školarine</w:t>
      </w:r>
      <w:r w:rsidR="00A04264" w:rsidRPr="00003132">
        <w:rPr>
          <w:rFonts w:ascii="Times New Roman" w:hAnsi="Times New Roman" w:cs="Times New Roman"/>
          <w:sz w:val="24"/>
          <w:szCs w:val="24"/>
        </w:rPr>
        <w:t>, uzimajući u obzir sredstva izdvajanja za Sveučilište u Rijeci.</w:t>
      </w:r>
      <w:r w:rsidR="001B2E25" w:rsidRPr="00003132">
        <w:rPr>
          <w:rFonts w:ascii="Times New Roman" w:hAnsi="Times New Roman" w:cs="Times New Roman"/>
          <w:sz w:val="24"/>
          <w:szCs w:val="24"/>
        </w:rPr>
        <w:t xml:space="preserve"> Na Aktiv</w:t>
      </w:r>
      <w:r w:rsidR="007626FD" w:rsidRPr="00003132">
        <w:rPr>
          <w:rFonts w:ascii="Times New Roman" w:hAnsi="Times New Roman" w:cs="Times New Roman"/>
          <w:sz w:val="24"/>
          <w:szCs w:val="24"/>
        </w:rPr>
        <w:t>n</w:t>
      </w:r>
      <w:r w:rsidR="001B2E25" w:rsidRPr="00003132">
        <w:rPr>
          <w:rFonts w:ascii="Times New Roman" w:hAnsi="Times New Roman" w:cs="Times New Roman"/>
          <w:sz w:val="24"/>
          <w:szCs w:val="24"/>
        </w:rPr>
        <w:t xml:space="preserve">osti A679089 nalaze se </w:t>
      </w:r>
      <w:r w:rsidR="008C52F8">
        <w:rPr>
          <w:rFonts w:ascii="Times New Roman" w:hAnsi="Times New Roman" w:cs="Times New Roman"/>
          <w:sz w:val="24"/>
          <w:szCs w:val="24"/>
        </w:rPr>
        <w:t xml:space="preserve">rashodi </w:t>
      </w:r>
      <w:r w:rsidR="001B2E25" w:rsidRPr="00003132">
        <w:rPr>
          <w:rFonts w:ascii="Times New Roman" w:hAnsi="Times New Roman" w:cs="Times New Roman"/>
          <w:sz w:val="24"/>
          <w:szCs w:val="24"/>
        </w:rPr>
        <w:t xml:space="preserve">iz izvora 31 koji predstavljaju vlastiti prihod  i </w:t>
      </w:r>
      <w:r w:rsidR="008C52F8">
        <w:rPr>
          <w:rFonts w:ascii="Times New Roman" w:hAnsi="Times New Roman" w:cs="Times New Roman"/>
          <w:sz w:val="24"/>
          <w:szCs w:val="24"/>
        </w:rPr>
        <w:t xml:space="preserve">rashodi </w:t>
      </w:r>
      <w:r w:rsidR="001B2E25" w:rsidRPr="00003132">
        <w:rPr>
          <w:rFonts w:ascii="Times New Roman" w:hAnsi="Times New Roman" w:cs="Times New Roman"/>
          <w:sz w:val="24"/>
          <w:szCs w:val="24"/>
        </w:rPr>
        <w:t xml:space="preserve"> sa izvora 52 na kojem se nalaze projekti dobiveni od Sveučilišta </w:t>
      </w:r>
      <w:r w:rsidR="008C52F8">
        <w:rPr>
          <w:rFonts w:ascii="Times New Roman" w:hAnsi="Times New Roman" w:cs="Times New Roman"/>
          <w:sz w:val="24"/>
          <w:szCs w:val="24"/>
        </w:rPr>
        <w:t xml:space="preserve"> temeljem prihoda na </w:t>
      </w:r>
      <w:r w:rsidR="001B2E25" w:rsidRPr="00003132">
        <w:rPr>
          <w:rFonts w:ascii="Times New Roman" w:hAnsi="Times New Roman" w:cs="Times New Roman"/>
          <w:sz w:val="24"/>
          <w:szCs w:val="24"/>
        </w:rPr>
        <w:t>na kontu 639</w:t>
      </w:r>
      <w:r w:rsidR="00985A88">
        <w:rPr>
          <w:rFonts w:ascii="Times New Roman" w:hAnsi="Times New Roman" w:cs="Times New Roman"/>
          <w:sz w:val="24"/>
          <w:szCs w:val="24"/>
        </w:rPr>
        <w:t xml:space="preserve"> </w:t>
      </w:r>
      <w:r w:rsidR="0065730A">
        <w:rPr>
          <w:rFonts w:ascii="Times New Roman" w:hAnsi="Times New Roman" w:cs="Times New Roman"/>
          <w:sz w:val="24"/>
          <w:szCs w:val="24"/>
        </w:rPr>
        <w:t xml:space="preserve">  </w:t>
      </w:r>
      <w:r w:rsidR="00985A88">
        <w:rPr>
          <w:rFonts w:ascii="Times New Roman" w:hAnsi="Times New Roman" w:cs="Times New Roman"/>
          <w:sz w:val="24"/>
          <w:szCs w:val="24"/>
        </w:rPr>
        <w:t xml:space="preserve">( </w:t>
      </w:r>
      <w:r w:rsidR="00985A88">
        <w:rPr>
          <w:rFonts w:ascii="Times New Roman" w:hAnsi="Times New Roman" w:cs="Times New Roman"/>
          <w:bCs/>
          <w:sz w:val="24"/>
          <w:szCs w:val="24"/>
        </w:rPr>
        <w:t xml:space="preserve">prijenosi između proračunskih korisnika istog proračuna </w:t>
      </w:r>
      <w:r w:rsidR="00985A88">
        <w:rPr>
          <w:rFonts w:ascii="Times New Roman" w:hAnsi="Times New Roman" w:cs="Times New Roman"/>
          <w:sz w:val="24"/>
          <w:szCs w:val="24"/>
        </w:rPr>
        <w:t>)</w:t>
      </w:r>
      <w:r w:rsidR="001B2E25" w:rsidRPr="00003132">
        <w:rPr>
          <w:rFonts w:ascii="Times New Roman" w:hAnsi="Times New Roman" w:cs="Times New Roman"/>
          <w:sz w:val="24"/>
          <w:szCs w:val="24"/>
        </w:rPr>
        <w:t>.</w:t>
      </w:r>
    </w:p>
    <w:p w14:paraId="15526A0C" w14:textId="77777777" w:rsidR="000A6B11" w:rsidRDefault="000A6B11" w:rsidP="005C2A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78"/>
        <w:gridCol w:w="1418"/>
        <w:gridCol w:w="1341"/>
        <w:gridCol w:w="1000"/>
      </w:tblGrid>
      <w:tr w:rsidR="00B07DF8" w:rsidRPr="00003132" w14:paraId="0679DAE4" w14:textId="77777777" w:rsidTr="00B07DF8">
        <w:tc>
          <w:tcPr>
            <w:tcW w:w="1278" w:type="dxa"/>
            <w:shd w:val="clear" w:color="auto" w:fill="D0CECE" w:themeFill="background2" w:themeFillShade="E6"/>
          </w:tcPr>
          <w:p w14:paraId="4AA4299C" w14:textId="77777777" w:rsidR="00B07DF8" w:rsidRPr="00003132" w:rsidRDefault="00B07DF8" w:rsidP="00B41F4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DD1459" w14:textId="77777777" w:rsidR="00B07DF8" w:rsidRPr="00003132" w:rsidRDefault="00B07DF8" w:rsidP="00B41F4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Šifra aktivnosti/ programa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67A2B1B" w14:textId="77777777" w:rsidR="00B07DF8" w:rsidRPr="00003132" w:rsidRDefault="00B07DF8" w:rsidP="00B41F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Plan</w:t>
            </w:r>
          </w:p>
          <w:p w14:paraId="3AAB82F2" w14:textId="759944A0" w:rsidR="00B07DF8" w:rsidRPr="00003132" w:rsidRDefault="00B07DF8" w:rsidP="00B41F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8C52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87EB8D9" w14:textId="635C81BC" w:rsidR="00B07DF8" w:rsidRDefault="00B07DF8" w:rsidP="00B41F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Rebalans</w:t>
            </w:r>
          </w:p>
          <w:p w14:paraId="60CB63BD" w14:textId="2A8DFC87" w:rsidR="00B07DF8" w:rsidRPr="00003132" w:rsidRDefault="00B07DF8" w:rsidP="00B41F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8C52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F471EEB" w14:textId="241D8649" w:rsidR="00B07DF8" w:rsidRPr="00003132" w:rsidRDefault="00B07DF8" w:rsidP="00B41F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sz w:val="24"/>
                <w:szCs w:val="24"/>
              </w:rPr>
              <w:t xml:space="preserve">Indeks </w:t>
            </w:r>
          </w:p>
        </w:tc>
      </w:tr>
      <w:tr w:rsidR="00B07DF8" w:rsidRPr="00003132" w14:paraId="4A93659C" w14:textId="77777777" w:rsidTr="00B07DF8">
        <w:tc>
          <w:tcPr>
            <w:tcW w:w="1278" w:type="dxa"/>
          </w:tcPr>
          <w:p w14:paraId="0189D8D4" w14:textId="77777777" w:rsidR="00B07DF8" w:rsidRPr="00003132" w:rsidRDefault="00B07DF8" w:rsidP="005C2A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CF152D" w14:textId="6C25CF2D" w:rsidR="00B07DF8" w:rsidRPr="00003132" w:rsidRDefault="00B07DF8" w:rsidP="005C2A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1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A679089</w:t>
            </w:r>
          </w:p>
          <w:p w14:paraId="226C299B" w14:textId="77777777" w:rsidR="00B07DF8" w:rsidRPr="00003132" w:rsidRDefault="00B07DF8" w:rsidP="005C2A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686F034" w14:textId="77777777" w:rsidR="00B07DF8" w:rsidRPr="00003132" w:rsidRDefault="00B07DF8" w:rsidP="0032707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3736EB" w14:textId="1F88A1DD" w:rsidR="00B07DF8" w:rsidRPr="00003132" w:rsidRDefault="000A6B11" w:rsidP="0032707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693.327</w:t>
            </w:r>
            <w:r w:rsidR="00B07D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€</w:t>
            </w:r>
          </w:p>
          <w:p w14:paraId="21025223" w14:textId="33516A95" w:rsidR="00B07DF8" w:rsidRPr="00003132" w:rsidRDefault="00B07DF8" w:rsidP="0032707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</w:tcBorders>
          </w:tcPr>
          <w:p w14:paraId="1C3267B8" w14:textId="77777777" w:rsidR="00B07DF8" w:rsidRDefault="00B07DF8" w:rsidP="0032707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CD31073" w14:textId="0A213B91" w:rsidR="00B07DF8" w:rsidRPr="00003132" w:rsidRDefault="000A6B11" w:rsidP="0032707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790.962</w:t>
            </w:r>
            <w:r w:rsidR="00B07D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€</w:t>
            </w:r>
          </w:p>
          <w:p w14:paraId="7115C9E6" w14:textId="1391DA40" w:rsidR="00B07DF8" w:rsidRPr="00003132" w:rsidRDefault="00B07DF8" w:rsidP="0032707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</w:tcBorders>
          </w:tcPr>
          <w:p w14:paraId="34BF6661" w14:textId="77777777" w:rsidR="00B07DF8" w:rsidRPr="0065730A" w:rsidRDefault="00B07DF8" w:rsidP="002345C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A370606" w14:textId="4809ABA7" w:rsidR="00B07DF8" w:rsidRPr="0065730A" w:rsidRDefault="003960FD" w:rsidP="002345C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114,09</w:t>
            </w:r>
          </w:p>
          <w:p w14:paraId="5DBA2E69" w14:textId="2DE5F6BA" w:rsidR="00B07DF8" w:rsidRPr="0065730A" w:rsidRDefault="00B07DF8" w:rsidP="002345C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B942707" w14:textId="77777777" w:rsidR="009436E8" w:rsidRDefault="009436E8" w:rsidP="009436E8">
      <w:pPr>
        <w:spacing w:line="360" w:lineRule="auto"/>
        <w:jc w:val="both"/>
        <w:rPr>
          <w:rFonts w:cstheme="minorHAnsi"/>
          <w:bCs/>
        </w:rPr>
      </w:pPr>
    </w:p>
    <w:p w14:paraId="43B6A1DC" w14:textId="5C71CFE5" w:rsidR="00302D83" w:rsidRDefault="00B45DC2" w:rsidP="006465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14:paraId="6A22FFF9" w14:textId="548948DC" w:rsidR="00C53625" w:rsidRPr="00003132" w:rsidRDefault="000B1757" w:rsidP="004210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Vlastitim prihodi</w:t>
      </w:r>
      <w:r w:rsidR="00CC4A8B">
        <w:rPr>
          <w:rFonts w:ascii="Times New Roman" w:hAnsi="Times New Roman" w:cs="Times New Roman"/>
          <w:sz w:val="24"/>
          <w:szCs w:val="24"/>
        </w:rPr>
        <w:t xml:space="preserve">ma </w:t>
      </w:r>
      <w:r w:rsidR="0065730A">
        <w:rPr>
          <w:rFonts w:ascii="Times New Roman" w:hAnsi="Times New Roman" w:cs="Times New Roman"/>
          <w:sz w:val="24"/>
          <w:szCs w:val="24"/>
        </w:rPr>
        <w:t xml:space="preserve"> (Izvor 31) </w:t>
      </w:r>
      <w:r w:rsidR="00CC4A8B">
        <w:rPr>
          <w:rFonts w:ascii="Times New Roman" w:hAnsi="Times New Roman" w:cs="Times New Roman"/>
          <w:sz w:val="24"/>
          <w:szCs w:val="24"/>
        </w:rPr>
        <w:t>pokriva se</w:t>
      </w:r>
      <w:r w:rsidR="002C5910">
        <w:rPr>
          <w:rFonts w:ascii="Times New Roman" w:hAnsi="Times New Roman" w:cs="Times New Roman"/>
          <w:sz w:val="24"/>
          <w:szCs w:val="24"/>
        </w:rPr>
        <w:t xml:space="preserve"> u najvećim dijelom</w:t>
      </w:r>
      <w:r w:rsidR="00CC4A8B">
        <w:rPr>
          <w:rFonts w:ascii="Times New Roman" w:hAnsi="Times New Roman" w:cs="Times New Roman"/>
          <w:sz w:val="24"/>
          <w:szCs w:val="24"/>
        </w:rPr>
        <w:t xml:space="preserve"> trošak</w:t>
      </w:r>
      <w:r w:rsidR="00101244">
        <w:rPr>
          <w:rFonts w:ascii="Times New Roman" w:hAnsi="Times New Roman" w:cs="Times New Roman"/>
          <w:sz w:val="24"/>
          <w:szCs w:val="24"/>
        </w:rPr>
        <w:t xml:space="preserve"> plaće za izvođenje cjeloživotnog </w:t>
      </w:r>
      <w:r w:rsidR="00F60913">
        <w:rPr>
          <w:rFonts w:ascii="Times New Roman" w:hAnsi="Times New Roman" w:cs="Times New Roman"/>
          <w:sz w:val="24"/>
          <w:szCs w:val="24"/>
        </w:rPr>
        <w:t>nastav</w:t>
      </w:r>
      <w:r w:rsidR="00F779A0">
        <w:rPr>
          <w:rFonts w:ascii="Times New Roman" w:hAnsi="Times New Roman" w:cs="Times New Roman"/>
          <w:sz w:val="24"/>
          <w:szCs w:val="24"/>
        </w:rPr>
        <w:t>n</w:t>
      </w:r>
      <w:r w:rsidR="00F60913">
        <w:rPr>
          <w:rFonts w:ascii="Times New Roman" w:hAnsi="Times New Roman" w:cs="Times New Roman"/>
          <w:sz w:val="24"/>
          <w:szCs w:val="24"/>
        </w:rPr>
        <w:t xml:space="preserve">og </w:t>
      </w:r>
      <w:r w:rsidR="00101244">
        <w:rPr>
          <w:rFonts w:ascii="Times New Roman" w:hAnsi="Times New Roman" w:cs="Times New Roman"/>
          <w:sz w:val="24"/>
          <w:szCs w:val="24"/>
        </w:rPr>
        <w:t>programa</w:t>
      </w:r>
      <w:r w:rsidR="00F60913">
        <w:rPr>
          <w:rFonts w:ascii="Times New Roman" w:hAnsi="Times New Roman" w:cs="Times New Roman"/>
          <w:sz w:val="24"/>
          <w:szCs w:val="24"/>
        </w:rPr>
        <w:t xml:space="preserve"> (Stoma i Briđing)</w:t>
      </w:r>
      <w:r w:rsidR="00852794">
        <w:rPr>
          <w:rFonts w:ascii="Times New Roman" w:hAnsi="Times New Roman" w:cs="Times New Roman"/>
          <w:sz w:val="24"/>
          <w:szCs w:val="24"/>
        </w:rPr>
        <w:t>, te vanjske suradnje ( intelektualne i osobne usluge).</w:t>
      </w:r>
      <w:r w:rsidR="00EE243A">
        <w:rPr>
          <w:rFonts w:ascii="Times New Roman" w:hAnsi="Times New Roman" w:cs="Times New Roman"/>
          <w:sz w:val="24"/>
          <w:szCs w:val="24"/>
        </w:rPr>
        <w:t xml:space="preserve"> </w:t>
      </w:r>
      <w:r w:rsidR="00272D7A">
        <w:rPr>
          <w:rFonts w:ascii="Times New Roman" w:hAnsi="Times New Roman" w:cs="Times New Roman"/>
          <w:sz w:val="24"/>
          <w:szCs w:val="24"/>
        </w:rPr>
        <w:t xml:space="preserve"> </w:t>
      </w:r>
      <w:r w:rsidR="00101244">
        <w:rPr>
          <w:rFonts w:ascii="Times New Roman" w:hAnsi="Times New Roman" w:cs="Times New Roman"/>
          <w:sz w:val="24"/>
          <w:szCs w:val="24"/>
        </w:rPr>
        <w:t xml:space="preserve"> </w:t>
      </w:r>
      <w:r w:rsidR="00150EE7" w:rsidRPr="00003132">
        <w:rPr>
          <w:rFonts w:ascii="Times New Roman" w:hAnsi="Times New Roman" w:cs="Times New Roman"/>
          <w:sz w:val="24"/>
          <w:szCs w:val="24"/>
        </w:rPr>
        <w:t xml:space="preserve">Najveći izdaci iz izvora 43  odnose </w:t>
      </w:r>
      <w:r w:rsidR="0065730A">
        <w:rPr>
          <w:rFonts w:ascii="Times New Roman" w:hAnsi="Times New Roman" w:cs="Times New Roman"/>
          <w:sz w:val="24"/>
          <w:szCs w:val="24"/>
        </w:rPr>
        <w:t xml:space="preserve">se </w:t>
      </w:r>
      <w:r w:rsidR="00150EE7" w:rsidRPr="00003132">
        <w:rPr>
          <w:rFonts w:ascii="Times New Roman" w:hAnsi="Times New Roman" w:cs="Times New Roman"/>
          <w:sz w:val="24"/>
          <w:szCs w:val="24"/>
        </w:rPr>
        <w:t>na plaće</w:t>
      </w:r>
      <w:r w:rsidR="00DA446A">
        <w:rPr>
          <w:rFonts w:ascii="Times New Roman" w:hAnsi="Times New Roman" w:cs="Times New Roman"/>
          <w:sz w:val="24"/>
          <w:szCs w:val="24"/>
        </w:rPr>
        <w:t xml:space="preserve"> i</w:t>
      </w:r>
      <w:r w:rsidR="00150EE7" w:rsidRPr="00003132">
        <w:rPr>
          <w:rFonts w:ascii="Times New Roman" w:hAnsi="Times New Roman" w:cs="Times New Roman"/>
          <w:sz w:val="24"/>
          <w:szCs w:val="24"/>
        </w:rPr>
        <w:t xml:space="preserve"> zaposlenika iz vlastitih sredstava, budući da se velik dio nastave odvija za izvanredni studij. </w:t>
      </w:r>
      <w:r w:rsidR="00E1236E">
        <w:rPr>
          <w:rFonts w:ascii="Times New Roman" w:hAnsi="Times New Roman" w:cs="Times New Roman"/>
          <w:sz w:val="24"/>
          <w:szCs w:val="24"/>
        </w:rPr>
        <w:t>Nadalje, iz ovog izvora pokrivaju se troškovi „hladnog pogona“: energija, komunalne usluge,</w:t>
      </w:r>
      <w:r w:rsidR="00634BE1">
        <w:rPr>
          <w:rFonts w:ascii="Times New Roman" w:hAnsi="Times New Roman" w:cs="Times New Roman"/>
          <w:sz w:val="24"/>
          <w:szCs w:val="24"/>
        </w:rPr>
        <w:t xml:space="preserve"> </w:t>
      </w:r>
      <w:r w:rsidR="00E1236E">
        <w:rPr>
          <w:rFonts w:ascii="Times New Roman" w:hAnsi="Times New Roman" w:cs="Times New Roman"/>
          <w:sz w:val="24"/>
          <w:szCs w:val="24"/>
        </w:rPr>
        <w:t xml:space="preserve">računalne usluge, zakupnine i najamnine i dr. </w:t>
      </w:r>
      <w:r w:rsidR="00150EE7" w:rsidRPr="00003132">
        <w:rPr>
          <w:rFonts w:ascii="Times New Roman" w:hAnsi="Times New Roman" w:cs="Times New Roman"/>
          <w:sz w:val="24"/>
          <w:szCs w:val="24"/>
        </w:rPr>
        <w:t xml:space="preserve">Također </w:t>
      </w:r>
      <w:r w:rsidR="0086604D" w:rsidRPr="00003132">
        <w:rPr>
          <w:rFonts w:ascii="Times New Roman" w:hAnsi="Times New Roman" w:cs="Times New Roman"/>
          <w:sz w:val="24"/>
          <w:szCs w:val="24"/>
        </w:rPr>
        <w:t xml:space="preserve"> dio rashoda poslovanja na izvoru 43 u </w:t>
      </w:r>
      <w:r w:rsidR="00150EE7" w:rsidRPr="00003132">
        <w:rPr>
          <w:rFonts w:ascii="Times New Roman" w:hAnsi="Times New Roman" w:cs="Times New Roman"/>
          <w:sz w:val="24"/>
          <w:szCs w:val="24"/>
        </w:rPr>
        <w:t>velikoj</w:t>
      </w:r>
      <w:r w:rsidR="0086604D" w:rsidRPr="00003132">
        <w:rPr>
          <w:rFonts w:ascii="Times New Roman" w:hAnsi="Times New Roman" w:cs="Times New Roman"/>
          <w:sz w:val="24"/>
          <w:szCs w:val="24"/>
        </w:rPr>
        <w:t xml:space="preserve"> mjeri se odnos</w:t>
      </w:r>
      <w:r w:rsidR="0065730A">
        <w:rPr>
          <w:rFonts w:ascii="Times New Roman" w:hAnsi="Times New Roman" w:cs="Times New Roman"/>
          <w:sz w:val="24"/>
          <w:szCs w:val="24"/>
        </w:rPr>
        <w:t>i</w:t>
      </w:r>
      <w:r w:rsidR="0086604D" w:rsidRPr="00003132">
        <w:rPr>
          <w:rFonts w:ascii="Times New Roman" w:hAnsi="Times New Roman" w:cs="Times New Roman"/>
          <w:sz w:val="24"/>
          <w:szCs w:val="24"/>
        </w:rPr>
        <w:t xml:space="preserve"> na troškove vanjske suradnje, obzirom da vanjski suradnici, kao i prethodnih godina, velikim dijelom sudjeluju u izvođenju studijskih programa</w:t>
      </w:r>
      <w:r w:rsidR="00B07DF8">
        <w:rPr>
          <w:rFonts w:ascii="Times New Roman" w:hAnsi="Times New Roman" w:cs="Times New Roman"/>
          <w:sz w:val="24"/>
          <w:szCs w:val="24"/>
        </w:rPr>
        <w:t>.</w:t>
      </w:r>
      <w:r w:rsidR="004210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EAD840" w14:textId="386C3D5D" w:rsidR="005D1E00" w:rsidRPr="00003132" w:rsidRDefault="006B1860" w:rsidP="005E347F">
      <w:pPr>
        <w:tabs>
          <w:tab w:val="left" w:pos="6420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ab/>
      </w:r>
      <w:r w:rsidR="003C6F62" w:rsidRPr="00003132">
        <w:rPr>
          <w:rFonts w:ascii="Times New Roman" w:hAnsi="Times New Roman" w:cs="Times New Roman"/>
          <w:sz w:val="24"/>
          <w:szCs w:val="24"/>
        </w:rPr>
        <w:t xml:space="preserve">      </w:t>
      </w:r>
      <w:r w:rsidR="005C2A38" w:rsidRPr="000031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6F71FC" w:rsidRPr="00003132">
        <w:rPr>
          <w:rFonts w:ascii="Times New Roman" w:hAnsi="Times New Roman" w:cs="Times New Roman"/>
          <w:sz w:val="24"/>
          <w:szCs w:val="24"/>
        </w:rPr>
        <w:t xml:space="preserve"> </w:t>
      </w:r>
      <w:r w:rsidRPr="00003132">
        <w:rPr>
          <w:rFonts w:ascii="Times New Roman" w:hAnsi="Times New Roman" w:cs="Times New Roman"/>
          <w:sz w:val="24"/>
          <w:szCs w:val="24"/>
        </w:rPr>
        <w:t>Dekan</w:t>
      </w:r>
      <w:r w:rsidR="008519BB" w:rsidRPr="00003132">
        <w:rPr>
          <w:rFonts w:ascii="Times New Roman" w:hAnsi="Times New Roman" w:cs="Times New Roman"/>
          <w:sz w:val="24"/>
          <w:szCs w:val="24"/>
        </w:rPr>
        <w:t>ica</w:t>
      </w:r>
      <w:r w:rsidRPr="00003132">
        <w:rPr>
          <w:rFonts w:ascii="Times New Roman" w:hAnsi="Times New Roman" w:cs="Times New Roman"/>
          <w:sz w:val="24"/>
          <w:szCs w:val="24"/>
        </w:rPr>
        <w:t>:</w:t>
      </w:r>
    </w:p>
    <w:p w14:paraId="2476D1A3" w14:textId="77777777" w:rsidR="006B1860" w:rsidRPr="00003132" w:rsidRDefault="008519BB" w:rsidP="002163FC">
      <w:pPr>
        <w:tabs>
          <w:tab w:val="left" w:pos="6420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5C2A38" w:rsidRPr="000031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003132">
        <w:rPr>
          <w:rFonts w:ascii="Times New Roman" w:hAnsi="Times New Roman" w:cs="Times New Roman"/>
          <w:sz w:val="24"/>
          <w:szCs w:val="24"/>
        </w:rPr>
        <w:t xml:space="preserve">      </w:t>
      </w:r>
      <w:r w:rsidR="006B1860" w:rsidRPr="00003132">
        <w:rPr>
          <w:rFonts w:ascii="Times New Roman" w:hAnsi="Times New Roman" w:cs="Times New Roman"/>
          <w:sz w:val="24"/>
          <w:szCs w:val="24"/>
        </w:rPr>
        <w:t>Prof.</w:t>
      </w:r>
      <w:r w:rsidR="003C6F62" w:rsidRPr="00003132">
        <w:rPr>
          <w:rFonts w:ascii="Times New Roman" w:hAnsi="Times New Roman" w:cs="Times New Roman"/>
          <w:sz w:val="24"/>
          <w:szCs w:val="24"/>
        </w:rPr>
        <w:t xml:space="preserve"> </w:t>
      </w:r>
      <w:r w:rsidR="00592DF8" w:rsidRPr="00003132">
        <w:rPr>
          <w:rFonts w:ascii="Times New Roman" w:hAnsi="Times New Roman" w:cs="Times New Roman"/>
          <w:sz w:val="24"/>
          <w:szCs w:val="24"/>
        </w:rPr>
        <w:t xml:space="preserve"> </w:t>
      </w:r>
      <w:r w:rsidR="006B1860" w:rsidRPr="00003132">
        <w:rPr>
          <w:rFonts w:ascii="Times New Roman" w:hAnsi="Times New Roman" w:cs="Times New Roman"/>
          <w:sz w:val="24"/>
          <w:szCs w:val="24"/>
        </w:rPr>
        <w:t>dr.</w:t>
      </w:r>
      <w:r w:rsidR="003C6F62" w:rsidRPr="00003132">
        <w:rPr>
          <w:rFonts w:ascii="Times New Roman" w:hAnsi="Times New Roman" w:cs="Times New Roman"/>
          <w:sz w:val="24"/>
          <w:szCs w:val="24"/>
        </w:rPr>
        <w:t xml:space="preserve"> </w:t>
      </w:r>
      <w:r w:rsidR="00B90A16" w:rsidRPr="00003132">
        <w:rPr>
          <w:rFonts w:ascii="Times New Roman" w:hAnsi="Times New Roman" w:cs="Times New Roman"/>
          <w:sz w:val="24"/>
          <w:szCs w:val="24"/>
        </w:rPr>
        <w:t xml:space="preserve"> </w:t>
      </w:r>
      <w:r w:rsidR="006B1860" w:rsidRPr="00003132">
        <w:rPr>
          <w:rFonts w:ascii="Times New Roman" w:hAnsi="Times New Roman" w:cs="Times New Roman"/>
          <w:sz w:val="24"/>
          <w:szCs w:val="24"/>
        </w:rPr>
        <w:t xml:space="preserve">sc. </w:t>
      </w:r>
      <w:r w:rsidR="003C6F62" w:rsidRPr="00003132">
        <w:rPr>
          <w:rFonts w:ascii="Times New Roman" w:hAnsi="Times New Roman" w:cs="Times New Roman"/>
          <w:sz w:val="24"/>
          <w:szCs w:val="24"/>
        </w:rPr>
        <w:t xml:space="preserve"> </w:t>
      </w:r>
      <w:r w:rsidRPr="00003132">
        <w:rPr>
          <w:rFonts w:ascii="Times New Roman" w:hAnsi="Times New Roman" w:cs="Times New Roman"/>
          <w:sz w:val="24"/>
          <w:szCs w:val="24"/>
        </w:rPr>
        <w:t>Daniela Malnar</w:t>
      </w:r>
      <w:r w:rsidR="00B90A16" w:rsidRPr="00003132">
        <w:rPr>
          <w:rFonts w:ascii="Times New Roman" w:hAnsi="Times New Roman" w:cs="Times New Roman"/>
          <w:sz w:val="24"/>
          <w:szCs w:val="24"/>
        </w:rPr>
        <w:t xml:space="preserve">, dr. med. </w:t>
      </w:r>
    </w:p>
    <w:p w14:paraId="7D553181" w14:textId="77777777" w:rsidR="00AE1B0C" w:rsidRPr="00003132" w:rsidRDefault="00AE1B0C" w:rsidP="005C2A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E1B0C" w:rsidRPr="00003132" w:rsidSect="002A0363">
      <w:footerReference w:type="default" r:id="rId9"/>
      <w:pgSz w:w="11906" w:h="16838"/>
      <w:pgMar w:top="900" w:right="1376" w:bottom="1152" w:left="1350" w:header="706" w:footer="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68CD5" w14:textId="77777777" w:rsidR="007952EB" w:rsidRDefault="007952EB" w:rsidP="00AE1B0C">
      <w:pPr>
        <w:spacing w:after="0" w:line="240" w:lineRule="auto"/>
      </w:pPr>
      <w:r>
        <w:separator/>
      </w:r>
    </w:p>
  </w:endnote>
  <w:endnote w:type="continuationSeparator" w:id="0">
    <w:p w14:paraId="24350C4B" w14:textId="77777777" w:rsidR="007952EB" w:rsidRDefault="007952EB" w:rsidP="00AE1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4261168"/>
      <w:docPartObj>
        <w:docPartGallery w:val="Page Numbers (Bottom of Page)"/>
        <w:docPartUnique/>
      </w:docPartObj>
    </w:sdtPr>
    <w:sdtEndPr/>
    <w:sdtContent>
      <w:p w14:paraId="4D357970" w14:textId="7DF6328C" w:rsidR="005E7A60" w:rsidRPr="00AE1B0C" w:rsidRDefault="005E7A60" w:rsidP="005E7A60">
        <w:pPr>
          <w:pStyle w:val="Podnoje"/>
          <w:pBdr>
            <w:top w:val="single" w:sz="4" w:space="1" w:color="2E74B5" w:themeColor="accent1" w:themeShade="BF"/>
          </w:pBdr>
          <w:jc w:val="center"/>
          <w:rPr>
            <w:color w:val="0070C0"/>
            <w:sz w:val="20"/>
          </w:rPr>
        </w:pPr>
        <w:r>
          <w:t xml:space="preserve">                                             </w:t>
        </w:r>
        <w:r w:rsidRPr="004F4BF4">
          <w:rPr>
            <w:b/>
            <w:color w:val="0070C0"/>
            <w:sz w:val="18"/>
          </w:rPr>
          <w:t>MB</w:t>
        </w:r>
        <w:r>
          <w:rPr>
            <w:color w:val="0070C0"/>
            <w:sz w:val="18"/>
          </w:rPr>
          <w:t xml:space="preserve">: 4052510 ▪ </w:t>
        </w:r>
        <w:r w:rsidRPr="004F4BF4">
          <w:rPr>
            <w:b/>
            <w:color w:val="0070C0"/>
            <w:sz w:val="18"/>
          </w:rPr>
          <w:t>OIB</w:t>
        </w:r>
        <w:r>
          <w:rPr>
            <w:color w:val="0070C0"/>
            <w:sz w:val="18"/>
          </w:rPr>
          <w:t xml:space="preserve">: 19213484918 ▪ </w:t>
        </w:r>
        <w:r w:rsidRPr="004F4BF4">
          <w:rPr>
            <w:b/>
            <w:color w:val="0070C0"/>
            <w:sz w:val="18"/>
          </w:rPr>
          <w:t>IBAN</w:t>
        </w:r>
        <w:r>
          <w:rPr>
            <w:color w:val="0070C0"/>
            <w:sz w:val="18"/>
          </w:rPr>
          <w:t xml:space="preserve">: HR4023600001102361000                                                           </w:t>
        </w:r>
        <w:r w:rsidRPr="005E7A60">
          <w:rPr>
            <w:color w:val="0070C0"/>
            <w:sz w:val="18"/>
          </w:rPr>
          <w:fldChar w:fldCharType="begin"/>
        </w:r>
        <w:r w:rsidRPr="005E7A60">
          <w:rPr>
            <w:color w:val="0070C0"/>
            <w:sz w:val="18"/>
          </w:rPr>
          <w:instrText>PAGE   \* MERGEFORMAT</w:instrText>
        </w:r>
        <w:r w:rsidRPr="005E7A60">
          <w:rPr>
            <w:color w:val="0070C0"/>
            <w:sz w:val="18"/>
          </w:rPr>
          <w:fldChar w:fldCharType="separate"/>
        </w:r>
        <w:r w:rsidRPr="005E7A60">
          <w:rPr>
            <w:color w:val="0070C0"/>
            <w:sz w:val="18"/>
          </w:rPr>
          <w:t>1</w:t>
        </w:r>
        <w:r w:rsidRPr="005E7A60">
          <w:rPr>
            <w:color w:val="0070C0"/>
            <w:sz w:val="18"/>
          </w:rPr>
          <w:fldChar w:fldCharType="end"/>
        </w:r>
      </w:p>
      <w:p w14:paraId="585AE6F5" w14:textId="0A3747BE" w:rsidR="0073488B" w:rsidRDefault="001F6968">
        <w:pPr>
          <w:pStyle w:val="Podnoje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24AEB" w14:textId="77777777" w:rsidR="007952EB" w:rsidRDefault="007952EB" w:rsidP="00AE1B0C">
      <w:pPr>
        <w:spacing w:after="0" w:line="240" w:lineRule="auto"/>
      </w:pPr>
      <w:r>
        <w:separator/>
      </w:r>
    </w:p>
  </w:footnote>
  <w:footnote w:type="continuationSeparator" w:id="0">
    <w:p w14:paraId="4B2A43F2" w14:textId="77777777" w:rsidR="007952EB" w:rsidRDefault="007952EB" w:rsidP="00AE1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62C27"/>
    <w:multiLevelType w:val="hybridMultilevel"/>
    <w:tmpl w:val="78CE0034"/>
    <w:lvl w:ilvl="0" w:tplc="274E2BBE">
      <w:start w:val="1"/>
      <w:numFmt w:val="lowerLetter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977951"/>
    <w:multiLevelType w:val="hybridMultilevel"/>
    <w:tmpl w:val="9BE06F10"/>
    <w:lvl w:ilvl="0" w:tplc="8B92F8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6CA3"/>
    <w:multiLevelType w:val="hybridMultilevel"/>
    <w:tmpl w:val="707474B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85C09"/>
    <w:multiLevelType w:val="hybridMultilevel"/>
    <w:tmpl w:val="362C7FEE"/>
    <w:lvl w:ilvl="0" w:tplc="041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3C75C70"/>
    <w:multiLevelType w:val="multilevel"/>
    <w:tmpl w:val="8BB4E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02"/>
      <w:numFmt w:val="decimal"/>
      <w:isLgl/>
      <w:lvlText w:val="%1.%2"/>
      <w:lvlJc w:val="left"/>
      <w:pPr>
        <w:ind w:left="1350" w:hanging="990"/>
      </w:pPr>
      <w:rPr>
        <w:rFonts w:hint="default"/>
      </w:rPr>
    </w:lvl>
    <w:lvl w:ilvl="2">
      <w:start w:val="821"/>
      <w:numFmt w:val="decimal"/>
      <w:isLgl/>
      <w:lvlText w:val="%1.%2.%3"/>
      <w:lvlJc w:val="left"/>
      <w:pPr>
        <w:ind w:left="1350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50" w:hanging="9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4856622"/>
    <w:multiLevelType w:val="hybridMultilevel"/>
    <w:tmpl w:val="B93E1F62"/>
    <w:lvl w:ilvl="0" w:tplc="676E82AE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60" w:hanging="360"/>
      </w:pPr>
    </w:lvl>
    <w:lvl w:ilvl="2" w:tplc="041A001B" w:tentative="1">
      <w:start w:val="1"/>
      <w:numFmt w:val="lowerRoman"/>
      <w:lvlText w:val="%3."/>
      <w:lvlJc w:val="right"/>
      <w:pPr>
        <w:ind w:left="2280" w:hanging="180"/>
      </w:pPr>
    </w:lvl>
    <w:lvl w:ilvl="3" w:tplc="041A000F" w:tentative="1">
      <w:start w:val="1"/>
      <w:numFmt w:val="decimal"/>
      <w:lvlText w:val="%4."/>
      <w:lvlJc w:val="left"/>
      <w:pPr>
        <w:ind w:left="3000" w:hanging="360"/>
      </w:pPr>
    </w:lvl>
    <w:lvl w:ilvl="4" w:tplc="041A0019" w:tentative="1">
      <w:start w:val="1"/>
      <w:numFmt w:val="lowerLetter"/>
      <w:lvlText w:val="%5."/>
      <w:lvlJc w:val="left"/>
      <w:pPr>
        <w:ind w:left="3720" w:hanging="360"/>
      </w:pPr>
    </w:lvl>
    <w:lvl w:ilvl="5" w:tplc="041A001B" w:tentative="1">
      <w:start w:val="1"/>
      <w:numFmt w:val="lowerRoman"/>
      <w:lvlText w:val="%6."/>
      <w:lvlJc w:val="right"/>
      <w:pPr>
        <w:ind w:left="4440" w:hanging="180"/>
      </w:pPr>
    </w:lvl>
    <w:lvl w:ilvl="6" w:tplc="041A000F" w:tentative="1">
      <w:start w:val="1"/>
      <w:numFmt w:val="decimal"/>
      <w:lvlText w:val="%7."/>
      <w:lvlJc w:val="left"/>
      <w:pPr>
        <w:ind w:left="5160" w:hanging="360"/>
      </w:pPr>
    </w:lvl>
    <w:lvl w:ilvl="7" w:tplc="041A0019" w:tentative="1">
      <w:start w:val="1"/>
      <w:numFmt w:val="lowerLetter"/>
      <w:lvlText w:val="%8."/>
      <w:lvlJc w:val="left"/>
      <w:pPr>
        <w:ind w:left="5880" w:hanging="360"/>
      </w:pPr>
    </w:lvl>
    <w:lvl w:ilvl="8" w:tplc="0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15D9494C"/>
    <w:multiLevelType w:val="multilevel"/>
    <w:tmpl w:val="E0C0D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19936501"/>
    <w:multiLevelType w:val="hybridMultilevel"/>
    <w:tmpl w:val="670212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C54AC6"/>
    <w:multiLevelType w:val="hybridMultilevel"/>
    <w:tmpl w:val="AB7678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70AC7"/>
    <w:multiLevelType w:val="multilevel"/>
    <w:tmpl w:val="8BB4E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02"/>
      <w:numFmt w:val="decimal"/>
      <w:isLgl/>
      <w:lvlText w:val="%1.%2"/>
      <w:lvlJc w:val="left"/>
      <w:pPr>
        <w:ind w:left="1350" w:hanging="990"/>
      </w:pPr>
      <w:rPr>
        <w:rFonts w:hint="default"/>
      </w:rPr>
    </w:lvl>
    <w:lvl w:ilvl="2">
      <w:start w:val="821"/>
      <w:numFmt w:val="decimal"/>
      <w:isLgl/>
      <w:lvlText w:val="%1.%2.%3"/>
      <w:lvlJc w:val="left"/>
      <w:pPr>
        <w:ind w:left="1350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50" w:hanging="9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1FAA6B91"/>
    <w:multiLevelType w:val="hybridMultilevel"/>
    <w:tmpl w:val="84F8A28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F2035"/>
    <w:multiLevelType w:val="hybridMultilevel"/>
    <w:tmpl w:val="F2BE0DB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03E68"/>
    <w:multiLevelType w:val="hybridMultilevel"/>
    <w:tmpl w:val="8F30A22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A5039"/>
    <w:multiLevelType w:val="hybridMultilevel"/>
    <w:tmpl w:val="7BC0D97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FA7BA4"/>
    <w:multiLevelType w:val="hybridMultilevel"/>
    <w:tmpl w:val="4496C3C8"/>
    <w:lvl w:ilvl="0" w:tplc="EB3C24FC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31E971A5"/>
    <w:multiLevelType w:val="hybridMultilevel"/>
    <w:tmpl w:val="EF96D86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A755C4"/>
    <w:multiLevelType w:val="hybridMultilevel"/>
    <w:tmpl w:val="7BAE2FC6"/>
    <w:lvl w:ilvl="0" w:tplc="41361F6A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 w15:restartNumberingAfterBreak="0">
    <w:nsid w:val="39EB2CE7"/>
    <w:multiLevelType w:val="hybridMultilevel"/>
    <w:tmpl w:val="C3F87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B71386"/>
    <w:multiLevelType w:val="hybridMultilevel"/>
    <w:tmpl w:val="5F3267C6"/>
    <w:lvl w:ilvl="0" w:tplc="74E636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033400"/>
    <w:multiLevelType w:val="hybridMultilevel"/>
    <w:tmpl w:val="CF987D08"/>
    <w:lvl w:ilvl="0" w:tplc="115679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7012D4E"/>
    <w:multiLevelType w:val="hybridMultilevel"/>
    <w:tmpl w:val="B1CC812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07256A"/>
    <w:multiLevelType w:val="hybridMultilevel"/>
    <w:tmpl w:val="6BF0454A"/>
    <w:lvl w:ilvl="0" w:tplc="0158DF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9E3FC6"/>
    <w:multiLevelType w:val="hybridMultilevel"/>
    <w:tmpl w:val="FCF4B7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6038B7"/>
    <w:multiLevelType w:val="hybridMultilevel"/>
    <w:tmpl w:val="C180D6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25129"/>
    <w:multiLevelType w:val="hybridMultilevel"/>
    <w:tmpl w:val="A00A06B6"/>
    <w:lvl w:ilvl="0" w:tplc="0158DF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CB324F"/>
    <w:multiLevelType w:val="hybridMultilevel"/>
    <w:tmpl w:val="14647F8C"/>
    <w:lvl w:ilvl="0" w:tplc="0158DF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013A00"/>
    <w:multiLevelType w:val="hybridMultilevel"/>
    <w:tmpl w:val="97004ADE"/>
    <w:lvl w:ilvl="0" w:tplc="EC7AA8E2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7" w15:restartNumberingAfterBreak="0">
    <w:nsid w:val="5B174DA9"/>
    <w:multiLevelType w:val="multilevel"/>
    <w:tmpl w:val="FE48C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C3F2725"/>
    <w:multiLevelType w:val="hybridMultilevel"/>
    <w:tmpl w:val="011016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E5A36"/>
    <w:multiLevelType w:val="hybridMultilevel"/>
    <w:tmpl w:val="93548112"/>
    <w:lvl w:ilvl="0" w:tplc="BCB4C44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1B059B6"/>
    <w:multiLevelType w:val="hybridMultilevel"/>
    <w:tmpl w:val="CEB46C74"/>
    <w:lvl w:ilvl="0" w:tplc="0158DF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446E27"/>
    <w:multiLevelType w:val="hybridMultilevel"/>
    <w:tmpl w:val="27E4B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7346F8"/>
    <w:multiLevelType w:val="hybridMultilevel"/>
    <w:tmpl w:val="EC1A50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E27FC1"/>
    <w:multiLevelType w:val="hybridMultilevel"/>
    <w:tmpl w:val="7112618E"/>
    <w:lvl w:ilvl="0" w:tplc="C5D8AB26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4" w15:restartNumberingAfterBreak="0">
    <w:nsid w:val="7F583349"/>
    <w:multiLevelType w:val="hybridMultilevel"/>
    <w:tmpl w:val="D8C4710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716402"/>
    <w:multiLevelType w:val="hybridMultilevel"/>
    <w:tmpl w:val="0F9E9062"/>
    <w:lvl w:ilvl="0" w:tplc="23980062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9"/>
  </w:num>
  <w:num w:numId="5">
    <w:abstractNumId w:val="23"/>
  </w:num>
  <w:num w:numId="6">
    <w:abstractNumId w:val="5"/>
  </w:num>
  <w:num w:numId="7">
    <w:abstractNumId w:val="34"/>
  </w:num>
  <w:num w:numId="8">
    <w:abstractNumId w:val="32"/>
  </w:num>
  <w:num w:numId="9">
    <w:abstractNumId w:val="15"/>
  </w:num>
  <w:num w:numId="10">
    <w:abstractNumId w:val="20"/>
  </w:num>
  <w:num w:numId="11">
    <w:abstractNumId w:val="0"/>
  </w:num>
  <w:num w:numId="12">
    <w:abstractNumId w:val="18"/>
  </w:num>
  <w:num w:numId="13">
    <w:abstractNumId w:val="1"/>
  </w:num>
  <w:num w:numId="14">
    <w:abstractNumId w:val="13"/>
  </w:num>
  <w:num w:numId="15">
    <w:abstractNumId w:val="29"/>
  </w:num>
  <w:num w:numId="16">
    <w:abstractNumId w:val="2"/>
  </w:num>
  <w:num w:numId="17">
    <w:abstractNumId w:val="12"/>
  </w:num>
  <w:num w:numId="18">
    <w:abstractNumId w:val="11"/>
  </w:num>
  <w:num w:numId="19">
    <w:abstractNumId w:val="28"/>
  </w:num>
  <w:num w:numId="20">
    <w:abstractNumId w:val="10"/>
  </w:num>
  <w:num w:numId="21">
    <w:abstractNumId w:val="4"/>
  </w:num>
  <w:num w:numId="22">
    <w:abstractNumId w:val="19"/>
  </w:num>
  <w:num w:numId="23">
    <w:abstractNumId w:val="17"/>
  </w:num>
  <w:num w:numId="24">
    <w:abstractNumId w:val="31"/>
  </w:num>
  <w:num w:numId="25">
    <w:abstractNumId w:val="30"/>
  </w:num>
  <w:num w:numId="26">
    <w:abstractNumId w:val="24"/>
  </w:num>
  <w:num w:numId="27">
    <w:abstractNumId w:val="25"/>
  </w:num>
  <w:num w:numId="28">
    <w:abstractNumId w:val="8"/>
  </w:num>
  <w:num w:numId="29">
    <w:abstractNumId w:val="21"/>
  </w:num>
  <w:num w:numId="30">
    <w:abstractNumId w:val="27"/>
  </w:num>
  <w:num w:numId="31">
    <w:abstractNumId w:val="22"/>
  </w:num>
  <w:num w:numId="32">
    <w:abstractNumId w:val="16"/>
  </w:num>
  <w:num w:numId="33">
    <w:abstractNumId w:val="14"/>
  </w:num>
  <w:num w:numId="34">
    <w:abstractNumId w:val="35"/>
  </w:num>
  <w:num w:numId="35">
    <w:abstractNumId w:val="33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B75"/>
    <w:rsid w:val="00000EED"/>
    <w:rsid w:val="00003132"/>
    <w:rsid w:val="00003440"/>
    <w:rsid w:val="000047B9"/>
    <w:rsid w:val="00005CCD"/>
    <w:rsid w:val="000112CC"/>
    <w:rsid w:val="00013C32"/>
    <w:rsid w:val="00015678"/>
    <w:rsid w:val="0002285F"/>
    <w:rsid w:val="000244A2"/>
    <w:rsid w:val="000326AA"/>
    <w:rsid w:val="000336FC"/>
    <w:rsid w:val="000407B1"/>
    <w:rsid w:val="000412E3"/>
    <w:rsid w:val="00043A4B"/>
    <w:rsid w:val="00044540"/>
    <w:rsid w:val="00047519"/>
    <w:rsid w:val="000573D0"/>
    <w:rsid w:val="0005767C"/>
    <w:rsid w:val="00062C99"/>
    <w:rsid w:val="0006411B"/>
    <w:rsid w:val="00076037"/>
    <w:rsid w:val="000775E1"/>
    <w:rsid w:val="00080C7A"/>
    <w:rsid w:val="00086AB7"/>
    <w:rsid w:val="00091362"/>
    <w:rsid w:val="00092F86"/>
    <w:rsid w:val="00094A7E"/>
    <w:rsid w:val="000A3A52"/>
    <w:rsid w:val="000A5D1A"/>
    <w:rsid w:val="000A6B11"/>
    <w:rsid w:val="000B1398"/>
    <w:rsid w:val="000B1757"/>
    <w:rsid w:val="000B449B"/>
    <w:rsid w:val="000C31DF"/>
    <w:rsid w:val="000C4080"/>
    <w:rsid w:val="000C46D4"/>
    <w:rsid w:val="000D13C3"/>
    <w:rsid w:val="000D5789"/>
    <w:rsid w:val="000F359C"/>
    <w:rsid w:val="000F6C90"/>
    <w:rsid w:val="000F7B22"/>
    <w:rsid w:val="00101244"/>
    <w:rsid w:val="00101AAB"/>
    <w:rsid w:val="00101B14"/>
    <w:rsid w:val="00103E87"/>
    <w:rsid w:val="00110F6D"/>
    <w:rsid w:val="0011633A"/>
    <w:rsid w:val="00117BAE"/>
    <w:rsid w:val="0012250C"/>
    <w:rsid w:val="0013064B"/>
    <w:rsid w:val="0013115A"/>
    <w:rsid w:val="001336CC"/>
    <w:rsid w:val="001345BA"/>
    <w:rsid w:val="00134F36"/>
    <w:rsid w:val="0013655B"/>
    <w:rsid w:val="00136915"/>
    <w:rsid w:val="00143BF4"/>
    <w:rsid w:val="00150EE7"/>
    <w:rsid w:val="00152F24"/>
    <w:rsid w:val="0015314B"/>
    <w:rsid w:val="00155D0D"/>
    <w:rsid w:val="00160207"/>
    <w:rsid w:val="001619F3"/>
    <w:rsid w:val="00162D59"/>
    <w:rsid w:val="00162E98"/>
    <w:rsid w:val="001650D9"/>
    <w:rsid w:val="001703B4"/>
    <w:rsid w:val="00170BD1"/>
    <w:rsid w:val="001715B0"/>
    <w:rsid w:val="001776CD"/>
    <w:rsid w:val="00180260"/>
    <w:rsid w:val="00182322"/>
    <w:rsid w:val="0018668A"/>
    <w:rsid w:val="001866A0"/>
    <w:rsid w:val="001A1398"/>
    <w:rsid w:val="001A204E"/>
    <w:rsid w:val="001A3019"/>
    <w:rsid w:val="001A6C97"/>
    <w:rsid w:val="001B0CF0"/>
    <w:rsid w:val="001B2E25"/>
    <w:rsid w:val="001C08FD"/>
    <w:rsid w:val="001C108A"/>
    <w:rsid w:val="001C5D90"/>
    <w:rsid w:val="001C6B47"/>
    <w:rsid w:val="001D747B"/>
    <w:rsid w:val="001E2F16"/>
    <w:rsid w:val="001E3C32"/>
    <w:rsid w:val="001E54C5"/>
    <w:rsid w:val="001E6BD2"/>
    <w:rsid w:val="001E7521"/>
    <w:rsid w:val="001E77D2"/>
    <w:rsid w:val="001F1B72"/>
    <w:rsid w:val="001F2E86"/>
    <w:rsid w:val="001F3DE8"/>
    <w:rsid w:val="001F4013"/>
    <w:rsid w:val="001F49AF"/>
    <w:rsid w:val="001F4D47"/>
    <w:rsid w:val="001F53DD"/>
    <w:rsid w:val="001F6711"/>
    <w:rsid w:val="001F6968"/>
    <w:rsid w:val="001F6C60"/>
    <w:rsid w:val="001F6FA1"/>
    <w:rsid w:val="001F7EA0"/>
    <w:rsid w:val="002139F7"/>
    <w:rsid w:val="00215A70"/>
    <w:rsid w:val="002163FC"/>
    <w:rsid w:val="002221DD"/>
    <w:rsid w:val="00226DA2"/>
    <w:rsid w:val="002310E4"/>
    <w:rsid w:val="00231F04"/>
    <w:rsid w:val="00233CDE"/>
    <w:rsid w:val="002345CC"/>
    <w:rsid w:val="00250235"/>
    <w:rsid w:val="00253622"/>
    <w:rsid w:val="0025525F"/>
    <w:rsid w:val="0026435D"/>
    <w:rsid w:val="00271A80"/>
    <w:rsid w:val="00272D7A"/>
    <w:rsid w:val="00283EFA"/>
    <w:rsid w:val="00286277"/>
    <w:rsid w:val="002916CD"/>
    <w:rsid w:val="00293FDF"/>
    <w:rsid w:val="002A0363"/>
    <w:rsid w:val="002A6C26"/>
    <w:rsid w:val="002A7062"/>
    <w:rsid w:val="002B285F"/>
    <w:rsid w:val="002C0309"/>
    <w:rsid w:val="002C2DF5"/>
    <w:rsid w:val="002C45CB"/>
    <w:rsid w:val="002C4B08"/>
    <w:rsid w:val="002C5910"/>
    <w:rsid w:val="002D5A11"/>
    <w:rsid w:val="002E34E7"/>
    <w:rsid w:val="002E3C6A"/>
    <w:rsid w:val="002E56B9"/>
    <w:rsid w:val="002F2897"/>
    <w:rsid w:val="002F6158"/>
    <w:rsid w:val="002F6F3F"/>
    <w:rsid w:val="00301037"/>
    <w:rsid w:val="00302D83"/>
    <w:rsid w:val="003032F3"/>
    <w:rsid w:val="003050B4"/>
    <w:rsid w:val="00324938"/>
    <w:rsid w:val="00327074"/>
    <w:rsid w:val="00327293"/>
    <w:rsid w:val="00335D0A"/>
    <w:rsid w:val="00340806"/>
    <w:rsid w:val="00351825"/>
    <w:rsid w:val="00351DF3"/>
    <w:rsid w:val="003623B9"/>
    <w:rsid w:val="00364D0B"/>
    <w:rsid w:val="00367E40"/>
    <w:rsid w:val="003701ED"/>
    <w:rsid w:val="0037053A"/>
    <w:rsid w:val="00370EC4"/>
    <w:rsid w:val="00373143"/>
    <w:rsid w:val="003751AE"/>
    <w:rsid w:val="003960FD"/>
    <w:rsid w:val="00397BA6"/>
    <w:rsid w:val="003A1A45"/>
    <w:rsid w:val="003A24CB"/>
    <w:rsid w:val="003B0291"/>
    <w:rsid w:val="003B3DA0"/>
    <w:rsid w:val="003B490E"/>
    <w:rsid w:val="003C63C9"/>
    <w:rsid w:val="003C6F62"/>
    <w:rsid w:val="003C7E2F"/>
    <w:rsid w:val="003D3966"/>
    <w:rsid w:val="003D7107"/>
    <w:rsid w:val="003D7186"/>
    <w:rsid w:val="003D7EF3"/>
    <w:rsid w:val="003E06EE"/>
    <w:rsid w:val="003E176A"/>
    <w:rsid w:val="003E20CD"/>
    <w:rsid w:val="003E2211"/>
    <w:rsid w:val="003F14B9"/>
    <w:rsid w:val="003F5B8A"/>
    <w:rsid w:val="003F7D08"/>
    <w:rsid w:val="00400106"/>
    <w:rsid w:val="004015D9"/>
    <w:rsid w:val="004165D1"/>
    <w:rsid w:val="004210A3"/>
    <w:rsid w:val="00425A4E"/>
    <w:rsid w:val="00426E5E"/>
    <w:rsid w:val="00427DB1"/>
    <w:rsid w:val="00432974"/>
    <w:rsid w:val="0043463D"/>
    <w:rsid w:val="00435E1D"/>
    <w:rsid w:val="0044436B"/>
    <w:rsid w:val="00446ABB"/>
    <w:rsid w:val="004528BA"/>
    <w:rsid w:val="004577DE"/>
    <w:rsid w:val="00460F27"/>
    <w:rsid w:val="00461AED"/>
    <w:rsid w:val="0047425F"/>
    <w:rsid w:val="004767F3"/>
    <w:rsid w:val="00477D98"/>
    <w:rsid w:val="0048140B"/>
    <w:rsid w:val="00484ABE"/>
    <w:rsid w:val="00486DDE"/>
    <w:rsid w:val="004914BA"/>
    <w:rsid w:val="004921BB"/>
    <w:rsid w:val="004962F7"/>
    <w:rsid w:val="004A3827"/>
    <w:rsid w:val="004A6FA2"/>
    <w:rsid w:val="004B1C54"/>
    <w:rsid w:val="004C311A"/>
    <w:rsid w:val="004C517A"/>
    <w:rsid w:val="004C7007"/>
    <w:rsid w:val="004E1D5D"/>
    <w:rsid w:val="004E25D8"/>
    <w:rsid w:val="004E6E2D"/>
    <w:rsid w:val="004F0A15"/>
    <w:rsid w:val="004F0DDC"/>
    <w:rsid w:val="004F4BF4"/>
    <w:rsid w:val="0050040A"/>
    <w:rsid w:val="0050399E"/>
    <w:rsid w:val="00520CA5"/>
    <w:rsid w:val="00522755"/>
    <w:rsid w:val="005230FA"/>
    <w:rsid w:val="00527152"/>
    <w:rsid w:val="005310CA"/>
    <w:rsid w:val="005444F6"/>
    <w:rsid w:val="005543C4"/>
    <w:rsid w:val="00562FB0"/>
    <w:rsid w:val="00567806"/>
    <w:rsid w:val="005678A0"/>
    <w:rsid w:val="0057111C"/>
    <w:rsid w:val="00572856"/>
    <w:rsid w:val="00574CFE"/>
    <w:rsid w:val="00574F88"/>
    <w:rsid w:val="00581036"/>
    <w:rsid w:val="0058504E"/>
    <w:rsid w:val="00590F8D"/>
    <w:rsid w:val="00592DF8"/>
    <w:rsid w:val="00592EF3"/>
    <w:rsid w:val="005A0C2D"/>
    <w:rsid w:val="005B05B8"/>
    <w:rsid w:val="005B32CF"/>
    <w:rsid w:val="005B3412"/>
    <w:rsid w:val="005B4536"/>
    <w:rsid w:val="005B58D6"/>
    <w:rsid w:val="005C2A38"/>
    <w:rsid w:val="005C558E"/>
    <w:rsid w:val="005D051C"/>
    <w:rsid w:val="005D1B74"/>
    <w:rsid w:val="005D1E00"/>
    <w:rsid w:val="005E347F"/>
    <w:rsid w:val="005E7A60"/>
    <w:rsid w:val="005E7ABB"/>
    <w:rsid w:val="005F1E8D"/>
    <w:rsid w:val="005F5102"/>
    <w:rsid w:val="00601EEB"/>
    <w:rsid w:val="00602044"/>
    <w:rsid w:val="006048E1"/>
    <w:rsid w:val="006060FD"/>
    <w:rsid w:val="006076C8"/>
    <w:rsid w:val="0061118E"/>
    <w:rsid w:val="0062158F"/>
    <w:rsid w:val="006244F4"/>
    <w:rsid w:val="00633D97"/>
    <w:rsid w:val="00634BE1"/>
    <w:rsid w:val="0064342D"/>
    <w:rsid w:val="00646549"/>
    <w:rsid w:val="006503C8"/>
    <w:rsid w:val="0065264C"/>
    <w:rsid w:val="00652B46"/>
    <w:rsid w:val="0065730A"/>
    <w:rsid w:val="00657BC8"/>
    <w:rsid w:val="00665FDB"/>
    <w:rsid w:val="00667314"/>
    <w:rsid w:val="006679D4"/>
    <w:rsid w:val="00667F84"/>
    <w:rsid w:val="00670F15"/>
    <w:rsid w:val="00673967"/>
    <w:rsid w:val="0067463A"/>
    <w:rsid w:val="00674C43"/>
    <w:rsid w:val="00684489"/>
    <w:rsid w:val="006845CD"/>
    <w:rsid w:val="00685291"/>
    <w:rsid w:val="00685874"/>
    <w:rsid w:val="00685C4F"/>
    <w:rsid w:val="00686A3D"/>
    <w:rsid w:val="00693022"/>
    <w:rsid w:val="006A3F41"/>
    <w:rsid w:val="006A5B00"/>
    <w:rsid w:val="006A7218"/>
    <w:rsid w:val="006B1860"/>
    <w:rsid w:val="006B770E"/>
    <w:rsid w:val="006C6495"/>
    <w:rsid w:val="006C6A0E"/>
    <w:rsid w:val="006D0369"/>
    <w:rsid w:val="006D1FE5"/>
    <w:rsid w:val="006D7995"/>
    <w:rsid w:val="006E2856"/>
    <w:rsid w:val="006E33F9"/>
    <w:rsid w:val="006E63C7"/>
    <w:rsid w:val="006F71FC"/>
    <w:rsid w:val="00701958"/>
    <w:rsid w:val="00702FD3"/>
    <w:rsid w:val="00725044"/>
    <w:rsid w:val="00725AB2"/>
    <w:rsid w:val="0073488B"/>
    <w:rsid w:val="00737680"/>
    <w:rsid w:val="00755C91"/>
    <w:rsid w:val="0075748C"/>
    <w:rsid w:val="007626FD"/>
    <w:rsid w:val="007659D1"/>
    <w:rsid w:val="007769B9"/>
    <w:rsid w:val="007809C3"/>
    <w:rsid w:val="00783F91"/>
    <w:rsid w:val="00787E64"/>
    <w:rsid w:val="00794AB5"/>
    <w:rsid w:val="007952EB"/>
    <w:rsid w:val="007A1516"/>
    <w:rsid w:val="007A6B14"/>
    <w:rsid w:val="007C4B11"/>
    <w:rsid w:val="007C72C5"/>
    <w:rsid w:val="007D497B"/>
    <w:rsid w:val="007D5D76"/>
    <w:rsid w:val="007E57EB"/>
    <w:rsid w:val="007F0DE6"/>
    <w:rsid w:val="007F2019"/>
    <w:rsid w:val="00803981"/>
    <w:rsid w:val="00806602"/>
    <w:rsid w:val="00817794"/>
    <w:rsid w:val="00821A8F"/>
    <w:rsid w:val="00826C48"/>
    <w:rsid w:val="008317B9"/>
    <w:rsid w:val="008345DC"/>
    <w:rsid w:val="0085086A"/>
    <w:rsid w:val="008519BB"/>
    <w:rsid w:val="00852794"/>
    <w:rsid w:val="008561B1"/>
    <w:rsid w:val="00861237"/>
    <w:rsid w:val="00862F50"/>
    <w:rsid w:val="00863FD6"/>
    <w:rsid w:val="0086604D"/>
    <w:rsid w:val="00867CEC"/>
    <w:rsid w:val="00874EA5"/>
    <w:rsid w:val="00875EA5"/>
    <w:rsid w:val="00881DF0"/>
    <w:rsid w:val="008849D3"/>
    <w:rsid w:val="00887D75"/>
    <w:rsid w:val="00896549"/>
    <w:rsid w:val="008A2EAB"/>
    <w:rsid w:val="008B3C7D"/>
    <w:rsid w:val="008B4E16"/>
    <w:rsid w:val="008B7767"/>
    <w:rsid w:val="008C05A9"/>
    <w:rsid w:val="008C384E"/>
    <w:rsid w:val="008C3DFC"/>
    <w:rsid w:val="008C52F8"/>
    <w:rsid w:val="008C6332"/>
    <w:rsid w:val="008C76AF"/>
    <w:rsid w:val="008D7236"/>
    <w:rsid w:val="008E05D3"/>
    <w:rsid w:val="008E197E"/>
    <w:rsid w:val="008F0B4D"/>
    <w:rsid w:val="008F1C50"/>
    <w:rsid w:val="00901F99"/>
    <w:rsid w:val="0091067C"/>
    <w:rsid w:val="00911B15"/>
    <w:rsid w:val="009256F0"/>
    <w:rsid w:val="00925FE6"/>
    <w:rsid w:val="00926544"/>
    <w:rsid w:val="009267E0"/>
    <w:rsid w:val="00932165"/>
    <w:rsid w:val="009351F5"/>
    <w:rsid w:val="009354A5"/>
    <w:rsid w:val="00942906"/>
    <w:rsid w:val="009436E8"/>
    <w:rsid w:val="0095001E"/>
    <w:rsid w:val="00950592"/>
    <w:rsid w:val="00956946"/>
    <w:rsid w:val="00957483"/>
    <w:rsid w:val="009611E3"/>
    <w:rsid w:val="0096612F"/>
    <w:rsid w:val="009676E8"/>
    <w:rsid w:val="00972973"/>
    <w:rsid w:val="00974494"/>
    <w:rsid w:val="009837B5"/>
    <w:rsid w:val="00985A88"/>
    <w:rsid w:val="00994304"/>
    <w:rsid w:val="00994D32"/>
    <w:rsid w:val="00995EA8"/>
    <w:rsid w:val="009A0DD1"/>
    <w:rsid w:val="009A20DA"/>
    <w:rsid w:val="009B1386"/>
    <w:rsid w:val="009B17CA"/>
    <w:rsid w:val="009B6168"/>
    <w:rsid w:val="009C2259"/>
    <w:rsid w:val="009C275F"/>
    <w:rsid w:val="009C3070"/>
    <w:rsid w:val="009D2BE9"/>
    <w:rsid w:val="009E02A7"/>
    <w:rsid w:val="009F0AC8"/>
    <w:rsid w:val="009F30FD"/>
    <w:rsid w:val="009F39EB"/>
    <w:rsid w:val="009F567B"/>
    <w:rsid w:val="00A003BA"/>
    <w:rsid w:val="00A00E3F"/>
    <w:rsid w:val="00A01730"/>
    <w:rsid w:val="00A04264"/>
    <w:rsid w:val="00A060E4"/>
    <w:rsid w:val="00A07056"/>
    <w:rsid w:val="00A10265"/>
    <w:rsid w:val="00A12AE8"/>
    <w:rsid w:val="00A218C1"/>
    <w:rsid w:val="00A37C13"/>
    <w:rsid w:val="00A42F06"/>
    <w:rsid w:val="00A44B04"/>
    <w:rsid w:val="00A44C8C"/>
    <w:rsid w:val="00A5142A"/>
    <w:rsid w:val="00A52824"/>
    <w:rsid w:val="00A640D5"/>
    <w:rsid w:val="00A6578D"/>
    <w:rsid w:val="00A67EC0"/>
    <w:rsid w:val="00A7150B"/>
    <w:rsid w:val="00A84837"/>
    <w:rsid w:val="00A907D7"/>
    <w:rsid w:val="00A90893"/>
    <w:rsid w:val="00AA6599"/>
    <w:rsid w:val="00AA769A"/>
    <w:rsid w:val="00AA7F31"/>
    <w:rsid w:val="00AB36CC"/>
    <w:rsid w:val="00AB4736"/>
    <w:rsid w:val="00AC33E6"/>
    <w:rsid w:val="00AD08EC"/>
    <w:rsid w:val="00AD0D2A"/>
    <w:rsid w:val="00AE09A0"/>
    <w:rsid w:val="00AE182A"/>
    <w:rsid w:val="00AE1B0C"/>
    <w:rsid w:val="00AE5855"/>
    <w:rsid w:val="00AF075B"/>
    <w:rsid w:val="00AF1669"/>
    <w:rsid w:val="00B03EBF"/>
    <w:rsid w:val="00B069F2"/>
    <w:rsid w:val="00B07DF8"/>
    <w:rsid w:val="00B1741F"/>
    <w:rsid w:val="00B23907"/>
    <w:rsid w:val="00B24EE3"/>
    <w:rsid w:val="00B254B8"/>
    <w:rsid w:val="00B31A63"/>
    <w:rsid w:val="00B334A7"/>
    <w:rsid w:val="00B40052"/>
    <w:rsid w:val="00B41F47"/>
    <w:rsid w:val="00B4366D"/>
    <w:rsid w:val="00B45DC2"/>
    <w:rsid w:val="00B4738A"/>
    <w:rsid w:val="00B47C9E"/>
    <w:rsid w:val="00B56C74"/>
    <w:rsid w:val="00B60D20"/>
    <w:rsid w:val="00B60D4F"/>
    <w:rsid w:val="00B654F2"/>
    <w:rsid w:val="00B6661A"/>
    <w:rsid w:val="00B670BE"/>
    <w:rsid w:val="00B67720"/>
    <w:rsid w:val="00B7346B"/>
    <w:rsid w:val="00B7406E"/>
    <w:rsid w:val="00B75B1B"/>
    <w:rsid w:val="00B81CA3"/>
    <w:rsid w:val="00B8403E"/>
    <w:rsid w:val="00B90A16"/>
    <w:rsid w:val="00B90BDE"/>
    <w:rsid w:val="00B978F4"/>
    <w:rsid w:val="00BA0499"/>
    <w:rsid w:val="00BA397B"/>
    <w:rsid w:val="00BA51D8"/>
    <w:rsid w:val="00BA618A"/>
    <w:rsid w:val="00BA6F1A"/>
    <w:rsid w:val="00BB2182"/>
    <w:rsid w:val="00BB5A12"/>
    <w:rsid w:val="00BC58D4"/>
    <w:rsid w:val="00BC7A56"/>
    <w:rsid w:val="00BD19C7"/>
    <w:rsid w:val="00BD62D0"/>
    <w:rsid w:val="00BE34D1"/>
    <w:rsid w:val="00BE3564"/>
    <w:rsid w:val="00BF22C2"/>
    <w:rsid w:val="00BF51A1"/>
    <w:rsid w:val="00C0459D"/>
    <w:rsid w:val="00C051E6"/>
    <w:rsid w:val="00C149B8"/>
    <w:rsid w:val="00C201C5"/>
    <w:rsid w:val="00C209C1"/>
    <w:rsid w:val="00C224C8"/>
    <w:rsid w:val="00C22EB2"/>
    <w:rsid w:val="00C235D3"/>
    <w:rsid w:val="00C3220D"/>
    <w:rsid w:val="00C3290C"/>
    <w:rsid w:val="00C3391B"/>
    <w:rsid w:val="00C33B6A"/>
    <w:rsid w:val="00C47E5C"/>
    <w:rsid w:val="00C502A6"/>
    <w:rsid w:val="00C52A90"/>
    <w:rsid w:val="00C53625"/>
    <w:rsid w:val="00C53ED0"/>
    <w:rsid w:val="00C55DD1"/>
    <w:rsid w:val="00C567F1"/>
    <w:rsid w:val="00C61D57"/>
    <w:rsid w:val="00C64116"/>
    <w:rsid w:val="00C65EAE"/>
    <w:rsid w:val="00C7388E"/>
    <w:rsid w:val="00C76354"/>
    <w:rsid w:val="00C82459"/>
    <w:rsid w:val="00C8412E"/>
    <w:rsid w:val="00C84277"/>
    <w:rsid w:val="00C8541A"/>
    <w:rsid w:val="00C87567"/>
    <w:rsid w:val="00CA1066"/>
    <w:rsid w:val="00CA3754"/>
    <w:rsid w:val="00CB0355"/>
    <w:rsid w:val="00CB2497"/>
    <w:rsid w:val="00CB2E3D"/>
    <w:rsid w:val="00CB3C43"/>
    <w:rsid w:val="00CC2548"/>
    <w:rsid w:val="00CC4A8B"/>
    <w:rsid w:val="00CD16D5"/>
    <w:rsid w:val="00CD18AA"/>
    <w:rsid w:val="00CD4A97"/>
    <w:rsid w:val="00CE51D9"/>
    <w:rsid w:val="00CF1EBF"/>
    <w:rsid w:val="00CF29AE"/>
    <w:rsid w:val="00CF3118"/>
    <w:rsid w:val="00CF4E52"/>
    <w:rsid w:val="00D019CA"/>
    <w:rsid w:val="00D045F1"/>
    <w:rsid w:val="00D046D9"/>
    <w:rsid w:val="00D04C36"/>
    <w:rsid w:val="00D04EA1"/>
    <w:rsid w:val="00D0530B"/>
    <w:rsid w:val="00D07F08"/>
    <w:rsid w:val="00D10899"/>
    <w:rsid w:val="00D17158"/>
    <w:rsid w:val="00D179E4"/>
    <w:rsid w:val="00D20BB9"/>
    <w:rsid w:val="00D210D7"/>
    <w:rsid w:val="00D21126"/>
    <w:rsid w:val="00D2326D"/>
    <w:rsid w:val="00D3120E"/>
    <w:rsid w:val="00D35FA6"/>
    <w:rsid w:val="00D37A4E"/>
    <w:rsid w:val="00D40CFD"/>
    <w:rsid w:val="00D512C6"/>
    <w:rsid w:val="00D540FE"/>
    <w:rsid w:val="00D54350"/>
    <w:rsid w:val="00D63D1B"/>
    <w:rsid w:val="00D6443E"/>
    <w:rsid w:val="00D73296"/>
    <w:rsid w:val="00D73FF8"/>
    <w:rsid w:val="00D74066"/>
    <w:rsid w:val="00D76D04"/>
    <w:rsid w:val="00D944B4"/>
    <w:rsid w:val="00D94EF7"/>
    <w:rsid w:val="00DA1526"/>
    <w:rsid w:val="00DA1C79"/>
    <w:rsid w:val="00DA446A"/>
    <w:rsid w:val="00DA4F7D"/>
    <w:rsid w:val="00DA6DAD"/>
    <w:rsid w:val="00DA7A74"/>
    <w:rsid w:val="00DB1195"/>
    <w:rsid w:val="00DB5264"/>
    <w:rsid w:val="00DC08C1"/>
    <w:rsid w:val="00DC46E6"/>
    <w:rsid w:val="00DC5D06"/>
    <w:rsid w:val="00DC7BB6"/>
    <w:rsid w:val="00DD14CB"/>
    <w:rsid w:val="00DD69E9"/>
    <w:rsid w:val="00DE2BAD"/>
    <w:rsid w:val="00DE3139"/>
    <w:rsid w:val="00DE4174"/>
    <w:rsid w:val="00DE4B75"/>
    <w:rsid w:val="00DE5FE5"/>
    <w:rsid w:val="00DE79C7"/>
    <w:rsid w:val="00DF4E8B"/>
    <w:rsid w:val="00DF5185"/>
    <w:rsid w:val="00DF518B"/>
    <w:rsid w:val="00E027B3"/>
    <w:rsid w:val="00E0372A"/>
    <w:rsid w:val="00E0450B"/>
    <w:rsid w:val="00E07943"/>
    <w:rsid w:val="00E11300"/>
    <w:rsid w:val="00E1236E"/>
    <w:rsid w:val="00E21003"/>
    <w:rsid w:val="00E222F2"/>
    <w:rsid w:val="00E274B0"/>
    <w:rsid w:val="00E307CF"/>
    <w:rsid w:val="00E35DE7"/>
    <w:rsid w:val="00E42882"/>
    <w:rsid w:val="00E45F95"/>
    <w:rsid w:val="00E474A4"/>
    <w:rsid w:val="00E478E0"/>
    <w:rsid w:val="00E50BF0"/>
    <w:rsid w:val="00E60194"/>
    <w:rsid w:val="00E659FF"/>
    <w:rsid w:val="00E67103"/>
    <w:rsid w:val="00E73F91"/>
    <w:rsid w:val="00E75489"/>
    <w:rsid w:val="00E767D1"/>
    <w:rsid w:val="00E8210C"/>
    <w:rsid w:val="00E854FF"/>
    <w:rsid w:val="00E877AE"/>
    <w:rsid w:val="00EA3F4A"/>
    <w:rsid w:val="00EC0DBB"/>
    <w:rsid w:val="00EC584F"/>
    <w:rsid w:val="00ED16A8"/>
    <w:rsid w:val="00ED1C7F"/>
    <w:rsid w:val="00ED53B6"/>
    <w:rsid w:val="00EE243A"/>
    <w:rsid w:val="00EE63A1"/>
    <w:rsid w:val="00EF15BA"/>
    <w:rsid w:val="00EF17DA"/>
    <w:rsid w:val="00EF28DE"/>
    <w:rsid w:val="00EF7F7C"/>
    <w:rsid w:val="00F019D4"/>
    <w:rsid w:val="00F026C3"/>
    <w:rsid w:val="00F05EE0"/>
    <w:rsid w:val="00F06E37"/>
    <w:rsid w:val="00F14567"/>
    <w:rsid w:val="00F230C4"/>
    <w:rsid w:val="00F2476F"/>
    <w:rsid w:val="00F306B6"/>
    <w:rsid w:val="00F30BF6"/>
    <w:rsid w:val="00F31EDE"/>
    <w:rsid w:val="00F34AAD"/>
    <w:rsid w:val="00F4749D"/>
    <w:rsid w:val="00F47C32"/>
    <w:rsid w:val="00F52ECD"/>
    <w:rsid w:val="00F534FB"/>
    <w:rsid w:val="00F54047"/>
    <w:rsid w:val="00F60913"/>
    <w:rsid w:val="00F646C3"/>
    <w:rsid w:val="00F65393"/>
    <w:rsid w:val="00F729E9"/>
    <w:rsid w:val="00F74877"/>
    <w:rsid w:val="00F77853"/>
    <w:rsid w:val="00F779A0"/>
    <w:rsid w:val="00F80479"/>
    <w:rsid w:val="00F82F68"/>
    <w:rsid w:val="00F85A90"/>
    <w:rsid w:val="00F92FFE"/>
    <w:rsid w:val="00F96C22"/>
    <w:rsid w:val="00F97295"/>
    <w:rsid w:val="00FA419B"/>
    <w:rsid w:val="00FB1A46"/>
    <w:rsid w:val="00FB2BD9"/>
    <w:rsid w:val="00FC0911"/>
    <w:rsid w:val="00FC31E2"/>
    <w:rsid w:val="00FD3BFB"/>
    <w:rsid w:val="00FD705B"/>
    <w:rsid w:val="00FE791B"/>
    <w:rsid w:val="00FF3E42"/>
    <w:rsid w:val="00FF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B1A12C"/>
  <w15:docId w15:val="{16BB2E7D-8698-423F-AFC4-5ED49D533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B4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AE1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AE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E1B0C"/>
  </w:style>
  <w:style w:type="paragraph" w:styleId="Podnoje">
    <w:name w:val="footer"/>
    <w:basedOn w:val="Normal"/>
    <w:link w:val="PodnojeChar"/>
    <w:uiPriority w:val="99"/>
    <w:unhideWhenUsed/>
    <w:rsid w:val="00AE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E1B0C"/>
  </w:style>
  <w:style w:type="paragraph" w:styleId="Tekstbalonia">
    <w:name w:val="Balloon Text"/>
    <w:basedOn w:val="Normal"/>
    <w:link w:val="TekstbaloniaChar"/>
    <w:uiPriority w:val="99"/>
    <w:semiHidden/>
    <w:unhideWhenUsed/>
    <w:rsid w:val="007769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769B9"/>
    <w:rPr>
      <w:rFonts w:ascii="Segoe UI" w:hAnsi="Segoe UI" w:cs="Segoe UI"/>
      <w:sz w:val="18"/>
      <w:szCs w:val="18"/>
    </w:rPr>
  </w:style>
  <w:style w:type="paragraph" w:styleId="Odlomakpopisa">
    <w:name w:val="List Paragraph"/>
    <w:aliases w:val="Bullet point,List Paragraph1"/>
    <w:basedOn w:val="Normal"/>
    <w:link w:val="OdlomakpopisaChar"/>
    <w:uiPriority w:val="34"/>
    <w:qFormat/>
    <w:rsid w:val="004962F7"/>
    <w:pPr>
      <w:ind w:left="720"/>
      <w:contextualSpacing/>
    </w:pPr>
  </w:style>
  <w:style w:type="table" w:styleId="Reetkatablice">
    <w:name w:val="Table Grid"/>
    <w:basedOn w:val="Obinatablica"/>
    <w:uiPriority w:val="39"/>
    <w:rsid w:val="008C7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lomakpopisaChar">
    <w:name w:val="Odlomak popisa Char"/>
    <w:aliases w:val="Bullet point Char,List Paragraph1 Char"/>
    <w:link w:val="Odlomakpopisa"/>
    <w:uiPriority w:val="34"/>
    <w:locked/>
    <w:rsid w:val="00E877AE"/>
  </w:style>
  <w:style w:type="table" w:customStyle="1" w:styleId="TableGrid1">
    <w:name w:val="Table Grid1"/>
    <w:basedOn w:val="Obinatablica"/>
    <w:next w:val="Reetkatablice"/>
    <w:uiPriority w:val="39"/>
    <w:rsid w:val="00523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rbpuc">
    <w:name w:val="yrbpuc"/>
    <w:basedOn w:val="Zadanifontodlomka"/>
    <w:rsid w:val="00A00E3F"/>
  </w:style>
  <w:style w:type="character" w:styleId="Istaknuto">
    <w:name w:val="Emphasis"/>
    <w:basedOn w:val="Zadanifontodlomka"/>
    <w:uiPriority w:val="20"/>
    <w:qFormat/>
    <w:rsid w:val="00A00E3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1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k\AppData\Local\Microsoft\Windows\Temporary%20Internet%20Files\Content.Outlook\2S6YHGM5\FZS%20memorandum%20template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262F7-8775-4EED-992B-592EA6C56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FZS memorandum template 2.dotx</Template>
  <TotalTime>1</TotalTime>
  <Pages>9</Pages>
  <Words>2056</Words>
  <Characters>11725</Characters>
  <Application>Microsoft Office Word</Application>
  <DocSecurity>0</DocSecurity>
  <Lines>97</Lines>
  <Paragraphs>27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ivak</dc:creator>
  <cp:keywords/>
  <dc:description/>
  <cp:lastModifiedBy>Vanja Župan</cp:lastModifiedBy>
  <cp:revision>2</cp:revision>
  <cp:lastPrinted>2022-10-17T08:22:00Z</cp:lastPrinted>
  <dcterms:created xsi:type="dcterms:W3CDTF">2025-12-11T09:40:00Z</dcterms:created>
  <dcterms:modified xsi:type="dcterms:W3CDTF">2025-12-11T09:40:00Z</dcterms:modified>
</cp:coreProperties>
</file>